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812EBE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812EBE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812EBE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901F69">
        <w:rPr>
          <w:rFonts w:cs="2  Esfehan" w:hint="cs"/>
          <w:sz w:val="36"/>
          <w:szCs w:val="36"/>
          <w:rtl/>
          <w:lang w:bidi="fa-IR"/>
        </w:rPr>
        <w:t>کامپیوتر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901F69">
        <w:rPr>
          <w:rFonts w:cs="B Titr" w:hint="cs"/>
          <w:sz w:val="36"/>
          <w:szCs w:val="36"/>
          <w:rtl/>
          <w:lang w:bidi="fa-IR"/>
        </w:rPr>
        <w:t>4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3"/>
                              <w:gridCol w:w="453"/>
                              <w:gridCol w:w="31"/>
                              <w:gridCol w:w="30"/>
                              <w:gridCol w:w="461"/>
                              <w:gridCol w:w="50"/>
                              <w:gridCol w:w="426"/>
                              <w:gridCol w:w="51"/>
                              <w:gridCol w:w="16"/>
                              <w:gridCol w:w="20"/>
                              <w:gridCol w:w="501"/>
                              <w:gridCol w:w="19"/>
                              <w:gridCol w:w="542"/>
                              <w:gridCol w:w="564"/>
                              <w:gridCol w:w="50"/>
                              <w:gridCol w:w="503"/>
                              <w:gridCol w:w="545"/>
                              <w:gridCol w:w="24"/>
                              <w:gridCol w:w="566"/>
                              <w:gridCol w:w="632"/>
                              <w:gridCol w:w="24"/>
                              <w:gridCol w:w="503"/>
                              <w:gridCol w:w="504"/>
                              <w:gridCol w:w="607"/>
                              <w:gridCol w:w="578"/>
                            </w:tblGrid>
                            <w:tr w:rsidR="000F088C" w:rsidTr="00961163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14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3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96116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6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8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96116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5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61163" w:rsidRPr="0043440D" w:rsidTr="00961163">
                              <w:trPr>
                                <w:trHeight w:val="188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61163" w:rsidRPr="00DC643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gridSpan w:val="10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نویسی وب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آزگرافیک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61163" w:rsidRPr="0043440D" w:rsidTr="00961163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6116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61163" w:rsidRPr="00961163" w:rsidRDefault="00961163" w:rsidP="00961163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96116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برنامه 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961163" w:rsidRDefault="00961163" w:rsidP="00961163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961163" w:rsidRDefault="00961163" w:rsidP="00961163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961163" w:rsidRDefault="00961163" w:rsidP="00961163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96116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نویسی وب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61163" w:rsidRPr="0043440D" w:rsidTr="0096116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61163" w:rsidRPr="00DC643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gridSpan w:val="10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961163" w:rsidRPr="00CE129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چند رسانه ای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اینترنت</w:t>
                                  </w:r>
                                </w:p>
                              </w:tc>
                              <w:tc>
                                <w:tcPr>
                                  <w:tcW w:w="2269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چند رسانه ای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61163" w:rsidRPr="0043440D" w:rsidTr="0096116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61163" w:rsidRPr="00DC643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61163" w:rsidRPr="0043440D" w:rsidTr="00961163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61163" w:rsidRPr="00DC643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gridSpan w:val="12"/>
                                  <w:vMerge w:val="restart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سخت افزار</w:t>
                                  </w:r>
                                </w:p>
                              </w:tc>
                              <w:tc>
                                <w:tcPr>
                                  <w:tcW w:w="2836" w:type="dxa"/>
                                  <w:gridSpan w:val="7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سخت افزار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61163" w:rsidRPr="0043440D" w:rsidTr="00961163">
                              <w:trPr>
                                <w:trHeight w:val="21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6116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gridSpan w:val="12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آزگرافیک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اینترنت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61163" w:rsidRPr="0043440D" w:rsidTr="00961163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6116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9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کارآفرینی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640D7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61163" w:rsidRPr="0043440D" w:rsidTr="00961163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61163" w:rsidRPr="00DC6433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61163" w:rsidRPr="00A92ABA" w:rsidRDefault="00961163" w:rsidP="0096116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3"/>
                        <w:gridCol w:w="453"/>
                        <w:gridCol w:w="31"/>
                        <w:gridCol w:w="30"/>
                        <w:gridCol w:w="461"/>
                        <w:gridCol w:w="50"/>
                        <w:gridCol w:w="426"/>
                        <w:gridCol w:w="51"/>
                        <w:gridCol w:w="16"/>
                        <w:gridCol w:w="20"/>
                        <w:gridCol w:w="501"/>
                        <w:gridCol w:w="19"/>
                        <w:gridCol w:w="542"/>
                        <w:gridCol w:w="564"/>
                        <w:gridCol w:w="50"/>
                        <w:gridCol w:w="503"/>
                        <w:gridCol w:w="545"/>
                        <w:gridCol w:w="24"/>
                        <w:gridCol w:w="566"/>
                        <w:gridCol w:w="632"/>
                        <w:gridCol w:w="24"/>
                        <w:gridCol w:w="503"/>
                        <w:gridCol w:w="504"/>
                        <w:gridCol w:w="607"/>
                        <w:gridCol w:w="578"/>
                      </w:tblGrid>
                      <w:tr w:rsidR="000F088C" w:rsidTr="00961163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14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3" w:type="dxa"/>
                            <w:gridSpan w:val="11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96116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4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6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8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96116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3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5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61163" w:rsidRPr="0043440D" w:rsidTr="00961163">
                        <w:trPr>
                          <w:trHeight w:val="188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61163" w:rsidRPr="00DC643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047" w:type="dxa"/>
                            <w:gridSpan w:val="10"/>
                            <w:tcBorders>
                              <w:top w:val="single" w:sz="18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961163" w:rsidRPr="00640D7A" w:rsidRDefault="00961163" w:rsidP="0096116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نویسی وب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top w:val="single" w:sz="1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01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آزگرافیک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61163" w:rsidRPr="0043440D" w:rsidTr="00961163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6116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8" w:type="dxa"/>
                            <w:gridSpan w:val="4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61163" w:rsidRPr="00961163" w:rsidRDefault="00961163" w:rsidP="00961163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96116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برنامه </w:t>
                            </w:r>
                          </w:p>
                        </w:tc>
                        <w:tc>
                          <w:tcPr>
                            <w:tcW w:w="480" w:type="dxa"/>
                            <w:gridSpan w:val="2"/>
                            <w:tcBorders>
                              <w:top w:val="single" w:sz="4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961163" w:rsidRDefault="00961163" w:rsidP="00961163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961163" w:rsidRDefault="00961163" w:rsidP="00961163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961163" w:rsidRDefault="00961163" w:rsidP="00961163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96116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نویسی وب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01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61163" w:rsidRPr="0043440D" w:rsidTr="0096116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61163" w:rsidRPr="00DC643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2047" w:type="dxa"/>
                            <w:gridSpan w:val="10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:rsidR="00961163" w:rsidRPr="00CE129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چند رسانه ای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اینترنت</w:t>
                            </w:r>
                          </w:p>
                        </w:tc>
                        <w:tc>
                          <w:tcPr>
                            <w:tcW w:w="2269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چند رسانه ای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61163" w:rsidRPr="0043440D" w:rsidTr="0096116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61163" w:rsidRPr="00DC643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514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61163" w:rsidRPr="0043440D" w:rsidTr="00961163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61163" w:rsidRPr="00DC643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2610" w:type="dxa"/>
                            <w:gridSpan w:val="12"/>
                            <w:vMerge w:val="restart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سخت افزار</w:t>
                            </w:r>
                          </w:p>
                        </w:tc>
                        <w:tc>
                          <w:tcPr>
                            <w:tcW w:w="2836" w:type="dxa"/>
                            <w:gridSpan w:val="7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سخت افزار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61163" w:rsidRPr="0043440D" w:rsidTr="00961163">
                        <w:trPr>
                          <w:trHeight w:val="213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6116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gridSpan w:val="12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آزگرافیک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اینترنت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61163" w:rsidRPr="0043440D" w:rsidTr="00961163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6116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84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8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29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کارآفرینی</w:t>
                            </w:r>
                          </w:p>
                        </w:tc>
                        <w:tc>
                          <w:tcPr>
                            <w:tcW w:w="56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640D7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61163" w:rsidRPr="0043440D" w:rsidTr="00961163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61163" w:rsidRPr="00DC6433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5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61163" w:rsidRPr="00A92ABA" w:rsidRDefault="00961163" w:rsidP="0096116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80"/>
                              <w:gridCol w:w="2195"/>
                              <w:gridCol w:w="982"/>
                              <w:gridCol w:w="618"/>
                              <w:gridCol w:w="1640"/>
                            </w:tblGrid>
                            <w:tr w:rsidR="009554F9" w:rsidTr="00982CD7">
                              <w:trPr>
                                <w:trHeight w:val="860"/>
                              </w:trPr>
                              <w:tc>
                                <w:tcPr>
                                  <w:tcW w:w="88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9126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 آفرینی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732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F33B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نادری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1321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چند رسانه ای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728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غیور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1321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چند رسانه ای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728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غیور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1301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آزگرافیک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723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قربانی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1301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آزگرافیک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723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F33B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قربانی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1297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سخت افزار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729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پایا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1297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سخت افزار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729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پایا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1315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نویسی وب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734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محمدی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1315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برنامه نویسی وب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734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محمدی</w:t>
                                  </w:r>
                                </w:p>
                              </w:tc>
                            </w:tr>
                            <w:tr w:rsidR="009554F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1318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پروژه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733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554F9" w:rsidRPr="00640D7A" w:rsidRDefault="004358C7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01F6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محمدی</w:t>
                                  </w:r>
                                </w:p>
                              </w:tc>
                            </w:tr>
                            <w:tr w:rsidR="00901F6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01F69" w:rsidRPr="00640D7A" w:rsidRDefault="00901F69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1318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01F69" w:rsidRPr="00640D7A" w:rsidRDefault="00901F69" w:rsidP="00901F6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پروژه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01F69" w:rsidRPr="00640D7A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733/1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01F69" w:rsidRPr="00640D7A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01F69" w:rsidRPr="00640D7A" w:rsidRDefault="004358C7" w:rsidP="00901F6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قادری</w:t>
                                  </w:r>
                                </w:p>
                              </w:tc>
                            </w:tr>
                            <w:tr w:rsidR="00901F6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01F69" w:rsidRPr="00640D7A" w:rsidRDefault="00901F69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1318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01F69" w:rsidRPr="00640D7A" w:rsidRDefault="00901F69" w:rsidP="00901F6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پروژه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01F69" w:rsidRPr="00640D7A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733/2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01F69" w:rsidRPr="00640D7A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01F69" w:rsidRPr="00640D7A" w:rsidRDefault="004358C7" w:rsidP="00901F6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ابراهیمی</w:t>
                                  </w:r>
                                </w:p>
                              </w:tc>
                            </w:tr>
                            <w:tr w:rsidR="00901F6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01F69" w:rsidRPr="004358C7" w:rsidRDefault="00901F69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1318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01F69" w:rsidRPr="004358C7" w:rsidRDefault="00901F69" w:rsidP="00901F6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پروژه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01F69" w:rsidRPr="004358C7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733/3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01F69" w:rsidRPr="004358C7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01F69" w:rsidRPr="00981669" w:rsidRDefault="00901F69" w:rsidP="00901F6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01F6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01F69" w:rsidRPr="004358C7" w:rsidRDefault="00901F69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1318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01F69" w:rsidRPr="004358C7" w:rsidRDefault="00901F69" w:rsidP="00901F6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پروژه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01F69" w:rsidRPr="004358C7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733/4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01F69" w:rsidRPr="004358C7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01F69" w:rsidRPr="00981669" w:rsidRDefault="00901F69" w:rsidP="00901F6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01F69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01F69" w:rsidRPr="004358C7" w:rsidRDefault="00901F69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1318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901F69" w:rsidRPr="004358C7" w:rsidRDefault="00901F69" w:rsidP="00901F6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پروژه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01F69" w:rsidRPr="004358C7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733/5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901F69" w:rsidRPr="004358C7" w:rsidRDefault="004358C7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58C7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01F69" w:rsidRPr="00981669" w:rsidRDefault="00901F69" w:rsidP="00901F6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00693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00693" w:rsidRPr="004358C7" w:rsidRDefault="00B155CD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 w:colFirst="4" w:colLast="4"/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1313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</w:tcPr>
                                <w:p w:rsidR="00500693" w:rsidRPr="004358C7" w:rsidRDefault="00500693" w:rsidP="00901F6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اینترنت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500693" w:rsidRPr="004358C7" w:rsidRDefault="00B155CD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500693" w:rsidRPr="004358C7" w:rsidRDefault="00B155CD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00693" w:rsidRPr="00F33B48" w:rsidRDefault="00F33B48" w:rsidP="00901F6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F33B48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غیور</w:t>
                                  </w:r>
                                </w:p>
                              </w:tc>
                            </w:tr>
                            <w:tr w:rsidR="00500693" w:rsidTr="00982CD7">
                              <w:tc>
                                <w:tcPr>
                                  <w:tcW w:w="88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500693" w:rsidRPr="004358C7" w:rsidRDefault="00B155CD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1313</w:t>
                                  </w:r>
                                </w:p>
                              </w:tc>
                              <w:tc>
                                <w:tcPr>
                                  <w:tcW w:w="219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500693" w:rsidRPr="004358C7" w:rsidRDefault="00500693" w:rsidP="00901F69">
                                  <w:pPr>
                                    <w:bidi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اینترنت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500693" w:rsidRPr="004358C7" w:rsidRDefault="00B155CD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706/1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500693" w:rsidRPr="004358C7" w:rsidRDefault="00B155CD" w:rsidP="00901F6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00693" w:rsidRPr="00F33B48" w:rsidRDefault="00F33B48" w:rsidP="00901F6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F33B48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غیور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30" w:type="dxa"/>
                        <w:tblLook w:val="04A0" w:firstRow="1" w:lastRow="0" w:firstColumn="1" w:lastColumn="0" w:noHBand="0" w:noVBand="1"/>
                      </w:tblPr>
                      <w:tblGrid>
                        <w:gridCol w:w="880"/>
                        <w:gridCol w:w="2195"/>
                        <w:gridCol w:w="982"/>
                        <w:gridCol w:w="618"/>
                        <w:gridCol w:w="1640"/>
                      </w:tblGrid>
                      <w:tr w:rsidR="009554F9" w:rsidTr="00982CD7">
                        <w:trPr>
                          <w:trHeight w:val="860"/>
                        </w:trPr>
                        <w:tc>
                          <w:tcPr>
                            <w:tcW w:w="88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9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9126</w:t>
                            </w:r>
                          </w:p>
                        </w:tc>
                        <w:tc>
                          <w:tcPr>
                            <w:tcW w:w="2195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 آفرینی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732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F33B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نادری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1321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چند رسانه ای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728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غیور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1321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چند رسانه ای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728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غیور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1301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آزگرافیک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723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4358C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قربانی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1301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آزگرافیک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723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F33B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قربانی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1297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سخت افزار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729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پایا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1297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سخت افزار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729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پایا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1315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نویسی وب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734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4358C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محمدی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1315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برنامه نویسی وب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734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4358C7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محمدی</w:t>
                            </w:r>
                          </w:p>
                        </w:tc>
                      </w:tr>
                      <w:tr w:rsidR="009554F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1318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554F9" w:rsidRPr="00640D7A" w:rsidRDefault="00901F6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پروژه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01F6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733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554F9" w:rsidRPr="00640D7A" w:rsidRDefault="004358C7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01F6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محمدی</w:t>
                            </w:r>
                          </w:p>
                        </w:tc>
                      </w:tr>
                      <w:tr w:rsidR="00901F6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01F69" w:rsidRPr="00640D7A" w:rsidRDefault="00901F69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1318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01F69" w:rsidRPr="00640D7A" w:rsidRDefault="00901F69" w:rsidP="00901F6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پروژه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01F69" w:rsidRPr="00640D7A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733/1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01F69" w:rsidRPr="00640D7A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01F69" w:rsidRPr="00640D7A" w:rsidRDefault="004358C7" w:rsidP="00901F6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قادری</w:t>
                            </w:r>
                          </w:p>
                        </w:tc>
                      </w:tr>
                      <w:tr w:rsidR="00901F6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01F69" w:rsidRPr="00640D7A" w:rsidRDefault="00901F69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1318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01F69" w:rsidRPr="00640D7A" w:rsidRDefault="00901F69" w:rsidP="00901F6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پروژه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01F69" w:rsidRPr="00640D7A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733/2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01F69" w:rsidRPr="00640D7A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01F69" w:rsidRPr="00640D7A" w:rsidRDefault="004358C7" w:rsidP="00901F6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ابراهیمی</w:t>
                            </w:r>
                          </w:p>
                        </w:tc>
                      </w:tr>
                      <w:tr w:rsidR="00901F6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01F69" w:rsidRPr="004358C7" w:rsidRDefault="00901F69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1318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01F69" w:rsidRPr="004358C7" w:rsidRDefault="00901F69" w:rsidP="00901F6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پروژه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01F69" w:rsidRPr="004358C7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733/3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01F69" w:rsidRPr="004358C7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01F69" w:rsidRPr="00981669" w:rsidRDefault="00901F69" w:rsidP="00901F6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01F6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01F69" w:rsidRPr="004358C7" w:rsidRDefault="00901F69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1318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01F69" w:rsidRPr="004358C7" w:rsidRDefault="00901F69" w:rsidP="00901F6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پروژه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01F69" w:rsidRPr="004358C7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733/4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01F69" w:rsidRPr="004358C7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01F69" w:rsidRPr="00981669" w:rsidRDefault="00901F69" w:rsidP="00901F6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01F69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901F69" w:rsidRPr="004358C7" w:rsidRDefault="00901F69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1318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901F69" w:rsidRPr="004358C7" w:rsidRDefault="00901F69" w:rsidP="00901F6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پروژه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01F69" w:rsidRPr="004358C7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733/5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901F69" w:rsidRPr="004358C7" w:rsidRDefault="004358C7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58C7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901F69" w:rsidRPr="00981669" w:rsidRDefault="00901F69" w:rsidP="00901F6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00693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</w:tcBorders>
                          </w:tcPr>
                          <w:p w:rsidR="00500693" w:rsidRPr="004358C7" w:rsidRDefault="00B155CD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 w:colFirst="4" w:colLast="4"/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1313</w:t>
                            </w:r>
                          </w:p>
                        </w:tc>
                        <w:tc>
                          <w:tcPr>
                            <w:tcW w:w="2195" w:type="dxa"/>
                          </w:tcPr>
                          <w:p w:rsidR="00500693" w:rsidRPr="004358C7" w:rsidRDefault="00500693" w:rsidP="00901F6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اینترنت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500693" w:rsidRPr="004358C7" w:rsidRDefault="00B155CD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500693" w:rsidRPr="004358C7" w:rsidRDefault="00B155CD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right w:val="single" w:sz="12" w:space="0" w:color="auto"/>
                            </w:tcBorders>
                          </w:tcPr>
                          <w:p w:rsidR="00500693" w:rsidRPr="00F33B48" w:rsidRDefault="00F33B48" w:rsidP="00901F6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33B48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غیور</w:t>
                            </w:r>
                          </w:p>
                        </w:tc>
                      </w:tr>
                      <w:tr w:rsidR="00500693" w:rsidTr="00982CD7">
                        <w:tc>
                          <w:tcPr>
                            <w:tcW w:w="88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500693" w:rsidRPr="004358C7" w:rsidRDefault="00B155CD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1313</w:t>
                            </w:r>
                          </w:p>
                        </w:tc>
                        <w:tc>
                          <w:tcPr>
                            <w:tcW w:w="2195" w:type="dxa"/>
                            <w:tcBorders>
                              <w:bottom w:val="single" w:sz="12" w:space="0" w:color="auto"/>
                            </w:tcBorders>
                          </w:tcPr>
                          <w:p w:rsidR="00500693" w:rsidRPr="004358C7" w:rsidRDefault="00500693" w:rsidP="00901F69">
                            <w:pPr>
                              <w:bidi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اینترنت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bottom w:val="single" w:sz="12" w:space="0" w:color="auto"/>
                            </w:tcBorders>
                          </w:tcPr>
                          <w:p w:rsidR="00500693" w:rsidRPr="004358C7" w:rsidRDefault="00B155CD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706/1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bottom w:val="single" w:sz="12" w:space="0" w:color="auto"/>
                            </w:tcBorders>
                          </w:tcPr>
                          <w:p w:rsidR="00500693" w:rsidRPr="004358C7" w:rsidRDefault="00B155CD" w:rsidP="00901F6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500693" w:rsidRPr="00F33B48" w:rsidRDefault="00F33B48" w:rsidP="00901F6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33B48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غیور</w:t>
                            </w:r>
                          </w:p>
                        </w:tc>
                      </w:tr>
                      <w:bookmarkEnd w:id="1"/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p w:rsidR="00482240" w:rsidRDefault="00B23D35" w:rsidP="00197DFD">
      <w:pPr>
        <w:bidi/>
        <w:spacing w:line="168" w:lineRule="auto"/>
        <w:jc w:val="center"/>
        <w:rPr>
          <w:rFonts w:ascii="IranNastaliq" w:hAnsi="IranNastaliq" w:cs="B Nazanin"/>
          <w:sz w:val="28"/>
          <w:szCs w:val="28"/>
          <w:rtl/>
          <w:lang w:bidi="fa-IR"/>
        </w:rPr>
      </w:pPr>
      <w:r w:rsidRPr="00164FC8">
        <w:rPr>
          <w:rFonts w:cs="2  Esfehan" w:hint="cs"/>
          <w:sz w:val="36"/>
          <w:szCs w:val="36"/>
          <w:rtl/>
          <w:lang w:bidi="fa-IR"/>
        </w:rPr>
        <w:t xml:space="preserve">برنامه هفتگی </w:t>
      </w:r>
    </w:p>
    <w:sectPr w:rsidR="00482240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78F" w:rsidRDefault="00BA378F" w:rsidP="00B06BC8">
      <w:pPr>
        <w:spacing w:after="0" w:line="240" w:lineRule="auto"/>
      </w:pPr>
      <w:r>
        <w:separator/>
      </w:r>
    </w:p>
  </w:endnote>
  <w:endnote w:type="continuationSeparator" w:id="0">
    <w:p w:rsidR="00BA378F" w:rsidRDefault="00BA378F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78F" w:rsidRDefault="00BA378F" w:rsidP="00B06BC8">
      <w:pPr>
        <w:spacing w:after="0" w:line="240" w:lineRule="auto"/>
      </w:pPr>
      <w:r>
        <w:separator/>
      </w:r>
    </w:p>
  </w:footnote>
  <w:footnote w:type="continuationSeparator" w:id="0">
    <w:p w:rsidR="00BA378F" w:rsidRDefault="00BA378F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1254DF"/>
    <w:rsid w:val="00143D9D"/>
    <w:rsid w:val="0014647E"/>
    <w:rsid w:val="001520FB"/>
    <w:rsid w:val="0016467B"/>
    <w:rsid w:val="00197DFD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358C7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0693"/>
    <w:rsid w:val="00502888"/>
    <w:rsid w:val="005137C6"/>
    <w:rsid w:val="005146A4"/>
    <w:rsid w:val="0054188F"/>
    <w:rsid w:val="00582EB0"/>
    <w:rsid w:val="005C2386"/>
    <w:rsid w:val="005E28CF"/>
    <w:rsid w:val="0063686F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12EBE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01F69"/>
    <w:rsid w:val="00912AA4"/>
    <w:rsid w:val="00933941"/>
    <w:rsid w:val="0094304D"/>
    <w:rsid w:val="009554F9"/>
    <w:rsid w:val="00961163"/>
    <w:rsid w:val="00982885"/>
    <w:rsid w:val="00982CD7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B367D"/>
    <w:rsid w:val="00AF6D80"/>
    <w:rsid w:val="00B06BC8"/>
    <w:rsid w:val="00B111A5"/>
    <w:rsid w:val="00B155CD"/>
    <w:rsid w:val="00B23D35"/>
    <w:rsid w:val="00B42367"/>
    <w:rsid w:val="00B46DCB"/>
    <w:rsid w:val="00B55D97"/>
    <w:rsid w:val="00B56290"/>
    <w:rsid w:val="00B62771"/>
    <w:rsid w:val="00B63ECD"/>
    <w:rsid w:val="00B650B8"/>
    <w:rsid w:val="00BA378F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F4B7B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3B48"/>
    <w:rsid w:val="00F37FD2"/>
    <w:rsid w:val="00F4086F"/>
    <w:rsid w:val="00F41389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1426E7-2836-4506-B782-CFEC447F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0E5F0-A8BC-4CEE-A1FF-82D813D5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31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14</cp:revision>
  <cp:lastPrinted>2016-07-27T14:12:00Z</cp:lastPrinted>
  <dcterms:created xsi:type="dcterms:W3CDTF">2016-08-05T21:18:00Z</dcterms:created>
  <dcterms:modified xsi:type="dcterms:W3CDTF">2017-09-06T07:21:00Z</dcterms:modified>
</cp:coreProperties>
</file>