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D3134C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D3134C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D3134C">
        <w:rPr>
          <w:rFonts w:cs="B Titr" w:hint="cs"/>
          <w:sz w:val="36"/>
          <w:szCs w:val="36"/>
          <w:rtl/>
          <w:lang w:bidi="fa-IR"/>
        </w:rPr>
        <w:t>6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B86C79">
        <w:rPr>
          <w:rFonts w:cs="2  Esfehan" w:hint="cs"/>
          <w:sz w:val="36"/>
          <w:szCs w:val="36"/>
          <w:rtl/>
          <w:lang w:bidi="fa-IR"/>
        </w:rPr>
        <w:t>رشته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B86C79">
        <w:rPr>
          <w:rFonts w:cs="2  Esfehan" w:hint="cs"/>
          <w:sz w:val="36"/>
          <w:szCs w:val="36"/>
          <w:rtl/>
          <w:lang w:bidi="fa-IR"/>
        </w:rPr>
        <w:t xml:space="preserve">  دوخت کارشناسی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="00D3134C">
        <w:rPr>
          <w:rFonts w:cs="2  Esfehan" w:hint="cs"/>
          <w:sz w:val="46"/>
          <w:szCs w:val="46"/>
          <w:rtl/>
          <w:lang w:bidi="fa-IR"/>
        </w:rPr>
        <w:t>3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49"/>
                              <w:gridCol w:w="453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B86C79" w:rsidTr="007826C8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8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B86C79" w:rsidTr="007826C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B62771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B86C79" w:rsidTr="007826C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B86C79" w:rsidRPr="0043440D" w:rsidTr="007826C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8574F" w:rsidRPr="0043440D" w:rsidTr="007826C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574F" w:rsidRPr="00DC6433" w:rsidRDefault="00B8574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11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574F" w:rsidRPr="00640D7A" w:rsidRDefault="00A9776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 ودوخت 2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8574F" w:rsidRPr="00A92ABA" w:rsidRDefault="00B8574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574F" w:rsidRPr="00A92ABA" w:rsidRDefault="00B8574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574F" w:rsidRPr="00A92ABA" w:rsidRDefault="00B8574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574F" w:rsidRPr="00A92ABA" w:rsidRDefault="00B8574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97768" w:rsidRPr="0043440D" w:rsidTr="007826C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97768" w:rsidRPr="00DC6433" w:rsidRDefault="00A97768" w:rsidP="00A9776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11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97768" w:rsidRPr="00640D7A" w:rsidRDefault="00A97768" w:rsidP="00A9776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 ودوخت 2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97768" w:rsidRPr="00A92ABA" w:rsidRDefault="00A97768" w:rsidP="00A9776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7768" w:rsidRPr="00A92ABA" w:rsidRDefault="00A97768" w:rsidP="00A9776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97768" w:rsidRPr="00A92ABA" w:rsidRDefault="00A97768" w:rsidP="00A9776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7768" w:rsidRPr="00A92ABA" w:rsidRDefault="00A97768" w:rsidP="00A9776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826C8" w:rsidRPr="0043440D" w:rsidTr="007826C8">
                              <w:trPr>
                                <w:trHeight w:val="127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826C8" w:rsidRPr="00DC6433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gridSpan w:val="4"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826C8" w:rsidRPr="00640D7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اندام</w:t>
                                  </w:r>
                                </w:p>
                              </w:tc>
                              <w:tc>
                                <w:tcPr>
                                  <w:tcW w:w="1583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826C8" w:rsidRPr="006B0E01" w:rsidRDefault="007826C8" w:rsidP="00A44F1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حجم سازی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7826C8" w:rsidRPr="00A44F16" w:rsidRDefault="007826C8" w:rsidP="007826C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C34AAB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درجه بندی1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826C8" w:rsidRPr="00640D7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7826C8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درجه</w:t>
                                  </w:r>
                                  <w:r w:rsidRPr="007826C8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7826C8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بند</w:t>
                                  </w:r>
                                  <w:r w:rsidRPr="007826C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7826C8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826C8" w:rsidRPr="0043440D" w:rsidTr="007826C8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826C8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94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7826C8" w:rsidRPr="006B0E01" w:rsidRDefault="007826C8" w:rsidP="00A44F16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حجم سازی</w:t>
                                  </w:r>
                                </w:p>
                              </w:tc>
                              <w:tc>
                                <w:tcPr>
                                  <w:tcW w:w="158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826C8" w:rsidRPr="00640D7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اندام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826C8" w:rsidRPr="00640D7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826C8" w:rsidRPr="00640D7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44F16" w:rsidRPr="0043440D" w:rsidTr="007826C8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44F16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4F16" w:rsidRPr="00640D7A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9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A44F16" w:rsidRPr="000D4250" w:rsidRDefault="00A44F16" w:rsidP="00A44F16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0D425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مدیریت و تولید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4F16" w:rsidRPr="000D4250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0D425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تحقیق و سمینار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4F16" w:rsidRPr="00640D7A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4F16" w:rsidRPr="00640D7A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44F16" w:rsidRPr="00640D7A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44F16" w:rsidRPr="00640D7A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44F16" w:rsidRPr="00A92ABA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44F16" w:rsidRPr="00A92ABA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44F16" w:rsidRPr="00A92ABA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44F16" w:rsidRPr="00A92ABA" w:rsidRDefault="00A44F16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826C8" w:rsidRPr="0043440D" w:rsidTr="007826C8">
                              <w:trPr>
                                <w:trHeight w:val="188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826C8" w:rsidRPr="00DC6433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gridSpan w:val="6"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826C8" w:rsidRPr="00A03D29" w:rsidRDefault="00A03D29" w:rsidP="00A03D2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A03D29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الگودوخت</w:t>
                                  </w:r>
                                  <w:r w:rsidRPr="00A03D29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A03D29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بچه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vMerge w:val="restart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vMerge w:val="restart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826C8" w:rsidRPr="0043440D" w:rsidTr="007826C8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826C8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826C8" w:rsidRPr="00A03D29" w:rsidRDefault="00A03D29" w:rsidP="00A03D29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A03D29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الگودوخت</w:t>
                                  </w:r>
                                  <w:r w:rsidRPr="00A03D29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A03D29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بچه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vMerge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vMerge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826C8" w:rsidRPr="00A92ABA" w:rsidRDefault="007826C8" w:rsidP="00A44F16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86C79" w:rsidRDefault="00B86C7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49"/>
                        <w:gridCol w:w="453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B86C79" w:rsidTr="007826C8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8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B86C79" w:rsidTr="007826C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B62771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B86C79" w:rsidTr="007826C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B86C79" w:rsidRPr="0043440D" w:rsidTr="007826C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8574F" w:rsidRPr="0043440D" w:rsidTr="007826C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574F" w:rsidRPr="00DC6433" w:rsidRDefault="00B8574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11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574F" w:rsidRPr="00640D7A" w:rsidRDefault="00A9776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 ودوخت 2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B8574F" w:rsidRPr="00A92ABA" w:rsidRDefault="00B8574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8574F" w:rsidRPr="00A92ABA" w:rsidRDefault="00B8574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8574F" w:rsidRPr="00A92ABA" w:rsidRDefault="00B8574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8574F" w:rsidRPr="00A92ABA" w:rsidRDefault="00B8574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97768" w:rsidRPr="0043440D" w:rsidTr="007826C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97768" w:rsidRPr="00DC6433" w:rsidRDefault="00A97768" w:rsidP="00A9776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11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97768" w:rsidRPr="00640D7A" w:rsidRDefault="00A97768" w:rsidP="00A9776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 ودوخت 2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A97768" w:rsidRPr="00A92ABA" w:rsidRDefault="00A97768" w:rsidP="00A9776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97768" w:rsidRPr="00A92ABA" w:rsidRDefault="00A97768" w:rsidP="00A9776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97768" w:rsidRPr="00A92ABA" w:rsidRDefault="00A97768" w:rsidP="00A9776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97768" w:rsidRPr="00A92ABA" w:rsidRDefault="00A97768" w:rsidP="00A9776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826C8" w:rsidRPr="0043440D" w:rsidTr="007826C8">
                        <w:trPr>
                          <w:trHeight w:val="127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826C8" w:rsidRPr="00DC6433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1594" w:type="dxa"/>
                            <w:gridSpan w:val="4"/>
                            <w:tcBorders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826C8" w:rsidRPr="00640D7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اندام</w:t>
                            </w:r>
                          </w:p>
                        </w:tc>
                        <w:tc>
                          <w:tcPr>
                            <w:tcW w:w="1583" w:type="dxa"/>
                            <w:gridSpan w:val="3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7826C8" w:rsidRPr="006B0E01" w:rsidRDefault="007826C8" w:rsidP="00A44F1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حجم سازی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7826C8" w:rsidRPr="00A44F16" w:rsidRDefault="007826C8" w:rsidP="007826C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34AAB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درجه بندی1</w:t>
                            </w:r>
                          </w:p>
                        </w:tc>
                        <w:tc>
                          <w:tcPr>
                            <w:tcW w:w="1201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826C8" w:rsidRPr="00640D7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7826C8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درجه</w:t>
                            </w:r>
                            <w:r w:rsidRPr="007826C8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826C8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بند</w:t>
                            </w:r>
                            <w:r w:rsidRPr="007826C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7826C8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826C8" w:rsidRPr="0043440D" w:rsidTr="007826C8">
                        <w:trPr>
                          <w:trHeight w:val="309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826C8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94" w:type="dxa"/>
                            <w:gridSpan w:val="4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7826C8" w:rsidRPr="006B0E01" w:rsidRDefault="007826C8" w:rsidP="00A44F16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حجم سازی</w:t>
                            </w:r>
                          </w:p>
                        </w:tc>
                        <w:tc>
                          <w:tcPr>
                            <w:tcW w:w="1583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826C8" w:rsidRPr="00640D7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اندام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826C8" w:rsidRPr="00640D7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01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826C8" w:rsidRPr="00640D7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44F16" w:rsidRPr="0043440D" w:rsidTr="007826C8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44F16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4F16" w:rsidRPr="00640D7A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9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A44F16" w:rsidRPr="000D4250" w:rsidRDefault="00A44F16" w:rsidP="00A44F16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D425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مدیریت و تولید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4F16" w:rsidRPr="000D4250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D425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تحقیق و سمینار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4F16" w:rsidRPr="00640D7A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4F16" w:rsidRPr="00640D7A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44F16" w:rsidRPr="00640D7A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44F16" w:rsidRPr="00640D7A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44F16" w:rsidRPr="00A92ABA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44F16" w:rsidRPr="00A92ABA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44F16" w:rsidRPr="00A92ABA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44F16" w:rsidRPr="00A92ABA" w:rsidRDefault="00A44F16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826C8" w:rsidRPr="0043440D" w:rsidTr="007826C8">
                        <w:trPr>
                          <w:trHeight w:val="188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826C8" w:rsidRPr="00DC6433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2610" w:type="dxa"/>
                            <w:gridSpan w:val="6"/>
                            <w:tcBorders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826C8" w:rsidRPr="00A03D29" w:rsidRDefault="00A03D29" w:rsidP="00A03D2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03D29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الگودوخت</w:t>
                            </w:r>
                            <w:r w:rsidRPr="00A03D29"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03D29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بچه</w:t>
                            </w: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vMerge w:val="restart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vMerge w:val="restart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826C8" w:rsidRPr="0043440D" w:rsidTr="007826C8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826C8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gridSpan w:val="6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826C8" w:rsidRPr="00A03D29" w:rsidRDefault="00A03D29" w:rsidP="00A03D29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03D29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الگودوخت</w:t>
                            </w:r>
                            <w:r w:rsidRPr="00A03D29"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03D29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بچه</w:t>
                            </w: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vMerge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vMerge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7826C8" w:rsidRPr="00A92ABA" w:rsidRDefault="007826C8" w:rsidP="00A44F16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B86C79" w:rsidRDefault="00B86C7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B86C7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B86C7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B62771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B86C7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007C4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B86C7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86C7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CE129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CE129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86C7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86C7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86C7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86C7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DC6433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86C79" w:rsidRPr="00A92ABA" w:rsidRDefault="00B86C7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86C79" w:rsidRDefault="00B86C7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B86C7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B86C7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B62771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B86C7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007C4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B86C7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86C7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CE129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CE129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86C7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86C7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86C7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640D7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86C7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DC6433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B86C79" w:rsidRPr="00A92ABA" w:rsidRDefault="00B86C7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B86C79" w:rsidRDefault="00B86C7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11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040"/>
                              <w:gridCol w:w="1044"/>
                              <w:gridCol w:w="618"/>
                              <w:gridCol w:w="1720"/>
                            </w:tblGrid>
                            <w:tr w:rsidR="00B86C79" w:rsidTr="007B18CB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981669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981669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981669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981669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86C79" w:rsidRPr="00981669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B86C79" w:rsidTr="007B18CB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8300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اندام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1128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B86C79" w:rsidRPr="00640D7A" w:rsidRDefault="00A44F1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86C79" w:rsidRPr="00640D7A" w:rsidRDefault="004E0B1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همایونی</w:t>
                                  </w:r>
                                </w:p>
                              </w:tc>
                            </w:tr>
                            <w:tr w:rsidR="00B86C79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8300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اندام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1128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B86C79" w:rsidRPr="00640D7A" w:rsidRDefault="00A44F1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86C79" w:rsidRPr="00640D7A" w:rsidRDefault="004E0B1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همایونی</w:t>
                                  </w:r>
                                </w:p>
                              </w:tc>
                            </w:tr>
                            <w:tr w:rsidR="00B86C79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8299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الگو2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B86C79" w:rsidRPr="00640D7A" w:rsidRDefault="00A44F1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86C79" w:rsidRPr="00640D7A" w:rsidRDefault="004E0B1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کلباسی</w:t>
                                  </w:r>
                                </w:p>
                              </w:tc>
                            </w:tr>
                            <w:tr w:rsidR="00B86C79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8311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دوخت2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1127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B86C79" w:rsidRPr="00640D7A" w:rsidRDefault="00A44F1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86C79" w:rsidRPr="00640D7A" w:rsidRDefault="004E0B1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کلباسی</w:t>
                                  </w:r>
                                </w:p>
                              </w:tc>
                            </w:tr>
                            <w:tr w:rsidR="00B86C79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8299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الگو2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B86C79" w:rsidRPr="00640D7A" w:rsidRDefault="00A44F1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86C79" w:rsidRPr="00640D7A" w:rsidRDefault="004E0B1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کریم پور</w:t>
                                  </w:r>
                                </w:p>
                              </w:tc>
                            </w:tr>
                            <w:tr w:rsidR="00B86C79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86C79" w:rsidRPr="00640D7A" w:rsidRDefault="00B86C7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8311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دوخت2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B86C79" w:rsidRPr="00640D7A" w:rsidRDefault="00D94C72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1127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B86C79" w:rsidRPr="00640D7A" w:rsidRDefault="00A44F16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86C79" w:rsidRPr="00640D7A" w:rsidRDefault="004E0B1F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کریم پور</w:t>
                                  </w:r>
                                </w:p>
                              </w:tc>
                            </w:tr>
                            <w:tr w:rsidR="00B86C79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86C79" w:rsidRPr="006B0E01" w:rsidRDefault="00B86C79" w:rsidP="00DF2D0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830</w:t>
                                  </w:r>
                                  <w:r w:rsidR="00DF2D0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B86C79" w:rsidRPr="006B0E01" w:rsidRDefault="00D94C72" w:rsidP="00DF2D0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</w:t>
                                  </w:r>
                                  <w:r w:rsidR="004E0B1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</w:t>
                                  </w: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جه بندی </w:t>
                                  </w:r>
                                  <w:r w:rsidR="00DF2D0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B86C79" w:rsidRPr="006B0E01" w:rsidRDefault="00D94C72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1132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B86C79" w:rsidRPr="006B0E01" w:rsidRDefault="00A44F16" w:rsidP="007B18CB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86C79" w:rsidRPr="006B0E01" w:rsidRDefault="00D94C72" w:rsidP="006B0E0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چاوشی</w:t>
                                  </w:r>
                                </w:p>
                              </w:tc>
                            </w:tr>
                            <w:tr w:rsidR="00B86C79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86C79" w:rsidRPr="006B0E01" w:rsidRDefault="00B86C79" w:rsidP="00DF2D0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830</w:t>
                                  </w:r>
                                  <w:r w:rsidR="00DF2D0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B86C79" w:rsidRPr="006B0E01" w:rsidRDefault="00D94C72" w:rsidP="00DF2D0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درجه بندی</w:t>
                                  </w:r>
                                  <w:r w:rsidR="00DF2D08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B86C79" w:rsidRPr="006B0E01" w:rsidRDefault="004E0B1F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1132/1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B86C79" w:rsidRPr="006B0E01" w:rsidRDefault="00A44F16" w:rsidP="007B18CB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86C79" w:rsidRPr="006B0E01" w:rsidRDefault="00D94C72" w:rsidP="006B0E0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چاوشی</w:t>
                                  </w:r>
                                </w:p>
                              </w:tc>
                            </w:tr>
                            <w:tr w:rsidR="00B86C79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86C79" w:rsidRPr="006B0E01" w:rsidRDefault="00B86C79" w:rsidP="006B0E0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8290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B86C79" w:rsidRPr="006B0E01" w:rsidRDefault="006E620C" w:rsidP="006B0E0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تحقیق و</w:t>
                                  </w:r>
                                  <w:r w:rsidR="00D94C72"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سمینار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B86C79" w:rsidRPr="006B0E01" w:rsidRDefault="00D94C72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B0E0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1123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B86C79" w:rsidRPr="006B0E01" w:rsidRDefault="00A44F16" w:rsidP="007B18CB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86C79" w:rsidRPr="006B0E01" w:rsidRDefault="00FF7F4C" w:rsidP="006B0E0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جوانی</w:t>
                                  </w:r>
                                </w:p>
                              </w:tc>
                            </w:tr>
                            <w:tr w:rsidR="00D3134C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D3134C" w:rsidRPr="006B0E01" w:rsidRDefault="004E0B1F" w:rsidP="006B0E0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8301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D3134C" w:rsidRPr="006B0E01" w:rsidRDefault="004E0B1F" w:rsidP="006B0E0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حجم سازی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D3134C" w:rsidRPr="006B0E01" w:rsidRDefault="004E0B1F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1124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D3134C" w:rsidRPr="006B0E01" w:rsidRDefault="00A44F16" w:rsidP="007B18CB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D3134C" w:rsidRPr="006B0E01" w:rsidRDefault="00FF7F4C" w:rsidP="006B0E0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بهرامی</w:t>
                                  </w:r>
                                </w:p>
                              </w:tc>
                            </w:tr>
                            <w:tr w:rsidR="004E0B1F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8301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حجم سازی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1124/1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4E0B1F" w:rsidRPr="006B0E01" w:rsidRDefault="00A44F16" w:rsidP="007B18CB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E0B1F" w:rsidRPr="006B0E01" w:rsidRDefault="00FF7F4C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بهرامی</w:t>
                                  </w:r>
                                </w:p>
                              </w:tc>
                            </w:tr>
                            <w:tr w:rsidR="004E0B1F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8302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مدیریت</w:t>
                                  </w:r>
                                  <w:r w:rsidR="00A44F1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و تولید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1125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4E0B1F" w:rsidRPr="006B0E01" w:rsidRDefault="00A44F16" w:rsidP="007B18CB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E0B1F" w:rsidRPr="006B0E01" w:rsidRDefault="00FF7F4C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بهادر</w:t>
                                  </w:r>
                                </w:p>
                              </w:tc>
                            </w:tr>
                            <w:tr w:rsidR="004E0B1F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8309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الگودوخت بچه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1133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4E0B1F" w:rsidRPr="006B0E01" w:rsidRDefault="00A44F16" w:rsidP="007B18CB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E0B1F" w:rsidRPr="006B0E01" w:rsidRDefault="00FF7F4C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چاوشی-ملکوتی</w:t>
                                  </w:r>
                                </w:p>
                              </w:tc>
                            </w:tr>
                            <w:tr w:rsidR="004E0B1F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E0B1F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8314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4E0B1F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پروژه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4E0B1F" w:rsidRDefault="004E0B1F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1135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4E0B1F" w:rsidRPr="006B0E01" w:rsidRDefault="00A44F16" w:rsidP="007B18CB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E0B1F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E0B1F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8315</w:t>
                                  </w: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4E0B1F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کارآموزی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</w:tcPr>
                                <w:p w:rsidR="004E0B1F" w:rsidRDefault="004E0B1F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1136</w:t>
                                  </w:r>
                                </w:p>
                              </w:tc>
                              <w:tc>
                                <w:tcPr>
                                  <w:tcW w:w="618" w:type="dxa"/>
                                </w:tcPr>
                                <w:p w:rsidR="004E0B1F" w:rsidRPr="006B0E01" w:rsidRDefault="00A44F16" w:rsidP="007B18CB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E0B1F" w:rsidRPr="006B0E01" w:rsidRDefault="004E0B1F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832B6" w:rsidTr="007B18C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0832B6" w:rsidRDefault="000832B6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0" w:type="dxa"/>
                                </w:tcPr>
                                <w:p w:rsidR="000832B6" w:rsidRDefault="000832B6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0832B6" w:rsidRDefault="000832B6" w:rsidP="004E0B1F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0832B6" w:rsidRPr="006B0E01" w:rsidRDefault="000832B6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0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0832B6" w:rsidRPr="006B0E01" w:rsidRDefault="000832B6" w:rsidP="004E0B1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86C79" w:rsidRDefault="00B86C7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B86C7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B86C79" w:rsidRDefault="00B86C79"/>
                              </w:tc>
                            </w:tr>
                          </w:tbl>
                          <w:p w:rsidR="00B86C79" w:rsidRDefault="00B86C7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11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040"/>
                        <w:gridCol w:w="1044"/>
                        <w:gridCol w:w="618"/>
                        <w:gridCol w:w="1720"/>
                      </w:tblGrid>
                      <w:tr w:rsidR="00B86C79" w:rsidTr="007B18CB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981669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040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981669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981669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981669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86C79" w:rsidRPr="00981669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B86C79" w:rsidTr="007B18CB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B86C79" w:rsidRPr="00640D7A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8300</w:t>
                            </w:r>
                          </w:p>
                        </w:tc>
                        <w:tc>
                          <w:tcPr>
                            <w:tcW w:w="2040" w:type="dxa"/>
                            <w:tcBorders>
                              <w:top w:val="single" w:sz="12" w:space="0" w:color="auto"/>
                            </w:tcBorders>
                          </w:tcPr>
                          <w:p w:rsidR="00B86C79" w:rsidRPr="00640D7A" w:rsidRDefault="00D94C72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اندام</w:t>
                            </w: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sz="12" w:space="0" w:color="auto"/>
                            </w:tcBorders>
                          </w:tcPr>
                          <w:p w:rsidR="00B86C79" w:rsidRPr="00640D7A" w:rsidRDefault="00D94C72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1128</w:t>
                            </w:r>
                          </w:p>
                        </w:tc>
                        <w:tc>
                          <w:tcPr>
                            <w:tcW w:w="618" w:type="dxa"/>
                            <w:tcBorders>
                              <w:top w:val="single" w:sz="12" w:space="0" w:color="auto"/>
                            </w:tcBorders>
                          </w:tcPr>
                          <w:p w:rsidR="00B86C79" w:rsidRPr="00640D7A" w:rsidRDefault="00A44F1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B86C79" w:rsidRPr="00640D7A" w:rsidRDefault="004E0B1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همایونی</w:t>
                            </w:r>
                          </w:p>
                        </w:tc>
                      </w:tr>
                      <w:tr w:rsidR="00B86C79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86C79" w:rsidRPr="00640D7A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8300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B86C79" w:rsidRPr="00640D7A" w:rsidRDefault="00D94C72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اندام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B86C79" w:rsidRPr="00640D7A" w:rsidRDefault="00D94C72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1128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B86C79" w:rsidRPr="00640D7A" w:rsidRDefault="00A44F1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B86C79" w:rsidRPr="00640D7A" w:rsidRDefault="004E0B1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همایونی</w:t>
                            </w:r>
                          </w:p>
                        </w:tc>
                      </w:tr>
                      <w:tr w:rsidR="00B86C79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86C79" w:rsidRPr="00640D7A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8299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B86C79" w:rsidRPr="00640D7A" w:rsidRDefault="00D94C72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الگو2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B86C79" w:rsidRPr="00640D7A" w:rsidRDefault="00D94C72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B86C79" w:rsidRPr="00640D7A" w:rsidRDefault="00A44F1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B86C79" w:rsidRPr="00640D7A" w:rsidRDefault="004E0B1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کلباسی</w:t>
                            </w:r>
                          </w:p>
                        </w:tc>
                      </w:tr>
                      <w:tr w:rsidR="00B86C79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86C79" w:rsidRPr="00640D7A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8311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B86C79" w:rsidRPr="00640D7A" w:rsidRDefault="00D94C72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دوخت2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B86C79" w:rsidRPr="00640D7A" w:rsidRDefault="00D94C72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1127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B86C79" w:rsidRPr="00640D7A" w:rsidRDefault="00A44F1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B86C79" w:rsidRPr="00640D7A" w:rsidRDefault="004E0B1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کلباسی</w:t>
                            </w:r>
                          </w:p>
                        </w:tc>
                      </w:tr>
                      <w:tr w:rsidR="00B86C79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86C79" w:rsidRPr="00640D7A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8299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B86C79" w:rsidRPr="00640D7A" w:rsidRDefault="00D94C72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الگو2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B86C79" w:rsidRPr="00640D7A" w:rsidRDefault="00D94C72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B86C79" w:rsidRPr="00640D7A" w:rsidRDefault="00A44F1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B86C79" w:rsidRPr="00640D7A" w:rsidRDefault="004E0B1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کریم پور</w:t>
                            </w:r>
                          </w:p>
                        </w:tc>
                      </w:tr>
                      <w:tr w:rsidR="00B86C79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86C79" w:rsidRPr="00640D7A" w:rsidRDefault="00B86C7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8311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B86C79" w:rsidRPr="00640D7A" w:rsidRDefault="00D94C72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دوخت2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B86C79" w:rsidRPr="00640D7A" w:rsidRDefault="00D94C72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1127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B86C79" w:rsidRPr="00640D7A" w:rsidRDefault="00A44F16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B86C79" w:rsidRPr="00640D7A" w:rsidRDefault="004E0B1F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کریم پور</w:t>
                            </w:r>
                          </w:p>
                        </w:tc>
                      </w:tr>
                      <w:tr w:rsidR="00B86C79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86C79" w:rsidRPr="006B0E01" w:rsidRDefault="00B86C79" w:rsidP="00DF2D0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830</w:t>
                            </w:r>
                            <w:r w:rsidR="00DF2D0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B86C79" w:rsidRPr="006B0E01" w:rsidRDefault="00D94C72" w:rsidP="00DF2D0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</w:t>
                            </w:r>
                            <w:r w:rsidR="004E0B1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</w:t>
                            </w: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جه بندی </w:t>
                            </w:r>
                            <w:r w:rsidR="00DF2D0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B86C79" w:rsidRPr="006B0E01" w:rsidRDefault="00D94C72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1132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B86C79" w:rsidRPr="006B0E01" w:rsidRDefault="00A44F16" w:rsidP="007B18CB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B86C79" w:rsidRPr="006B0E01" w:rsidRDefault="00D94C72" w:rsidP="006B0E0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چاوشی</w:t>
                            </w:r>
                          </w:p>
                        </w:tc>
                      </w:tr>
                      <w:tr w:rsidR="00B86C79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86C79" w:rsidRPr="006B0E01" w:rsidRDefault="00B86C79" w:rsidP="00DF2D0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830</w:t>
                            </w:r>
                            <w:r w:rsidR="00DF2D0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B86C79" w:rsidRPr="006B0E01" w:rsidRDefault="00D94C72" w:rsidP="00DF2D0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درجه بندی</w:t>
                            </w:r>
                            <w:r w:rsidR="00DF2D08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B86C79" w:rsidRPr="006B0E01" w:rsidRDefault="004E0B1F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1132/1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B86C79" w:rsidRPr="006B0E01" w:rsidRDefault="00A44F16" w:rsidP="007B18CB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B86C79" w:rsidRPr="006B0E01" w:rsidRDefault="00D94C72" w:rsidP="006B0E0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چاوشی</w:t>
                            </w:r>
                          </w:p>
                        </w:tc>
                      </w:tr>
                      <w:tr w:rsidR="00B86C79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B86C79" w:rsidRPr="006B0E01" w:rsidRDefault="00B86C79" w:rsidP="006B0E0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8290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B86C79" w:rsidRPr="006B0E01" w:rsidRDefault="006E620C" w:rsidP="006B0E0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تحقیق و</w:t>
                            </w:r>
                            <w:r w:rsidR="00D94C72"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سمینار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B86C79" w:rsidRPr="006B0E01" w:rsidRDefault="00D94C72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B0E0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1123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B86C79" w:rsidRPr="006B0E01" w:rsidRDefault="00A44F16" w:rsidP="007B18CB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B86C79" w:rsidRPr="006B0E01" w:rsidRDefault="00FF7F4C" w:rsidP="006B0E0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جوانی</w:t>
                            </w:r>
                          </w:p>
                        </w:tc>
                      </w:tr>
                      <w:tr w:rsidR="00D3134C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D3134C" w:rsidRPr="006B0E01" w:rsidRDefault="004E0B1F" w:rsidP="006B0E0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8301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D3134C" w:rsidRPr="006B0E01" w:rsidRDefault="004E0B1F" w:rsidP="006B0E0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حجم سازی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D3134C" w:rsidRPr="006B0E01" w:rsidRDefault="004E0B1F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1124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D3134C" w:rsidRPr="006B0E01" w:rsidRDefault="00A44F16" w:rsidP="007B18CB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D3134C" w:rsidRPr="006B0E01" w:rsidRDefault="00FF7F4C" w:rsidP="006B0E0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بهرامی</w:t>
                            </w:r>
                          </w:p>
                        </w:tc>
                      </w:tr>
                      <w:tr w:rsidR="004E0B1F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4E0B1F" w:rsidRPr="006B0E01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8301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4E0B1F" w:rsidRPr="006B0E01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حجم سازی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4E0B1F" w:rsidRPr="006B0E01" w:rsidRDefault="004E0B1F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1124/1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4E0B1F" w:rsidRPr="006B0E01" w:rsidRDefault="00A44F16" w:rsidP="007B18CB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4E0B1F" w:rsidRPr="006B0E01" w:rsidRDefault="00FF7F4C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بهرامی</w:t>
                            </w:r>
                          </w:p>
                        </w:tc>
                      </w:tr>
                      <w:tr w:rsidR="004E0B1F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4E0B1F" w:rsidRPr="006B0E01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8302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4E0B1F" w:rsidRPr="006B0E01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مدیریت</w:t>
                            </w:r>
                            <w:r w:rsidR="00A44F1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تولید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4E0B1F" w:rsidRPr="006B0E01" w:rsidRDefault="004E0B1F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1125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4E0B1F" w:rsidRPr="006B0E01" w:rsidRDefault="00A44F16" w:rsidP="007B18CB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4E0B1F" w:rsidRPr="006B0E01" w:rsidRDefault="00FF7F4C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بهادر</w:t>
                            </w:r>
                          </w:p>
                        </w:tc>
                      </w:tr>
                      <w:tr w:rsidR="004E0B1F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4E0B1F" w:rsidRPr="006B0E01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8309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4E0B1F" w:rsidRPr="006B0E01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الگودوخت بچه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4E0B1F" w:rsidRPr="006B0E01" w:rsidRDefault="004E0B1F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1133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4E0B1F" w:rsidRPr="006B0E01" w:rsidRDefault="00A44F16" w:rsidP="007B18CB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4E0B1F" w:rsidRPr="006B0E01" w:rsidRDefault="00FF7F4C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چاوشی-ملکوتی</w:t>
                            </w:r>
                          </w:p>
                        </w:tc>
                      </w:tr>
                      <w:tr w:rsidR="004E0B1F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4E0B1F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8314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4E0B1F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پروژه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4E0B1F" w:rsidRDefault="004E0B1F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1135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4E0B1F" w:rsidRPr="006B0E01" w:rsidRDefault="00A44F16" w:rsidP="007B18CB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4E0B1F" w:rsidRPr="006B0E01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E0B1F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4E0B1F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8315</w:t>
                            </w:r>
                          </w:p>
                        </w:tc>
                        <w:tc>
                          <w:tcPr>
                            <w:tcW w:w="2040" w:type="dxa"/>
                          </w:tcPr>
                          <w:p w:rsidR="004E0B1F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کارآموزی</w:t>
                            </w:r>
                          </w:p>
                        </w:tc>
                        <w:tc>
                          <w:tcPr>
                            <w:tcW w:w="1044" w:type="dxa"/>
                          </w:tcPr>
                          <w:p w:rsidR="004E0B1F" w:rsidRDefault="004E0B1F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1136</w:t>
                            </w:r>
                          </w:p>
                        </w:tc>
                        <w:tc>
                          <w:tcPr>
                            <w:tcW w:w="618" w:type="dxa"/>
                          </w:tcPr>
                          <w:p w:rsidR="004E0B1F" w:rsidRPr="006B0E01" w:rsidRDefault="00A44F16" w:rsidP="007B18CB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  <w:bookmarkEnd w:id="1"/>
                          </w:p>
                        </w:tc>
                        <w:tc>
                          <w:tcPr>
                            <w:tcW w:w="1720" w:type="dxa"/>
                            <w:tcBorders>
                              <w:right w:val="single" w:sz="12" w:space="0" w:color="auto"/>
                            </w:tcBorders>
                          </w:tcPr>
                          <w:p w:rsidR="004E0B1F" w:rsidRPr="006B0E01" w:rsidRDefault="004E0B1F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832B6" w:rsidTr="007B18C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0832B6" w:rsidRDefault="000832B6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040" w:type="dxa"/>
                          </w:tcPr>
                          <w:p w:rsidR="000832B6" w:rsidRDefault="000832B6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4" w:type="dxa"/>
                            <w:tcBorders>
                              <w:bottom w:val="single" w:sz="12" w:space="0" w:color="auto"/>
                            </w:tcBorders>
                          </w:tcPr>
                          <w:p w:rsidR="000832B6" w:rsidRDefault="000832B6" w:rsidP="004E0B1F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8" w:type="dxa"/>
                            <w:tcBorders>
                              <w:bottom w:val="single" w:sz="12" w:space="0" w:color="auto"/>
                            </w:tcBorders>
                          </w:tcPr>
                          <w:p w:rsidR="000832B6" w:rsidRPr="006B0E01" w:rsidRDefault="000832B6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20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0832B6" w:rsidRPr="006B0E01" w:rsidRDefault="000832B6" w:rsidP="004E0B1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B86C79" w:rsidRDefault="00B86C7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B86C7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B86C79" w:rsidRDefault="00B86C79"/>
                        </w:tc>
                      </w:tr>
                    </w:tbl>
                    <w:p w:rsidR="00B86C79" w:rsidRDefault="00B86C7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6C79" w:rsidRPr="00DC6433" w:rsidRDefault="00B86C79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86C79" w:rsidRDefault="00B86C79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86C79" w:rsidRPr="00DC6433" w:rsidRDefault="00B86C79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86C79" w:rsidRPr="00DC6433" w:rsidRDefault="00B86C79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86C79" w:rsidRDefault="00B86C79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86C79" w:rsidRPr="00DC6433" w:rsidRDefault="00B86C79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A9C" w:rsidRDefault="00F07A9C" w:rsidP="00B06BC8">
      <w:pPr>
        <w:spacing w:after="0" w:line="240" w:lineRule="auto"/>
      </w:pPr>
      <w:r>
        <w:separator/>
      </w:r>
    </w:p>
  </w:endnote>
  <w:endnote w:type="continuationSeparator" w:id="0">
    <w:p w:rsidR="00F07A9C" w:rsidRDefault="00F07A9C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A9C" w:rsidRDefault="00F07A9C" w:rsidP="00B06BC8">
      <w:pPr>
        <w:spacing w:after="0" w:line="240" w:lineRule="auto"/>
      </w:pPr>
      <w:r>
        <w:separator/>
      </w:r>
    </w:p>
  </w:footnote>
  <w:footnote w:type="continuationSeparator" w:id="0">
    <w:p w:rsidR="00F07A9C" w:rsidRDefault="00F07A9C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832B6"/>
    <w:rsid w:val="0009142F"/>
    <w:rsid w:val="00093EA7"/>
    <w:rsid w:val="000977EC"/>
    <w:rsid w:val="00097B0F"/>
    <w:rsid w:val="000B3148"/>
    <w:rsid w:val="000B73FA"/>
    <w:rsid w:val="000D4250"/>
    <w:rsid w:val="000E1BA5"/>
    <w:rsid w:val="000F088C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2F73C0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0B1F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82EB0"/>
    <w:rsid w:val="005C2386"/>
    <w:rsid w:val="005E28CF"/>
    <w:rsid w:val="0063686F"/>
    <w:rsid w:val="006548E1"/>
    <w:rsid w:val="006926A7"/>
    <w:rsid w:val="00696452"/>
    <w:rsid w:val="006B0E01"/>
    <w:rsid w:val="006C2A0C"/>
    <w:rsid w:val="006E1445"/>
    <w:rsid w:val="006E620C"/>
    <w:rsid w:val="006E678E"/>
    <w:rsid w:val="006F2244"/>
    <w:rsid w:val="007564F2"/>
    <w:rsid w:val="00756AB3"/>
    <w:rsid w:val="007602F5"/>
    <w:rsid w:val="0078244F"/>
    <w:rsid w:val="007826C8"/>
    <w:rsid w:val="00793B88"/>
    <w:rsid w:val="00796182"/>
    <w:rsid w:val="007A1576"/>
    <w:rsid w:val="007A4B3C"/>
    <w:rsid w:val="007B18CB"/>
    <w:rsid w:val="007D68C3"/>
    <w:rsid w:val="00806E51"/>
    <w:rsid w:val="00831C65"/>
    <w:rsid w:val="0083292F"/>
    <w:rsid w:val="008374FE"/>
    <w:rsid w:val="00845956"/>
    <w:rsid w:val="00872AF7"/>
    <w:rsid w:val="00874631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3D29"/>
    <w:rsid w:val="00A045A5"/>
    <w:rsid w:val="00A051FA"/>
    <w:rsid w:val="00A0707E"/>
    <w:rsid w:val="00A22281"/>
    <w:rsid w:val="00A31BCA"/>
    <w:rsid w:val="00A44006"/>
    <w:rsid w:val="00A44F16"/>
    <w:rsid w:val="00A46229"/>
    <w:rsid w:val="00A6427C"/>
    <w:rsid w:val="00A85E76"/>
    <w:rsid w:val="00A97768"/>
    <w:rsid w:val="00AA378C"/>
    <w:rsid w:val="00AA6391"/>
    <w:rsid w:val="00AB1C4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8574F"/>
    <w:rsid w:val="00B86C79"/>
    <w:rsid w:val="00BD3460"/>
    <w:rsid w:val="00BF5D07"/>
    <w:rsid w:val="00C1539F"/>
    <w:rsid w:val="00C203FF"/>
    <w:rsid w:val="00C339BE"/>
    <w:rsid w:val="00C34AAB"/>
    <w:rsid w:val="00C36353"/>
    <w:rsid w:val="00C40343"/>
    <w:rsid w:val="00C475D2"/>
    <w:rsid w:val="00C57A57"/>
    <w:rsid w:val="00C61564"/>
    <w:rsid w:val="00C74453"/>
    <w:rsid w:val="00C80247"/>
    <w:rsid w:val="00C9264F"/>
    <w:rsid w:val="00CB3330"/>
    <w:rsid w:val="00CC6C0D"/>
    <w:rsid w:val="00CD238D"/>
    <w:rsid w:val="00CF4B7B"/>
    <w:rsid w:val="00D219C6"/>
    <w:rsid w:val="00D22076"/>
    <w:rsid w:val="00D3134C"/>
    <w:rsid w:val="00D67E84"/>
    <w:rsid w:val="00D8676C"/>
    <w:rsid w:val="00D94C72"/>
    <w:rsid w:val="00DA01C2"/>
    <w:rsid w:val="00DE0902"/>
    <w:rsid w:val="00DF2D08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91DD1"/>
    <w:rsid w:val="00EA24A3"/>
    <w:rsid w:val="00ED20BD"/>
    <w:rsid w:val="00ED3BC6"/>
    <w:rsid w:val="00EE1952"/>
    <w:rsid w:val="00F06456"/>
    <w:rsid w:val="00F07A9C"/>
    <w:rsid w:val="00F12808"/>
    <w:rsid w:val="00F202DA"/>
    <w:rsid w:val="00F265E2"/>
    <w:rsid w:val="00F37FD2"/>
    <w:rsid w:val="00F4086F"/>
    <w:rsid w:val="00F41389"/>
    <w:rsid w:val="00F8630B"/>
    <w:rsid w:val="00FA040E"/>
    <w:rsid w:val="00FC0238"/>
    <w:rsid w:val="00FC1934"/>
    <w:rsid w:val="00FD4995"/>
    <w:rsid w:val="00FE074F"/>
    <w:rsid w:val="00FF6DB8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05DCB8B-F17F-4910-A4BF-F1EA4A5C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6FB19-14D5-4927-A094-9C14A98F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135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18</cp:revision>
  <cp:lastPrinted>2016-07-27T14:12:00Z</cp:lastPrinted>
  <dcterms:created xsi:type="dcterms:W3CDTF">2016-08-05T12:14:00Z</dcterms:created>
  <dcterms:modified xsi:type="dcterms:W3CDTF">2017-09-06T07:19:00Z</dcterms:modified>
</cp:coreProperties>
</file>