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1D0C16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5457F9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1D0C16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9C0357">
        <w:rPr>
          <w:rFonts w:cs="2  Esfehan" w:hint="cs"/>
          <w:sz w:val="36"/>
          <w:szCs w:val="36"/>
          <w:rtl/>
          <w:lang w:bidi="fa-IR"/>
        </w:rPr>
        <w:t xml:space="preserve">حسابداری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9C0357">
        <w:rPr>
          <w:rFonts w:cs="B Titr" w:hint="cs"/>
          <w:sz w:val="36"/>
          <w:szCs w:val="36"/>
          <w:rtl/>
          <w:lang w:bidi="fa-IR"/>
        </w:rPr>
        <w:t>3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29"/>
                              <w:gridCol w:w="9"/>
                              <w:gridCol w:w="8"/>
                              <w:gridCol w:w="7"/>
                              <w:gridCol w:w="525"/>
                              <w:gridCol w:w="74"/>
                              <w:gridCol w:w="440"/>
                              <w:gridCol w:w="53"/>
                              <w:gridCol w:w="503"/>
                              <w:gridCol w:w="11"/>
                              <w:gridCol w:w="556"/>
                              <w:gridCol w:w="547"/>
                              <w:gridCol w:w="20"/>
                              <w:gridCol w:w="566"/>
                              <w:gridCol w:w="500"/>
                              <w:gridCol w:w="567"/>
                              <w:gridCol w:w="33"/>
                              <w:gridCol w:w="602"/>
                              <w:gridCol w:w="23"/>
                              <w:gridCol w:w="506"/>
                              <w:gridCol w:w="504"/>
                              <w:gridCol w:w="610"/>
                              <w:gridCol w:w="581"/>
                            </w:tblGrid>
                            <w:tr w:rsidR="000F088C" w:rsidTr="002B0E13">
                              <w:trPr>
                                <w:jc w:val="center"/>
                              </w:trPr>
                              <w:tc>
                                <w:tcPr>
                                  <w:tcW w:w="4317" w:type="dxa"/>
                                  <w:gridSpan w:val="14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2" w:type="dxa"/>
                                  <w:gridSpan w:val="10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2B0E1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2B0E1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gridSpan w:val="4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2B0E13" w:rsidRPr="0043440D" w:rsidTr="002B0E1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B0E13" w:rsidRPr="00DC6433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CA7648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2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B0E13" w:rsidRPr="00CA7648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CA7648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CA7648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B0E13" w:rsidRPr="0043440D" w:rsidTr="002B0E1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B0E13" w:rsidRPr="00DC6433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gridSpan w:val="2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gridSpan w:val="2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B0E13" w:rsidRPr="0043440D" w:rsidTr="002B0E1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B0E13" w:rsidRPr="00DC6433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مالیاتی</w:t>
                                  </w:r>
                                </w:p>
                              </w:tc>
                              <w:tc>
                                <w:tcPr>
                                  <w:tcW w:w="1563" w:type="dxa"/>
                                  <w:gridSpan w:val="5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شرکت2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سازمان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B0E13" w:rsidRPr="00640D7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B0E13" w:rsidRPr="00A92ABA" w:rsidRDefault="002B0E13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456B0" w:rsidRPr="0043440D" w:rsidTr="002B0E13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456B0" w:rsidRPr="00DC6433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gridSpan w:val="2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456B0" w:rsidRPr="0043440D" w:rsidTr="002B0E13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456B0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2048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CA7648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CA764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روش آماری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CA7648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CA764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روش آماری</w:t>
                                  </w:r>
                                </w:p>
                              </w:tc>
                              <w:tc>
                                <w:tcPr>
                                  <w:tcW w:w="1086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CA7648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CA764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آیین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فنی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456B0" w:rsidRPr="0043440D" w:rsidTr="002B0E13">
                              <w:trPr>
                                <w:trHeight w:val="17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456B0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8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CA7648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CA764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روش آماری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CA7648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gridSpan w:val="2"/>
                                  <w:tcBorders>
                                    <w:top w:val="nil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CA7648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4" w:type="dxa"/>
                                  <w:gridSpan w:val="3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CA7648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6" w:type="dxa"/>
                                  <w:gridSpan w:val="3"/>
                                  <w:vMerge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gridSpan w:val="3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640D7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456B0" w:rsidRPr="0043440D" w:rsidTr="002B0E1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E456B0" w:rsidRPr="00DC6433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1545" w:type="dxa"/>
                                  <w:gridSpan w:val="8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CA7648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CA764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CA7648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CA7648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</w:t>
                                  </w:r>
                                  <w:r w:rsidRPr="00CA7648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E456B0" w:rsidRPr="00A92ABA" w:rsidRDefault="00E456B0" w:rsidP="00E456B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29"/>
                        <w:gridCol w:w="9"/>
                        <w:gridCol w:w="8"/>
                        <w:gridCol w:w="7"/>
                        <w:gridCol w:w="525"/>
                        <w:gridCol w:w="74"/>
                        <w:gridCol w:w="440"/>
                        <w:gridCol w:w="53"/>
                        <w:gridCol w:w="503"/>
                        <w:gridCol w:w="11"/>
                        <w:gridCol w:w="556"/>
                        <w:gridCol w:w="547"/>
                        <w:gridCol w:w="20"/>
                        <w:gridCol w:w="566"/>
                        <w:gridCol w:w="500"/>
                        <w:gridCol w:w="567"/>
                        <w:gridCol w:w="33"/>
                        <w:gridCol w:w="602"/>
                        <w:gridCol w:w="23"/>
                        <w:gridCol w:w="506"/>
                        <w:gridCol w:w="504"/>
                        <w:gridCol w:w="610"/>
                        <w:gridCol w:w="581"/>
                      </w:tblGrid>
                      <w:tr w:rsidR="000F088C" w:rsidTr="002B0E13">
                        <w:trPr>
                          <w:jc w:val="center"/>
                        </w:trPr>
                        <w:tc>
                          <w:tcPr>
                            <w:tcW w:w="4317" w:type="dxa"/>
                            <w:gridSpan w:val="14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2" w:type="dxa"/>
                            <w:gridSpan w:val="10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2B0E1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5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70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1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2B0E1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gridSpan w:val="4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5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2B0E13" w:rsidRPr="0043440D" w:rsidTr="002B0E1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B0E13" w:rsidRPr="00DC6433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46" w:type="dxa"/>
                            <w:gridSpan w:val="3"/>
                            <w:tcBorders>
                              <w:top w:val="single" w:sz="18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CA7648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2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B0E13" w:rsidRPr="00CA7648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CA7648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CA7648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B0E13" w:rsidRPr="0043440D" w:rsidTr="002B0E1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B0E13" w:rsidRPr="00DC6433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gridSpan w:val="2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gridSpan w:val="2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B0E13" w:rsidRPr="0043440D" w:rsidTr="002B0E1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B0E13" w:rsidRPr="00DC6433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1052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مالیاتی</w:t>
                            </w:r>
                          </w:p>
                        </w:tc>
                        <w:tc>
                          <w:tcPr>
                            <w:tcW w:w="1563" w:type="dxa"/>
                            <w:gridSpan w:val="5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شرکت2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</w:t>
                            </w:r>
                          </w:p>
                        </w:tc>
                        <w:tc>
                          <w:tcPr>
                            <w:tcW w:w="600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B0E13" w:rsidRPr="00640D7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B0E13" w:rsidRPr="00A92ABA" w:rsidRDefault="002B0E13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456B0" w:rsidRPr="0043440D" w:rsidTr="002B0E13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456B0" w:rsidRPr="00DC6433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38" w:type="dxa"/>
                            <w:gridSpan w:val="2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gridSpan w:val="2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456B0" w:rsidRPr="0043440D" w:rsidTr="002B0E13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456B0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2048" w:type="dxa"/>
                            <w:gridSpan w:val="9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CA7648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A764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روش آماری</w:t>
                            </w:r>
                          </w:p>
                        </w:tc>
                        <w:tc>
                          <w:tcPr>
                            <w:tcW w:w="1114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CA7648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A764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روش آماری</w:t>
                            </w:r>
                          </w:p>
                        </w:tc>
                        <w:tc>
                          <w:tcPr>
                            <w:tcW w:w="1086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CA7648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CA764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آیین</w:t>
                            </w:r>
                          </w:p>
                        </w:tc>
                        <w:tc>
                          <w:tcPr>
                            <w:tcW w:w="1202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فنی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456B0" w:rsidRPr="0043440D" w:rsidTr="002B0E13">
                        <w:trPr>
                          <w:trHeight w:val="172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456B0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78" w:type="dxa"/>
                            <w:gridSpan w:val="5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CA7648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CA764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روش آماری</w:t>
                            </w:r>
                          </w:p>
                        </w:tc>
                        <w:tc>
                          <w:tcPr>
                            <w:tcW w:w="51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CA7648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gridSpan w:val="2"/>
                            <w:tcBorders>
                              <w:top w:val="nil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CA7648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14" w:type="dxa"/>
                            <w:gridSpan w:val="3"/>
                            <w:vMerge/>
                            <w:tcBorders>
                              <w:top w:val="nil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CA7648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86" w:type="dxa"/>
                            <w:gridSpan w:val="3"/>
                            <w:vMerge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02" w:type="dxa"/>
                            <w:gridSpan w:val="3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640D7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456B0" w:rsidRPr="0043440D" w:rsidTr="002B0E1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E456B0" w:rsidRPr="00DC6433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1545" w:type="dxa"/>
                            <w:gridSpan w:val="8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CA7648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CA764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5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CA7648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CA7648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</w:t>
                            </w:r>
                            <w:r w:rsidRPr="00CA7648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E456B0" w:rsidRPr="00A92ABA" w:rsidRDefault="00E456B0" w:rsidP="00E456B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10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1980"/>
                              <w:gridCol w:w="982"/>
                              <w:gridCol w:w="699"/>
                              <w:gridCol w:w="1761"/>
                            </w:tblGrid>
                            <w:tr w:rsidR="009554F9" w:rsidTr="00E456B0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3067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روش آماری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118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میرزاخانی</w:t>
                                  </w: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3067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روش آماری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118</w:t>
                                  </w:r>
                                  <w:r w:rsidR="005457F9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میرزاخانی</w:t>
                                  </w: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3080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مالیاتی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119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زاهدی</w:t>
                                  </w: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3070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فنی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115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احمدی</w:t>
                                  </w: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3082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شرکت 2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زاهدی</w:t>
                                  </w: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3077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سرپرستی</w:t>
                                  </w:r>
                                  <w:r w:rsidR="005457F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سازمان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122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حری</w:t>
                                  </w: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3072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 3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قیصری نیا</w:t>
                                  </w: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3072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کاربرد3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قیصری نیا</w:t>
                                  </w: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9108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آیین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C035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5457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E456B0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10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1980"/>
                        <w:gridCol w:w="982"/>
                        <w:gridCol w:w="699"/>
                        <w:gridCol w:w="1761"/>
                      </w:tblGrid>
                      <w:tr w:rsidR="009554F9" w:rsidTr="00E456B0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761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3067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روش آماری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118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5457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61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میرزاخانی</w:t>
                            </w: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3067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640D7A" w:rsidRDefault="009C035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روش آماری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118</w:t>
                            </w:r>
                            <w:r w:rsidR="005457F9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5457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میرزاخانی</w:t>
                            </w: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3080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640D7A" w:rsidRDefault="009C035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مالیاتی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119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5457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5457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زاهدی</w:t>
                            </w: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3070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640D7A" w:rsidRDefault="009C035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فنی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115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5457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احمدی</w:t>
                            </w: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3082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640D7A" w:rsidRDefault="009C035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شرکت 2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5457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5457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زاهدی</w:t>
                            </w: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3077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640D7A" w:rsidRDefault="009C035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سرپرستی</w:t>
                            </w:r>
                            <w:r w:rsidR="005457F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سازمان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122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5457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5457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حری</w:t>
                            </w: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3072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640D7A" w:rsidRDefault="009C035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 3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5457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قیصری نیا</w:t>
                            </w: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3072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640D7A" w:rsidRDefault="009C035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کاربرد3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5457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قیصری نیا</w:t>
                            </w: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9108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640D7A" w:rsidRDefault="009C0357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آیین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C035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5457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640D7A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640D7A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981669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</w:tcPr>
                          <w:p w:rsidR="009554F9" w:rsidRPr="00981669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E456B0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  <w:tcBorders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  <w:tcBorders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6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9CB" w:rsidRDefault="001659CB" w:rsidP="00B06BC8">
      <w:pPr>
        <w:spacing w:after="0" w:line="240" w:lineRule="auto"/>
      </w:pPr>
      <w:r>
        <w:separator/>
      </w:r>
    </w:p>
  </w:endnote>
  <w:endnote w:type="continuationSeparator" w:id="0">
    <w:p w:rsidR="001659CB" w:rsidRDefault="001659CB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9CB" w:rsidRDefault="001659CB" w:rsidP="00B06BC8">
      <w:pPr>
        <w:spacing w:after="0" w:line="240" w:lineRule="auto"/>
      </w:pPr>
      <w:r>
        <w:separator/>
      </w:r>
    </w:p>
  </w:footnote>
  <w:footnote w:type="continuationSeparator" w:id="0">
    <w:p w:rsidR="001659CB" w:rsidRDefault="001659CB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D42C3"/>
    <w:rsid w:val="000E1BA5"/>
    <w:rsid w:val="000F088C"/>
    <w:rsid w:val="001254DF"/>
    <w:rsid w:val="00143D9D"/>
    <w:rsid w:val="0014647E"/>
    <w:rsid w:val="001520FB"/>
    <w:rsid w:val="0016467B"/>
    <w:rsid w:val="001659CB"/>
    <w:rsid w:val="001B28F8"/>
    <w:rsid w:val="001D0C16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A56CE"/>
    <w:rsid w:val="002B0E13"/>
    <w:rsid w:val="002B4C1F"/>
    <w:rsid w:val="002C2385"/>
    <w:rsid w:val="002D01B8"/>
    <w:rsid w:val="002D3888"/>
    <w:rsid w:val="002F0360"/>
    <w:rsid w:val="0032390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21DE"/>
    <w:rsid w:val="00502888"/>
    <w:rsid w:val="005137C6"/>
    <w:rsid w:val="005146A4"/>
    <w:rsid w:val="0054188F"/>
    <w:rsid w:val="005457F9"/>
    <w:rsid w:val="00582EB0"/>
    <w:rsid w:val="005C2386"/>
    <w:rsid w:val="005E28CF"/>
    <w:rsid w:val="0063686F"/>
    <w:rsid w:val="00650B13"/>
    <w:rsid w:val="006548E1"/>
    <w:rsid w:val="006926A7"/>
    <w:rsid w:val="00696452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0357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04AA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A7648"/>
    <w:rsid w:val="00CB3330"/>
    <w:rsid w:val="00CC6C0D"/>
    <w:rsid w:val="00CD238D"/>
    <w:rsid w:val="00CF4B7B"/>
    <w:rsid w:val="00D07E92"/>
    <w:rsid w:val="00D219C6"/>
    <w:rsid w:val="00D22076"/>
    <w:rsid w:val="00D67E84"/>
    <w:rsid w:val="00D8676C"/>
    <w:rsid w:val="00DA01C2"/>
    <w:rsid w:val="00DB4CE8"/>
    <w:rsid w:val="00DE0902"/>
    <w:rsid w:val="00E02C51"/>
    <w:rsid w:val="00E13016"/>
    <w:rsid w:val="00E14C60"/>
    <w:rsid w:val="00E164FC"/>
    <w:rsid w:val="00E22024"/>
    <w:rsid w:val="00E223EE"/>
    <w:rsid w:val="00E456B0"/>
    <w:rsid w:val="00E536DE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51BAA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7CF3DB1-D0A8-4BE4-ABB7-9406412A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0AD6-6C3C-403D-AE6B-EB4EBA26D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13</cp:revision>
  <cp:lastPrinted>2017-08-27T09:09:00Z</cp:lastPrinted>
  <dcterms:created xsi:type="dcterms:W3CDTF">2016-08-05T20:53:00Z</dcterms:created>
  <dcterms:modified xsi:type="dcterms:W3CDTF">2017-09-03T12:38:00Z</dcterms:modified>
</cp:coreProperties>
</file>