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B51851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B51851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B51851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945841">
        <w:rPr>
          <w:rFonts w:cs="2  Esfehan" w:hint="cs"/>
          <w:sz w:val="36"/>
          <w:szCs w:val="36"/>
          <w:rtl/>
          <w:lang w:bidi="fa-IR"/>
        </w:rPr>
        <w:t>حسابداری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945841">
        <w:rPr>
          <w:rFonts w:cs="B Titr" w:hint="cs"/>
          <w:sz w:val="36"/>
          <w:szCs w:val="36"/>
          <w:rtl/>
          <w:lang w:bidi="fa-IR"/>
        </w:rPr>
        <w:t>4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2"/>
                              <w:gridCol w:w="486"/>
                              <w:gridCol w:w="20"/>
                              <w:gridCol w:w="23"/>
                              <w:gridCol w:w="592"/>
                              <w:gridCol w:w="491"/>
                              <w:gridCol w:w="6"/>
                              <w:gridCol w:w="17"/>
                              <w:gridCol w:w="567"/>
                              <w:gridCol w:w="567"/>
                              <w:gridCol w:w="529"/>
                              <w:gridCol w:w="10"/>
                              <w:gridCol w:w="481"/>
                              <w:gridCol w:w="6"/>
                              <w:gridCol w:w="17"/>
                              <w:gridCol w:w="517"/>
                              <w:gridCol w:w="14"/>
                              <w:gridCol w:w="551"/>
                              <w:gridCol w:w="15"/>
                              <w:gridCol w:w="601"/>
                              <w:gridCol w:w="23"/>
                              <w:gridCol w:w="496"/>
                              <w:gridCol w:w="502"/>
                              <w:gridCol w:w="599"/>
                              <w:gridCol w:w="571"/>
                            </w:tblGrid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4430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03" w:type="dxa"/>
                                  <w:gridSpan w:val="14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1121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81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B62771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45" w:type="dxa"/>
                                  <w:gridSpan w:val="6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190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99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506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61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54" w:type="dxa"/>
                                  <w:gridSpan w:val="4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16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0D0820" w:rsidRPr="0043440D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D0820" w:rsidRPr="00DC6433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1635" w:type="dxa"/>
                                  <w:gridSpan w:val="7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B51851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مدیریت مالی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B51851" w:rsidRDefault="000D0820" w:rsidP="000D082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7" w:type="dxa"/>
                                  <w:gridSpan w:val="7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B51851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کارآفرینی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B51851" w:rsidRDefault="000D0820" w:rsidP="000D0820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D0820" w:rsidRPr="00A92AB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D0820" w:rsidRPr="00A92AB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D0820" w:rsidRPr="00A92AB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D0820" w:rsidRPr="00A92AB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D0820" w:rsidRPr="00A92AB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0D0820" w:rsidRPr="0043440D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0D0820" w:rsidRPr="00DC6433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3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640D7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640D7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81" w:type="dxa"/>
                                  <w:gridSpan w:val="4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CE1293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640D7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0D0820" w:rsidRPr="00640D7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7" w:type="dxa"/>
                                  <w:gridSpan w:val="3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640D7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8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640D7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6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640D7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1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0D0820" w:rsidRPr="00640D7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0D0820" w:rsidRPr="00A92AB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D0820" w:rsidRPr="00A92AB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0D0820" w:rsidRPr="00A92AB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0D0820" w:rsidRPr="00A92AB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25C08" w:rsidRPr="0043440D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1612" w:type="dxa"/>
                                  <w:gridSpan w:val="5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کاربرد3</w:t>
                                  </w:r>
                                </w:p>
                              </w:tc>
                              <w:tc>
                                <w:tcPr>
                                  <w:tcW w:w="1686" w:type="dxa"/>
                                  <w:gridSpan w:val="5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B51851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</w:t>
                                  </w:r>
                                  <w:r w:rsidRPr="00B51851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14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25C08" w:rsidRPr="0043440D" w:rsidTr="000D0820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8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25C08" w:rsidRPr="0043440D" w:rsidTr="000D0820">
                              <w:trPr>
                                <w:trHeight w:val="223"/>
                                <w:jc w:val="center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gridSpan w:val="6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حسابرسی</w:t>
                                  </w:r>
                                </w:p>
                              </w:tc>
                              <w:tc>
                                <w:tcPr>
                                  <w:tcW w:w="1690" w:type="dxa"/>
                                  <w:gridSpan w:val="5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0D082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حسابداری</w:t>
                                  </w:r>
                                  <w:r w:rsidR="00A25C08" w:rsidRPr="00B51851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A25C08" w:rsidRPr="00B51851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مال</w:t>
                                  </w:r>
                                  <w:r w:rsidR="00A25C08" w:rsidRPr="00B5185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2202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B51851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B5185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پروژه مالی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gridSpan w:val="2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vMerge w:val="restart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25C08" w:rsidRPr="0043440D" w:rsidTr="000D0820">
                              <w:trPr>
                                <w:trHeight w:val="172"/>
                                <w:jc w:val="center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gridSpan w:val="6"/>
                                  <w:vMerge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90" w:type="dxa"/>
                                  <w:gridSpan w:val="5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B51851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2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B51851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B51851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پروژه</w:t>
                                  </w:r>
                                  <w:r w:rsidRPr="00B51851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B51851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مال</w:t>
                                  </w:r>
                                  <w:r w:rsidRPr="00B5185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19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25C08" w:rsidRPr="0043440D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506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1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4" w:type="dxa"/>
                                  <w:gridSpan w:val="4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6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9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25C08" w:rsidRDefault="00A25C08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2"/>
                        <w:gridCol w:w="486"/>
                        <w:gridCol w:w="20"/>
                        <w:gridCol w:w="23"/>
                        <w:gridCol w:w="592"/>
                        <w:gridCol w:w="491"/>
                        <w:gridCol w:w="6"/>
                        <w:gridCol w:w="17"/>
                        <w:gridCol w:w="567"/>
                        <w:gridCol w:w="567"/>
                        <w:gridCol w:w="529"/>
                        <w:gridCol w:w="10"/>
                        <w:gridCol w:w="481"/>
                        <w:gridCol w:w="6"/>
                        <w:gridCol w:w="17"/>
                        <w:gridCol w:w="517"/>
                        <w:gridCol w:w="14"/>
                        <w:gridCol w:w="551"/>
                        <w:gridCol w:w="15"/>
                        <w:gridCol w:w="601"/>
                        <w:gridCol w:w="23"/>
                        <w:gridCol w:w="496"/>
                        <w:gridCol w:w="502"/>
                        <w:gridCol w:w="599"/>
                        <w:gridCol w:w="571"/>
                      </w:tblGrid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4430" w:type="dxa"/>
                            <w:gridSpan w:val="11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03" w:type="dxa"/>
                            <w:gridSpan w:val="14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1121" w:type="dxa"/>
                            <w:gridSpan w:val="4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81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B62771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09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45" w:type="dxa"/>
                            <w:gridSpan w:val="6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190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998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7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506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61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14" w:type="dxa"/>
                            <w:gridSpan w:val="3"/>
                            <w:tcBorders>
                              <w:left w:val="single" w:sz="12" w:space="0" w:color="auto"/>
                              <w:bottom w:val="single" w:sz="4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29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1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54" w:type="dxa"/>
                            <w:gridSpan w:val="4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16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1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0D0820" w:rsidRPr="0043440D" w:rsidTr="000D0820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D0820" w:rsidRPr="00DC6433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1635" w:type="dxa"/>
                            <w:gridSpan w:val="7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B51851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مدیریت مالی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B51851" w:rsidRDefault="000D0820" w:rsidP="000D082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27" w:type="dxa"/>
                            <w:gridSpan w:val="7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B51851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کارآفرینی</w:t>
                            </w:r>
                          </w:p>
                        </w:tc>
                        <w:tc>
                          <w:tcPr>
                            <w:tcW w:w="565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B51851" w:rsidRDefault="000D0820" w:rsidP="000D0820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D0820" w:rsidRPr="00A92AB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0D0820" w:rsidRPr="00A92AB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D0820" w:rsidRPr="00A92AB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0D0820" w:rsidRPr="00A92AB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0D0820" w:rsidRPr="00A92AB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0D0820" w:rsidRPr="0043440D" w:rsidTr="000D0820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0D0820" w:rsidRPr="00DC6433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3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640D7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640D7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81" w:type="dxa"/>
                            <w:gridSpan w:val="4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CE1293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640D7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0D0820" w:rsidRPr="00640D7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7" w:type="dxa"/>
                            <w:gridSpan w:val="3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640D7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8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640D7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6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640D7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1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0D0820" w:rsidRPr="00640D7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0D0820" w:rsidRPr="00A92AB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D0820" w:rsidRPr="00A92AB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0D0820" w:rsidRPr="00A92AB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0D0820" w:rsidRPr="00A92AB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25C08" w:rsidRPr="0043440D" w:rsidTr="000D0820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1612" w:type="dxa"/>
                            <w:gridSpan w:val="5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کاربرد3</w:t>
                            </w:r>
                          </w:p>
                        </w:tc>
                        <w:tc>
                          <w:tcPr>
                            <w:tcW w:w="1686" w:type="dxa"/>
                            <w:gridSpan w:val="5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B51851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</w:t>
                            </w:r>
                            <w:r w:rsidRPr="00B51851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14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gridSpan w:val="2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25C08" w:rsidRPr="0043440D" w:rsidTr="000D0820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8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4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gridSpan w:val="2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25C08" w:rsidRPr="0043440D" w:rsidTr="000D0820">
                        <w:trPr>
                          <w:trHeight w:val="223"/>
                          <w:jc w:val="center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1618" w:type="dxa"/>
                            <w:gridSpan w:val="6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حسابرسی</w:t>
                            </w:r>
                          </w:p>
                        </w:tc>
                        <w:tc>
                          <w:tcPr>
                            <w:tcW w:w="1690" w:type="dxa"/>
                            <w:gridSpan w:val="5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0D082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حسابداری</w:t>
                            </w:r>
                            <w:r w:rsidR="00A25C08" w:rsidRPr="00B51851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A25C08" w:rsidRPr="00B51851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مال</w:t>
                            </w:r>
                            <w:r w:rsidR="00A25C08" w:rsidRPr="00B51851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2202" w:type="dxa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B51851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B51851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پروژه مالی</w:t>
                            </w:r>
                          </w:p>
                        </w:tc>
                        <w:tc>
                          <w:tcPr>
                            <w:tcW w:w="519" w:type="dxa"/>
                            <w:gridSpan w:val="2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vMerge w:val="restart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vMerge w:val="restart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25C08" w:rsidRPr="0043440D" w:rsidTr="000D0820">
                        <w:trPr>
                          <w:trHeight w:val="172"/>
                          <w:jc w:val="center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gridSpan w:val="6"/>
                            <w:vMerge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90" w:type="dxa"/>
                            <w:gridSpan w:val="5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B51851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202" w:type="dxa"/>
                            <w:gridSpan w:val="8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B51851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B51851">
                              <w:rPr>
                                <w:rFonts w:ascii="Arial Black" w:hAnsi="Arial Black" w:cs="2  Mitra" w:hint="eastAsia"/>
                                <w:b/>
                                <w:bCs/>
                                <w:rtl/>
                                <w:lang w:bidi="fa-IR"/>
                              </w:rPr>
                              <w:t>پروژه</w:t>
                            </w:r>
                            <w:r w:rsidRPr="00B51851"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51851">
                              <w:rPr>
                                <w:rFonts w:ascii="Arial Black" w:hAnsi="Arial Black" w:cs="2  Mitra" w:hint="eastAsia"/>
                                <w:b/>
                                <w:bCs/>
                                <w:rtl/>
                                <w:lang w:bidi="fa-IR"/>
                              </w:rPr>
                              <w:t>مال</w:t>
                            </w:r>
                            <w:r w:rsidRPr="00B51851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19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25C08" w:rsidRPr="0043440D" w:rsidTr="000D0820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506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1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4" w:type="dxa"/>
                            <w:gridSpan w:val="4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6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9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A25C08" w:rsidRDefault="00A25C08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A25C08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A25C08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B62771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A25C08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007C4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A25C08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25C08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CE129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CE129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25C08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25C08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25C08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25C08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DC6433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25C08" w:rsidRPr="00A92ABA" w:rsidRDefault="00A25C08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25C08" w:rsidRDefault="00A25C08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A25C08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A25C08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B62771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A25C08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007C4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A25C08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25C08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CE129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CE129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25C08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25C08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25C08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640D7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25C08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DC6433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25C08" w:rsidRPr="00A92ABA" w:rsidRDefault="00A25C08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A25C08" w:rsidRDefault="00A25C08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216"/>
                              <w:gridCol w:w="1809"/>
                              <w:gridCol w:w="1047"/>
                              <w:gridCol w:w="709"/>
                              <w:gridCol w:w="1534"/>
                            </w:tblGrid>
                            <w:tr w:rsidR="00A25C08" w:rsidTr="000D0820">
                              <w:trPr>
                                <w:trHeight w:val="860"/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981669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981669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981669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981669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25C08" w:rsidRPr="00981669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9126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کارآفرینی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128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A25C08" w:rsidRPr="00640D7A" w:rsidRDefault="000D0820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ایزدی</w:t>
                                  </w:r>
                                </w:p>
                              </w:tc>
                            </w:tr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3086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پروژه مالی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124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حسینی</w:t>
                                  </w:r>
                                </w:p>
                              </w:tc>
                            </w:tr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3083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حسابرسی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125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خان احمدی</w:t>
                                  </w:r>
                                </w:p>
                              </w:tc>
                            </w:tr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3071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مدیریت مالی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طهماسبی</w:t>
                                  </w:r>
                                </w:p>
                              </w:tc>
                            </w:tr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3073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کاربرد3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127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قیصری نیا</w:t>
                                  </w:r>
                                </w:p>
                              </w:tc>
                            </w:tr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3073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کاربرد3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127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قیصری نیا</w:t>
                                  </w:r>
                                </w:p>
                              </w:tc>
                            </w:tr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3085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حسابداری مالی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25C08" w:rsidRPr="00640D7A" w:rsidRDefault="00B31D8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خان احمدی</w:t>
                                  </w:r>
                                </w:p>
                              </w:tc>
                            </w:tr>
                            <w:tr w:rsidR="00A25C08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3088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 آموزی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129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25C08" w:rsidRPr="00640D7A" w:rsidRDefault="00A25C0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31D8B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1D8B" w:rsidRPr="00640D7A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3086</w:t>
                                  </w: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B31D8B" w:rsidRPr="00640D7A" w:rsidRDefault="00B31D8B" w:rsidP="00B31D8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پروژه مالی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B31D8B" w:rsidRPr="00640D7A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124/1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B31D8B" w:rsidRPr="00640D7A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1D8B" w:rsidRPr="00640D7A" w:rsidRDefault="00B31D8B" w:rsidP="00B31D8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حسینی</w:t>
                                  </w:r>
                                </w:p>
                              </w:tc>
                            </w:tr>
                            <w:tr w:rsidR="00B31D8B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1D8B" w:rsidRPr="00640D7A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B31D8B" w:rsidRPr="00640D7A" w:rsidRDefault="00B31D8B" w:rsidP="00B31D8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B31D8B" w:rsidRPr="00640D7A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B31D8B" w:rsidRPr="00640D7A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1D8B" w:rsidRPr="00640D7A" w:rsidRDefault="00B31D8B" w:rsidP="00B31D8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31D8B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31D8B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7" w:type="dxa"/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31D8B" w:rsidTr="000D0820">
                              <w:trPr>
                                <w:jc w:val="center"/>
                              </w:trPr>
                              <w:tc>
                                <w:tcPr>
                                  <w:tcW w:w="1216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7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3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B31D8B" w:rsidRPr="00981669" w:rsidRDefault="00B31D8B" w:rsidP="00B31D8B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25C08" w:rsidRDefault="00A25C08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A25C08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A25C08" w:rsidRDefault="00A25C08"/>
                              </w:tc>
                            </w:tr>
                          </w:tbl>
                          <w:p w:rsidR="00A25C08" w:rsidRDefault="00A25C08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216"/>
                        <w:gridCol w:w="1809"/>
                        <w:gridCol w:w="1047"/>
                        <w:gridCol w:w="709"/>
                        <w:gridCol w:w="1534"/>
                      </w:tblGrid>
                      <w:tr w:rsidR="00A25C08" w:rsidTr="000D0820">
                        <w:trPr>
                          <w:trHeight w:val="860"/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981669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180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981669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1047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981669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981669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25C08" w:rsidRPr="00981669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9126</w:t>
                            </w:r>
                          </w:p>
                        </w:tc>
                        <w:tc>
                          <w:tcPr>
                            <w:tcW w:w="1809" w:type="dxa"/>
                            <w:tcBorders>
                              <w:top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کارآفرینی</w:t>
                            </w:r>
                          </w:p>
                        </w:tc>
                        <w:tc>
                          <w:tcPr>
                            <w:tcW w:w="1047" w:type="dxa"/>
                            <w:tcBorders>
                              <w:top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128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A25C08" w:rsidRPr="00640D7A" w:rsidRDefault="000D0820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ایزدی</w:t>
                            </w:r>
                          </w:p>
                        </w:tc>
                      </w:tr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3086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پروژه مالی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124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حسینی</w:t>
                            </w:r>
                          </w:p>
                        </w:tc>
                      </w:tr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3083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حسابرسی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125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خان احمدی</w:t>
                            </w:r>
                          </w:p>
                        </w:tc>
                      </w:tr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3071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مدیریت مالی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طهماسبی</w:t>
                            </w:r>
                          </w:p>
                        </w:tc>
                      </w:tr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3073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کاربرد3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127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قیصری نیا</w:t>
                            </w:r>
                          </w:p>
                        </w:tc>
                      </w:tr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3073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کاربرد3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127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قیصری نیا</w:t>
                            </w:r>
                          </w:p>
                        </w:tc>
                      </w:tr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3085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حسابداری مالی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A25C08" w:rsidRPr="00640D7A" w:rsidRDefault="00B31D8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خان احمدی</w:t>
                            </w:r>
                          </w:p>
                        </w:tc>
                      </w:tr>
                      <w:tr w:rsidR="00A25C08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3088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 آموزی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129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A25C08" w:rsidRPr="00640D7A" w:rsidRDefault="00A25C08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A25C08" w:rsidRPr="00640D7A" w:rsidRDefault="00A25C0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31D8B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B31D8B" w:rsidRPr="00640D7A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3086</w:t>
                            </w:r>
                          </w:p>
                        </w:tc>
                        <w:tc>
                          <w:tcPr>
                            <w:tcW w:w="1809" w:type="dxa"/>
                          </w:tcPr>
                          <w:p w:rsidR="00B31D8B" w:rsidRPr="00640D7A" w:rsidRDefault="00B31D8B" w:rsidP="00B31D8B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پروژه مالی</w:t>
                            </w:r>
                          </w:p>
                        </w:tc>
                        <w:tc>
                          <w:tcPr>
                            <w:tcW w:w="1047" w:type="dxa"/>
                          </w:tcPr>
                          <w:p w:rsidR="00B31D8B" w:rsidRPr="00640D7A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124/1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:rsidR="00B31D8B" w:rsidRPr="00640D7A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B31D8B" w:rsidRPr="00640D7A" w:rsidRDefault="00B31D8B" w:rsidP="00B31D8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حسینی</w:t>
                            </w:r>
                          </w:p>
                        </w:tc>
                      </w:tr>
                      <w:tr w:rsidR="00B31D8B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B31D8B" w:rsidRPr="00640D7A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</w:tcPr>
                          <w:p w:rsidR="00B31D8B" w:rsidRPr="00640D7A" w:rsidRDefault="00B31D8B" w:rsidP="00B31D8B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7" w:type="dxa"/>
                          </w:tcPr>
                          <w:p w:rsidR="00B31D8B" w:rsidRPr="00640D7A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:rsidR="00B31D8B" w:rsidRPr="00640D7A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B31D8B" w:rsidRPr="00640D7A" w:rsidRDefault="00B31D8B" w:rsidP="00B31D8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31D8B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B31D8B" w:rsidRPr="00981669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</w:tcPr>
                          <w:p w:rsidR="00B31D8B" w:rsidRPr="00981669" w:rsidRDefault="00B31D8B" w:rsidP="00B31D8B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7" w:type="dxa"/>
                          </w:tcPr>
                          <w:p w:rsidR="00B31D8B" w:rsidRPr="00981669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:rsidR="00B31D8B" w:rsidRPr="00981669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B31D8B" w:rsidRPr="00981669" w:rsidRDefault="00B31D8B" w:rsidP="00B31D8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31D8B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</w:tcBorders>
                          </w:tcPr>
                          <w:p w:rsidR="00B31D8B" w:rsidRPr="00981669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</w:tcPr>
                          <w:p w:rsidR="00B31D8B" w:rsidRPr="00981669" w:rsidRDefault="00B31D8B" w:rsidP="00B31D8B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7" w:type="dxa"/>
                          </w:tcPr>
                          <w:p w:rsidR="00B31D8B" w:rsidRPr="00981669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:rsidR="00B31D8B" w:rsidRPr="00981669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34" w:type="dxa"/>
                            <w:tcBorders>
                              <w:right w:val="single" w:sz="12" w:space="0" w:color="auto"/>
                            </w:tcBorders>
                          </w:tcPr>
                          <w:p w:rsidR="00B31D8B" w:rsidRPr="00981669" w:rsidRDefault="00B31D8B" w:rsidP="00B31D8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31D8B" w:rsidTr="000D0820">
                        <w:trPr>
                          <w:jc w:val="center"/>
                        </w:trPr>
                        <w:tc>
                          <w:tcPr>
                            <w:tcW w:w="1216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B31D8B" w:rsidRPr="00981669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809" w:type="dxa"/>
                            <w:tcBorders>
                              <w:bottom w:val="single" w:sz="12" w:space="0" w:color="auto"/>
                            </w:tcBorders>
                          </w:tcPr>
                          <w:p w:rsidR="00B31D8B" w:rsidRPr="00981669" w:rsidRDefault="00B31D8B" w:rsidP="00B31D8B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7" w:type="dxa"/>
                            <w:tcBorders>
                              <w:bottom w:val="single" w:sz="12" w:space="0" w:color="auto"/>
                            </w:tcBorders>
                          </w:tcPr>
                          <w:p w:rsidR="00B31D8B" w:rsidRPr="00981669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bottom w:val="single" w:sz="12" w:space="0" w:color="auto"/>
                            </w:tcBorders>
                          </w:tcPr>
                          <w:p w:rsidR="00B31D8B" w:rsidRPr="00981669" w:rsidRDefault="00B31D8B" w:rsidP="00B31D8B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53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B31D8B" w:rsidRPr="00981669" w:rsidRDefault="00B31D8B" w:rsidP="00B31D8B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A25C08" w:rsidRDefault="00A25C08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A25C08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A25C08" w:rsidRDefault="00A25C08"/>
                        </w:tc>
                      </w:tr>
                    </w:tbl>
                    <w:p w:rsidR="00A25C08" w:rsidRDefault="00A25C08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5C08" w:rsidRPr="00DC6433" w:rsidRDefault="00A25C08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A25C08" w:rsidRDefault="00A25C08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A25C08" w:rsidRPr="00DC6433" w:rsidRDefault="00A25C08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A25C08" w:rsidRPr="00DC6433" w:rsidRDefault="00A25C08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A25C08" w:rsidRDefault="00A25C08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A25C08" w:rsidRPr="00DC6433" w:rsidRDefault="00A25C08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FF7" w:rsidRDefault="00497FF7" w:rsidP="00B06BC8">
      <w:pPr>
        <w:spacing w:after="0" w:line="240" w:lineRule="auto"/>
      </w:pPr>
      <w:r>
        <w:separator/>
      </w:r>
    </w:p>
  </w:endnote>
  <w:endnote w:type="continuationSeparator" w:id="0">
    <w:p w:rsidR="00497FF7" w:rsidRDefault="00497FF7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FF7" w:rsidRDefault="00497FF7" w:rsidP="00B06BC8">
      <w:pPr>
        <w:spacing w:after="0" w:line="240" w:lineRule="auto"/>
      </w:pPr>
      <w:r>
        <w:separator/>
      </w:r>
    </w:p>
  </w:footnote>
  <w:footnote w:type="continuationSeparator" w:id="0">
    <w:p w:rsidR="00497FF7" w:rsidRDefault="00497FF7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D0820"/>
    <w:rsid w:val="000E1BA5"/>
    <w:rsid w:val="000F088C"/>
    <w:rsid w:val="001254DF"/>
    <w:rsid w:val="00143D9D"/>
    <w:rsid w:val="0014647E"/>
    <w:rsid w:val="001520FB"/>
    <w:rsid w:val="0016467B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B4CC9"/>
    <w:rsid w:val="002C2385"/>
    <w:rsid w:val="002D01B8"/>
    <w:rsid w:val="002D3888"/>
    <w:rsid w:val="002F0360"/>
    <w:rsid w:val="0032390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31F35"/>
    <w:rsid w:val="004426F7"/>
    <w:rsid w:val="00455D04"/>
    <w:rsid w:val="00463042"/>
    <w:rsid w:val="0046661E"/>
    <w:rsid w:val="00482240"/>
    <w:rsid w:val="00497FF7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82EB0"/>
    <w:rsid w:val="005C2386"/>
    <w:rsid w:val="005E28CF"/>
    <w:rsid w:val="0063686F"/>
    <w:rsid w:val="006548E1"/>
    <w:rsid w:val="006926A7"/>
    <w:rsid w:val="00696452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6182"/>
    <w:rsid w:val="007A1576"/>
    <w:rsid w:val="007A1BF5"/>
    <w:rsid w:val="007A4B3C"/>
    <w:rsid w:val="007D68C3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1286C"/>
    <w:rsid w:val="00912AA4"/>
    <w:rsid w:val="0094304D"/>
    <w:rsid w:val="00945841"/>
    <w:rsid w:val="009554F9"/>
    <w:rsid w:val="00982885"/>
    <w:rsid w:val="00987E6F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25C08"/>
    <w:rsid w:val="00A31BCA"/>
    <w:rsid w:val="00A44006"/>
    <w:rsid w:val="00A46229"/>
    <w:rsid w:val="00A6427C"/>
    <w:rsid w:val="00A85E76"/>
    <w:rsid w:val="00AA378C"/>
    <w:rsid w:val="00AA6391"/>
    <w:rsid w:val="00AF6D80"/>
    <w:rsid w:val="00B06BC8"/>
    <w:rsid w:val="00B111A5"/>
    <w:rsid w:val="00B23D35"/>
    <w:rsid w:val="00B31D8B"/>
    <w:rsid w:val="00B42367"/>
    <w:rsid w:val="00B46DCB"/>
    <w:rsid w:val="00B51851"/>
    <w:rsid w:val="00B55D97"/>
    <w:rsid w:val="00B56290"/>
    <w:rsid w:val="00B62771"/>
    <w:rsid w:val="00B63ECD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004C"/>
    <w:rsid w:val="00C74453"/>
    <w:rsid w:val="00C80247"/>
    <w:rsid w:val="00CA3332"/>
    <w:rsid w:val="00CB3330"/>
    <w:rsid w:val="00CC6C0D"/>
    <w:rsid w:val="00CD238D"/>
    <w:rsid w:val="00CF4B7B"/>
    <w:rsid w:val="00D219C6"/>
    <w:rsid w:val="00D22076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BAFC23D-DD39-44E5-9B9A-7752218A7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9DC55-DB6D-485D-A38B-44B4B7004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16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9</cp:revision>
  <cp:lastPrinted>2017-08-27T09:21:00Z</cp:lastPrinted>
  <dcterms:created xsi:type="dcterms:W3CDTF">2016-08-05T20:58:00Z</dcterms:created>
  <dcterms:modified xsi:type="dcterms:W3CDTF">2017-09-03T12:42:00Z</dcterms:modified>
</cp:coreProperties>
</file>