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3993" w:rsidRPr="00164FC8" w:rsidRDefault="004E3993" w:rsidP="000626C3">
      <w:pPr>
        <w:bidi/>
        <w:spacing w:line="168" w:lineRule="auto"/>
        <w:jc w:val="center"/>
        <w:rPr>
          <w:rFonts w:cs="2  Esfehan"/>
          <w:b/>
          <w:bCs/>
          <w:sz w:val="36"/>
          <w:szCs w:val="36"/>
          <w:rtl/>
          <w:lang w:bidi="fa-IR"/>
        </w:rPr>
      </w:pPr>
      <w:r w:rsidRPr="009554F9">
        <w:rPr>
          <w:rFonts w:cs="B Titr" w:hint="cs"/>
          <w:sz w:val="36"/>
          <w:szCs w:val="36"/>
          <w:rtl/>
          <w:lang w:bidi="fa-IR"/>
        </w:rPr>
        <w:t>برنامه هفتگی نیمسال</w:t>
      </w:r>
      <w:r w:rsidR="00B62771" w:rsidRPr="009554F9">
        <w:rPr>
          <w:rFonts w:cs="B Titr" w:hint="cs"/>
          <w:sz w:val="36"/>
          <w:szCs w:val="36"/>
          <w:rtl/>
          <w:lang w:bidi="fa-IR"/>
        </w:rPr>
        <w:t xml:space="preserve"> اول</w:t>
      </w:r>
      <w:r w:rsidRPr="009554F9">
        <w:rPr>
          <w:rFonts w:cs="B Titr" w:hint="cs"/>
          <w:sz w:val="36"/>
          <w:szCs w:val="36"/>
          <w:rtl/>
          <w:lang w:bidi="fa-IR"/>
        </w:rPr>
        <w:t xml:space="preserve">  سال تحصیلی</w:t>
      </w:r>
      <w:r w:rsidR="000626C3">
        <w:rPr>
          <w:rFonts w:cs="B Titr" w:hint="cs"/>
          <w:sz w:val="36"/>
          <w:szCs w:val="36"/>
          <w:rtl/>
          <w:lang w:bidi="fa-IR"/>
        </w:rPr>
        <w:t>97</w:t>
      </w:r>
      <w:r w:rsidRPr="009554F9">
        <w:rPr>
          <w:rFonts w:cs="B Titr" w:hint="cs"/>
          <w:sz w:val="36"/>
          <w:szCs w:val="36"/>
          <w:rtl/>
          <w:lang w:bidi="fa-IR"/>
        </w:rPr>
        <w:t>-9</w:t>
      </w:r>
      <w:r w:rsidR="000626C3">
        <w:rPr>
          <w:rFonts w:cs="B Titr" w:hint="cs"/>
          <w:sz w:val="36"/>
          <w:szCs w:val="36"/>
          <w:rtl/>
          <w:lang w:bidi="fa-IR"/>
        </w:rPr>
        <w:t>6</w:t>
      </w:r>
      <w:r w:rsidR="00566B18">
        <w:rPr>
          <w:rFonts w:cs="B Titr" w:hint="cs"/>
          <w:sz w:val="36"/>
          <w:szCs w:val="36"/>
          <w:rtl/>
          <w:lang w:bidi="fa-IR"/>
        </w:rPr>
        <w:t xml:space="preserve"> رشته</w:t>
      </w:r>
      <w:r w:rsidR="00566B18">
        <w:rPr>
          <w:rFonts w:cs="2  Esfehan" w:hint="cs"/>
          <w:sz w:val="36"/>
          <w:szCs w:val="36"/>
          <w:rtl/>
          <w:lang w:bidi="fa-IR"/>
        </w:rPr>
        <w:t xml:space="preserve"> طراحی دوخت </w:t>
      </w:r>
      <w:r w:rsidR="00074A0C">
        <w:rPr>
          <w:rFonts w:cs="2  Esfehan" w:hint="cs"/>
          <w:sz w:val="36"/>
          <w:szCs w:val="36"/>
          <w:rtl/>
          <w:lang w:bidi="fa-IR"/>
        </w:rPr>
        <w:t xml:space="preserve"> </w:t>
      </w:r>
      <w:r w:rsidRPr="009554F9">
        <w:rPr>
          <w:rFonts w:cs="B Titr" w:hint="cs"/>
          <w:sz w:val="36"/>
          <w:szCs w:val="36"/>
          <w:rtl/>
          <w:lang w:bidi="fa-IR"/>
        </w:rPr>
        <w:t>ترم</w:t>
      </w:r>
      <w:r w:rsidR="00566B18">
        <w:rPr>
          <w:rFonts w:cs="B Titr" w:hint="cs"/>
          <w:sz w:val="36"/>
          <w:szCs w:val="36"/>
          <w:rtl/>
          <w:lang w:bidi="fa-IR"/>
        </w:rPr>
        <w:t>4</w:t>
      </w:r>
      <w:r w:rsidRPr="00164FC8">
        <w:rPr>
          <w:rFonts w:cs="2  Esfehan" w:hint="cs"/>
          <w:sz w:val="46"/>
          <w:szCs w:val="46"/>
          <w:rtl/>
          <w:lang w:bidi="fa-IR"/>
        </w:rPr>
        <w:t xml:space="preserve"> </w:t>
      </w:r>
    </w:p>
    <w:p w:rsidR="004E3993" w:rsidRPr="00007C4A" w:rsidRDefault="00CD238D" w:rsidP="004E3993">
      <w:pPr>
        <w:tabs>
          <w:tab w:val="center" w:pos="7569"/>
          <w:tab w:val="left" w:pos="12319"/>
        </w:tabs>
        <w:bidi/>
        <w:spacing w:line="240" w:lineRule="auto"/>
        <w:rPr>
          <w:rFonts w:ascii="IranNastaliq" w:hAnsi="IranNastaliq" w:cs="IranNastaliq"/>
          <w:sz w:val="54"/>
          <w:szCs w:val="54"/>
          <w:rtl/>
          <w:lang w:bidi="fa-IR"/>
        </w:rPr>
      </w:pPr>
      <w:r>
        <w:rPr>
          <w:rFonts w:ascii="IranNastaliq" w:hAnsi="IranNastaliq" w:cs="B Nazanin"/>
          <w:noProof/>
          <w:sz w:val="36"/>
          <w:szCs w:val="36"/>
          <w:rtl/>
          <w:lang w:bidi="fa-IR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>
                <wp:simplePos x="0" y="0"/>
                <wp:positionH relativeFrom="column">
                  <wp:posOffset>3959225</wp:posOffset>
                </wp:positionH>
                <wp:positionV relativeFrom="paragraph">
                  <wp:posOffset>554355</wp:posOffset>
                </wp:positionV>
                <wp:extent cx="5810885" cy="4202430"/>
                <wp:effectExtent l="0" t="0" r="0" b="762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885" cy="4202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Overlap w:val="never"/>
                              <w:bidiVisual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1135"/>
                              <w:gridCol w:w="453"/>
                              <w:gridCol w:w="147"/>
                              <w:gridCol w:w="378"/>
                              <w:gridCol w:w="171"/>
                              <w:gridCol w:w="396"/>
                              <w:gridCol w:w="238"/>
                              <w:gridCol w:w="264"/>
                              <w:gridCol w:w="10"/>
                              <w:gridCol w:w="292"/>
                              <w:gridCol w:w="261"/>
                              <w:gridCol w:w="476"/>
                              <w:gridCol w:w="91"/>
                              <w:gridCol w:w="406"/>
                              <w:gridCol w:w="93"/>
                              <w:gridCol w:w="541"/>
                              <w:gridCol w:w="26"/>
                              <w:gridCol w:w="567"/>
                              <w:gridCol w:w="76"/>
                              <w:gridCol w:w="558"/>
                              <w:gridCol w:w="24"/>
                              <w:gridCol w:w="505"/>
                              <w:gridCol w:w="504"/>
                              <w:gridCol w:w="610"/>
                              <w:gridCol w:w="581"/>
                            </w:tblGrid>
                            <w:tr w:rsidR="000F088C" w:rsidTr="00621209">
                              <w:trPr>
                                <w:jc w:val="center"/>
                              </w:trPr>
                              <w:tc>
                                <w:tcPr>
                                  <w:tcW w:w="4312" w:type="dxa"/>
                                  <w:gridSpan w:val="13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صبح</w:t>
                                  </w:r>
                                </w:p>
                              </w:tc>
                              <w:tc>
                                <w:tcPr>
                                  <w:tcW w:w="4491" w:type="dxa"/>
                                  <w:gridSpan w:val="12"/>
                                  <w:tcBorders>
                                    <w:top w:val="single" w:sz="12" w:space="0" w:color="auto"/>
                                    <w:left w:val="single" w:sz="18" w:space="0" w:color="auto"/>
                                    <w:bottom w:val="single" w:sz="8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بعدازظهر</w:t>
                                  </w:r>
                                </w:p>
                              </w:tc>
                            </w:tr>
                            <w:tr w:rsidR="000F088C" w:rsidTr="00621209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top w:val="single" w:sz="8" w:space="0" w:color="auto"/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ساعات</w:t>
                                  </w:r>
                                </w:p>
                              </w:tc>
                              <w:tc>
                                <w:tcPr>
                                  <w:tcW w:w="978" w:type="dxa"/>
                                  <w:gridSpan w:val="3"/>
                                  <w:tcBorders>
                                    <w:top w:val="single" w:sz="8" w:space="0" w:color="auto"/>
                                    <w:left w:val="single" w:sz="12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30/9-8</w:t>
                                  </w:r>
                                </w:p>
                              </w:tc>
                              <w:tc>
                                <w:tcPr>
                                  <w:tcW w:w="1069" w:type="dxa"/>
                                  <w:gridSpan w:val="4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B62771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  <w:r w:rsidRPr="00B62771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5/11-45/9</w:t>
                                  </w:r>
                                </w:p>
                              </w:tc>
                              <w:tc>
                                <w:tcPr>
                                  <w:tcW w:w="1130" w:type="dxa"/>
                                  <w:gridSpan w:val="5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13-30/11</w:t>
                                  </w:r>
                                </w:p>
                              </w:tc>
                              <w:tc>
                                <w:tcPr>
                                  <w:tcW w:w="1066" w:type="dxa"/>
                                  <w:gridSpan w:val="4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30/15-14</w:t>
                                  </w:r>
                                </w:p>
                              </w:tc>
                              <w:tc>
                                <w:tcPr>
                                  <w:tcW w:w="1225" w:type="dxa"/>
                                  <w:gridSpan w:val="4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15/17-45/15</w:t>
                                  </w:r>
                                </w:p>
                              </w:tc>
                              <w:tc>
                                <w:tcPr>
                                  <w:tcW w:w="1009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19-30/17</w:t>
                                  </w:r>
                                </w:p>
                              </w:tc>
                              <w:tc>
                                <w:tcPr>
                                  <w:tcW w:w="1191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45/20-15/19</w:t>
                                  </w:r>
                                </w:p>
                              </w:tc>
                            </w:tr>
                            <w:tr w:rsidR="000F088C" w:rsidTr="00621209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12" w:space="0" w:color="auto"/>
                                    <w:tr2bl w:val="single" w:sz="4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روز    جلسات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25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502" w:type="dxa"/>
                                  <w:gridSpan w:val="2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563" w:type="dxa"/>
                                  <w:gridSpan w:val="3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99" w:type="dxa"/>
                                  <w:gridSpan w:val="2"/>
                                  <w:tcBorders>
                                    <w:left w:val="single" w:sz="18" w:space="0" w:color="auto"/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634" w:type="dxa"/>
                                  <w:gridSpan w:val="2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14</w:t>
                                  </w:r>
                                </w:p>
                              </w:tc>
                            </w:tr>
                            <w:tr w:rsidR="00621209" w:rsidRPr="0043440D" w:rsidTr="00621209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621209" w:rsidRPr="00DC6433" w:rsidRDefault="0062120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شنبه</w:t>
                                  </w:r>
                                </w:p>
                              </w:tc>
                              <w:tc>
                                <w:tcPr>
                                  <w:tcW w:w="5444" w:type="dxa"/>
                                  <w:gridSpan w:val="19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621209" w:rsidRPr="00BE7E9E" w:rsidRDefault="0062120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621209">
                                    <w:rPr>
                                      <w:rFonts w:ascii="Arial Black" w:hAnsi="Arial Black" w:cs="2  Mitra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الگو</w:t>
                                  </w:r>
                                  <w:r w:rsidRPr="00621209"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 xml:space="preserve"> </w:t>
                                  </w:r>
                                  <w:r w:rsidRPr="00621209">
                                    <w:rPr>
                                      <w:rFonts w:ascii="Arial Black" w:hAnsi="Arial Black" w:cs="2  Mitra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ودوخت</w:t>
                                  </w:r>
                                  <w:r w:rsidRPr="00621209"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 xml:space="preserve"> </w:t>
                                  </w:r>
                                  <w:r w:rsidRPr="00621209">
                                    <w:rPr>
                                      <w:rFonts w:ascii="Arial Black" w:hAnsi="Arial Black" w:cs="2  Mitra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کودک</w:t>
                                  </w: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top w:val="single" w:sz="18" w:space="0" w:color="auto"/>
                                    <w:left w:val="single" w:sz="8" w:space="0" w:color="auto"/>
                                  </w:tcBorders>
                                  <w:vAlign w:val="center"/>
                                </w:tcPr>
                                <w:p w:rsidR="00621209" w:rsidRPr="00A92ABA" w:rsidRDefault="0062120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top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621209" w:rsidRPr="00A92ABA" w:rsidRDefault="0062120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621209" w:rsidRPr="00A92ABA" w:rsidRDefault="0062120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top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621209" w:rsidRPr="00A92ABA" w:rsidRDefault="0062120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621209" w:rsidRPr="0043440D" w:rsidTr="00621209">
                              <w:trPr>
                                <w:trHeight w:val="79"/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621209" w:rsidRPr="00DC6433" w:rsidRDefault="00621209" w:rsidP="007A4AF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یکشنبه</w:t>
                                  </w:r>
                                </w:p>
                              </w:tc>
                              <w:tc>
                                <w:tcPr>
                                  <w:tcW w:w="600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621209" w:rsidRPr="00BE7E9E" w:rsidRDefault="00621209" w:rsidP="007A4AF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9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621209" w:rsidRPr="00BE7E9E" w:rsidRDefault="00621209" w:rsidP="007A4AF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621209" w:rsidRPr="00BE7E9E" w:rsidRDefault="00621209" w:rsidP="007A4AF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6" w:type="dxa"/>
                                  <w:gridSpan w:val="3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621209" w:rsidRPr="00BE7E9E" w:rsidRDefault="00621209" w:rsidP="007A4AF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621209" w:rsidRPr="00BE7E9E" w:rsidRDefault="00621209" w:rsidP="007A4AF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7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621209" w:rsidRPr="00BE7E9E" w:rsidRDefault="00621209" w:rsidP="007A4AF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621209" w:rsidRPr="00BE7E9E" w:rsidRDefault="00621209" w:rsidP="007A4AF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9" w:type="dxa"/>
                                  <w:gridSpan w:val="3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621209" w:rsidRPr="00BE7E9E" w:rsidRDefault="00621209" w:rsidP="007A4AF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621209" w:rsidRPr="00BE7E9E" w:rsidRDefault="00621209" w:rsidP="007A4AF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8" w:space="0" w:color="auto"/>
                                  </w:tcBorders>
                                  <w:vAlign w:val="center"/>
                                </w:tcPr>
                                <w:p w:rsidR="00621209" w:rsidRPr="00A92ABA" w:rsidRDefault="00621209" w:rsidP="007A4AF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621209" w:rsidRPr="00A92ABA" w:rsidRDefault="00621209" w:rsidP="007A4AF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621209" w:rsidRPr="00A92ABA" w:rsidRDefault="00621209" w:rsidP="007A4AF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621209" w:rsidRPr="00A92ABA" w:rsidRDefault="00621209" w:rsidP="007A4AF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621209" w:rsidRPr="0043440D" w:rsidTr="00621209">
                              <w:trPr>
                                <w:trHeight w:val="223"/>
                                <w:jc w:val="center"/>
                              </w:trPr>
                              <w:tc>
                                <w:tcPr>
                                  <w:tcW w:w="1135" w:type="dxa"/>
                                  <w:vMerge w:val="restart"/>
                                  <w:tcBorders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621209" w:rsidRPr="00DC6433" w:rsidRDefault="00621209" w:rsidP="007A4AF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دوشنبه</w:t>
                                  </w:r>
                                </w:p>
                              </w:tc>
                              <w:tc>
                                <w:tcPr>
                                  <w:tcW w:w="5444" w:type="dxa"/>
                                  <w:gridSpan w:val="19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621209" w:rsidRPr="00640D7A" w:rsidRDefault="00621209" w:rsidP="007A4AF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الگو و دوخت5</w:t>
                                  </w: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vMerge w:val="restart"/>
                                  <w:tcBorders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621209" w:rsidRPr="00A92ABA" w:rsidRDefault="00621209" w:rsidP="007A4AF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vMerge w:val="restart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621209" w:rsidRPr="00A92ABA" w:rsidRDefault="00621209" w:rsidP="007A4AF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vMerge w:val="restart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621209" w:rsidRPr="00A92ABA" w:rsidRDefault="00621209" w:rsidP="007A4AF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vMerge w:val="restart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621209" w:rsidRPr="00A92ABA" w:rsidRDefault="00621209" w:rsidP="007A4AF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621209" w:rsidRPr="0043440D" w:rsidTr="00621209">
                              <w:trPr>
                                <w:trHeight w:val="171"/>
                                <w:jc w:val="center"/>
                              </w:trPr>
                              <w:tc>
                                <w:tcPr>
                                  <w:tcW w:w="1135" w:type="dxa"/>
                                  <w:vMerge/>
                                  <w:tcBorders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621209" w:rsidRDefault="00621209" w:rsidP="007A4AF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57" w:type="dxa"/>
                                  <w:gridSpan w:val="8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621209" w:rsidRDefault="00621209" w:rsidP="007A4AF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کارافرینی</w:t>
                                  </w:r>
                                </w:p>
                              </w:tc>
                              <w:tc>
                                <w:tcPr>
                                  <w:tcW w:w="3387" w:type="dxa"/>
                                  <w:gridSpan w:val="11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621209" w:rsidRDefault="00621209" w:rsidP="007A4AF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621209" w:rsidRPr="00A92ABA" w:rsidRDefault="00621209" w:rsidP="007A4AF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vMerge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621209" w:rsidRPr="00A92ABA" w:rsidRDefault="00621209" w:rsidP="007A4AF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vMerge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621209" w:rsidRPr="00A92ABA" w:rsidRDefault="00621209" w:rsidP="007A4AF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vMerge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621209" w:rsidRPr="00A92ABA" w:rsidRDefault="00621209" w:rsidP="007A4AF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7A4AF3" w:rsidRPr="0043440D" w:rsidTr="00621209">
                              <w:trPr>
                                <w:trHeight w:val="213"/>
                                <w:jc w:val="center"/>
                              </w:trPr>
                              <w:tc>
                                <w:tcPr>
                                  <w:tcW w:w="1135" w:type="dxa"/>
                                  <w:vMerge w:val="restart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7A4AF3" w:rsidRPr="00DC6433" w:rsidRDefault="007A4AF3" w:rsidP="007A4AF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سه شنبه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gridSpan w:val="10"/>
                                  <w:tcBorders>
                                    <w:left w:val="single" w:sz="12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7A4AF3" w:rsidRPr="00640D7A" w:rsidRDefault="007A4AF3" w:rsidP="007A4AF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طراحی لباس3</w:t>
                                  </w:r>
                                </w:p>
                              </w:tc>
                              <w:tc>
                                <w:tcPr>
                                  <w:tcW w:w="2834" w:type="dxa"/>
                                  <w:gridSpan w:val="9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7A4AF3" w:rsidRPr="00640D7A" w:rsidRDefault="007A4AF3" w:rsidP="007A4AF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طراحی لباس3</w:t>
                                  </w: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vMerge w:val="restart"/>
                                  <w:tcBorders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:rsidR="007A4AF3" w:rsidRPr="00A92ABA" w:rsidRDefault="007A4AF3" w:rsidP="007A4AF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vMerge w:val="restart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7A4AF3" w:rsidRPr="00A92ABA" w:rsidRDefault="007A4AF3" w:rsidP="007A4AF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vMerge w:val="restart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7A4AF3" w:rsidRPr="00A92ABA" w:rsidRDefault="007A4AF3" w:rsidP="007A4AF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vMerge w:val="restart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7A4AF3" w:rsidRPr="00A92ABA" w:rsidRDefault="007A4AF3" w:rsidP="007A4AF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7A4AF3" w:rsidRPr="0043440D" w:rsidTr="00621209">
                              <w:trPr>
                                <w:trHeight w:val="223"/>
                                <w:jc w:val="center"/>
                              </w:trPr>
                              <w:tc>
                                <w:tcPr>
                                  <w:tcW w:w="1135" w:type="dxa"/>
                                  <w:vMerge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7A4AF3" w:rsidRDefault="007A4AF3" w:rsidP="007A4AF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10" w:type="dxa"/>
                                  <w:gridSpan w:val="10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7A4AF3" w:rsidRDefault="007A4AF3" w:rsidP="007A4AF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نرم افزار</w:t>
                                  </w:r>
                                </w:p>
                              </w:tc>
                              <w:tc>
                                <w:tcPr>
                                  <w:tcW w:w="2834" w:type="dxa"/>
                                  <w:gridSpan w:val="9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7A4AF3" w:rsidRDefault="007A4AF3" w:rsidP="007A4AF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نرم افزار</w:t>
                                  </w: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vMerge/>
                                  <w:tcBorders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:rsidR="007A4AF3" w:rsidRPr="00A92ABA" w:rsidRDefault="007A4AF3" w:rsidP="007A4AF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vMerge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7A4AF3" w:rsidRPr="00A92ABA" w:rsidRDefault="007A4AF3" w:rsidP="007A4AF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vMerge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7A4AF3" w:rsidRPr="00A92ABA" w:rsidRDefault="007A4AF3" w:rsidP="007A4AF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vMerge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7A4AF3" w:rsidRPr="00A92ABA" w:rsidRDefault="007A4AF3" w:rsidP="007A4AF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7A4AF3" w:rsidRPr="0043440D" w:rsidTr="00621209">
                              <w:trPr>
                                <w:trHeight w:val="206"/>
                                <w:jc w:val="center"/>
                              </w:trPr>
                              <w:tc>
                                <w:tcPr>
                                  <w:tcW w:w="1135" w:type="dxa"/>
                                  <w:vMerge w:val="restart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7A4AF3" w:rsidRDefault="007A4AF3" w:rsidP="007A4AF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چهارشنبه</w:t>
                                  </w:r>
                                </w:p>
                              </w:tc>
                              <w:tc>
                                <w:tcPr>
                                  <w:tcW w:w="5444" w:type="dxa"/>
                                  <w:gridSpan w:val="19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7A4AF3" w:rsidRPr="00640D7A" w:rsidRDefault="007A4AF3" w:rsidP="007A4AF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الگو و دوخت کودک</w:t>
                                  </w: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7A4AF3" w:rsidRPr="00A92ABA" w:rsidRDefault="007A4AF3" w:rsidP="007A4AF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vMerge w:val="restart"/>
                                  <w:tcBorders>
                                    <w:top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7A4AF3" w:rsidRPr="00A92ABA" w:rsidRDefault="007A4AF3" w:rsidP="007A4AF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vMerge w:val="restart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7A4AF3" w:rsidRPr="00A92ABA" w:rsidRDefault="007A4AF3" w:rsidP="007A4AF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vMerge w:val="restart"/>
                                  <w:tcBorders>
                                    <w:top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7A4AF3" w:rsidRPr="00A92ABA" w:rsidRDefault="007A4AF3" w:rsidP="007A4AF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7A4AF3" w:rsidRPr="0043440D" w:rsidTr="00621209">
                              <w:trPr>
                                <w:trHeight w:val="189"/>
                                <w:jc w:val="center"/>
                              </w:trPr>
                              <w:tc>
                                <w:tcPr>
                                  <w:tcW w:w="1135" w:type="dxa"/>
                                  <w:vMerge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7A4AF3" w:rsidRDefault="007A4AF3" w:rsidP="007A4AF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44" w:type="dxa"/>
                                  <w:gridSpan w:val="19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7A4AF3" w:rsidRPr="00640D7A" w:rsidRDefault="007A4AF3" w:rsidP="007A4AF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الگو و دوخت5</w:t>
                                  </w: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7A4AF3" w:rsidRPr="00A92ABA" w:rsidRDefault="007A4AF3" w:rsidP="007A4AF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vMerge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7A4AF3" w:rsidRPr="00A92ABA" w:rsidRDefault="007A4AF3" w:rsidP="007A4AF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vMerge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7A4AF3" w:rsidRPr="00A92ABA" w:rsidRDefault="007A4AF3" w:rsidP="007A4AF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vMerge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7A4AF3" w:rsidRPr="00A92ABA" w:rsidRDefault="007A4AF3" w:rsidP="007A4AF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7A4AF3" w:rsidRPr="0043440D" w:rsidTr="00621209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7A4AF3" w:rsidRPr="00DC6433" w:rsidRDefault="007A4AF3" w:rsidP="007A4AF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پنج 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7A4AF3" w:rsidRPr="00A92ABA" w:rsidRDefault="007A4AF3" w:rsidP="007A4AF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7A4AF3" w:rsidRPr="00A92ABA" w:rsidRDefault="007A4AF3" w:rsidP="007A4AF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7A4AF3" w:rsidRPr="00A92ABA" w:rsidRDefault="007A4AF3" w:rsidP="007A4AF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gridSpan w:val="2"/>
                                  <w:tcBorders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7A4AF3" w:rsidRPr="00A92ABA" w:rsidRDefault="007A4AF3" w:rsidP="007A4AF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gridSpan w:val="3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7A4AF3" w:rsidRPr="00A92ABA" w:rsidRDefault="007A4AF3" w:rsidP="007A4AF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7A4AF3" w:rsidRPr="00A92ABA" w:rsidRDefault="007A4AF3" w:rsidP="007A4AF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gridSpan w:val="2"/>
                                  <w:tcBorders>
                                    <w:left w:val="single" w:sz="18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7A4AF3" w:rsidRPr="00A92ABA" w:rsidRDefault="007A4AF3" w:rsidP="007A4AF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7A4AF3" w:rsidRPr="00A92ABA" w:rsidRDefault="007A4AF3" w:rsidP="007A4AF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7A4AF3" w:rsidRPr="00A92ABA" w:rsidRDefault="007A4AF3" w:rsidP="007A4AF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7A4AF3" w:rsidRPr="00A92ABA" w:rsidRDefault="007A4AF3" w:rsidP="007A4AF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7A4AF3" w:rsidRPr="00A92ABA" w:rsidRDefault="007A4AF3" w:rsidP="007A4AF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7A4AF3" w:rsidRPr="00A92ABA" w:rsidRDefault="007A4AF3" w:rsidP="007A4AF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7A4AF3" w:rsidRPr="00A92ABA" w:rsidRDefault="007A4AF3" w:rsidP="007A4AF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7A4AF3" w:rsidRPr="00A92ABA" w:rsidRDefault="007A4AF3" w:rsidP="007A4AF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E06AF" w:rsidRDefault="003E06AF" w:rsidP="004E399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11.75pt;margin-top:43.65pt;width:457.55pt;height:330.9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" stroked="f">
                <v:textbox>
                  <w:txbxContent>
                    <w:tbl>
                      <w:tblPr>
                        <w:tblStyle w:val="TableGrid"/>
                        <w:tblOverlap w:val="never"/>
                        <w:bidiVisual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1135"/>
                        <w:gridCol w:w="453"/>
                        <w:gridCol w:w="147"/>
                        <w:gridCol w:w="378"/>
                        <w:gridCol w:w="171"/>
                        <w:gridCol w:w="396"/>
                        <w:gridCol w:w="238"/>
                        <w:gridCol w:w="264"/>
                        <w:gridCol w:w="10"/>
                        <w:gridCol w:w="292"/>
                        <w:gridCol w:w="261"/>
                        <w:gridCol w:w="476"/>
                        <w:gridCol w:w="91"/>
                        <w:gridCol w:w="406"/>
                        <w:gridCol w:w="93"/>
                        <w:gridCol w:w="541"/>
                        <w:gridCol w:w="26"/>
                        <w:gridCol w:w="567"/>
                        <w:gridCol w:w="76"/>
                        <w:gridCol w:w="558"/>
                        <w:gridCol w:w="24"/>
                        <w:gridCol w:w="505"/>
                        <w:gridCol w:w="504"/>
                        <w:gridCol w:w="610"/>
                        <w:gridCol w:w="581"/>
                      </w:tblGrid>
                      <w:tr w:rsidR="000F088C" w:rsidTr="00621209">
                        <w:trPr>
                          <w:jc w:val="center"/>
                        </w:trPr>
                        <w:tc>
                          <w:tcPr>
                            <w:tcW w:w="4312" w:type="dxa"/>
                            <w:gridSpan w:val="13"/>
                            <w:tcBorders>
                              <w:top w:val="single" w:sz="12" w:space="0" w:color="auto"/>
                              <w:left w:val="single" w:sz="12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صبح</w:t>
                            </w:r>
                          </w:p>
                        </w:tc>
                        <w:tc>
                          <w:tcPr>
                            <w:tcW w:w="4491" w:type="dxa"/>
                            <w:gridSpan w:val="12"/>
                            <w:tcBorders>
                              <w:top w:val="single" w:sz="12" w:space="0" w:color="auto"/>
                              <w:left w:val="single" w:sz="18" w:space="0" w:color="auto"/>
                              <w:bottom w:val="single" w:sz="8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بعدازظهر</w:t>
                            </w:r>
                          </w:p>
                        </w:tc>
                      </w:tr>
                      <w:tr w:rsidR="000F088C" w:rsidTr="00621209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top w:val="single" w:sz="8" w:space="0" w:color="auto"/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ساعات</w:t>
                            </w:r>
                          </w:p>
                        </w:tc>
                        <w:tc>
                          <w:tcPr>
                            <w:tcW w:w="978" w:type="dxa"/>
                            <w:gridSpan w:val="3"/>
                            <w:tcBorders>
                              <w:top w:val="single" w:sz="8" w:space="0" w:color="auto"/>
                              <w:left w:val="single" w:sz="12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30/9-8</w:t>
                            </w:r>
                          </w:p>
                        </w:tc>
                        <w:tc>
                          <w:tcPr>
                            <w:tcW w:w="1069" w:type="dxa"/>
                            <w:gridSpan w:val="4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B62771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1</w:t>
                            </w:r>
                            <w:r w:rsidRPr="00B62771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5/11-45/9</w:t>
                            </w:r>
                          </w:p>
                        </w:tc>
                        <w:tc>
                          <w:tcPr>
                            <w:tcW w:w="1130" w:type="dxa"/>
                            <w:gridSpan w:val="5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13-30/11</w:t>
                            </w:r>
                          </w:p>
                        </w:tc>
                        <w:tc>
                          <w:tcPr>
                            <w:tcW w:w="1066" w:type="dxa"/>
                            <w:gridSpan w:val="4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30/15-14</w:t>
                            </w:r>
                          </w:p>
                        </w:tc>
                        <w:tc>
                          <w:tcPr>
                            <w:tcW w:w="1225" w:type="dxa"/>
                            <w:gridSpan w:val="4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15/17-45/15</w:t>
                            </w:r>
                          </w:p>
                        </w:tc>
                        <w:tc>
                          <w:tcPr>
                            <w:tcW w:w="1009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19-30/17</w:t>
                            </w:r>
                          </w:p>
                        </w:tc>
                        <w:tc>
                          <w:tcPr>
                            <w:tcW w:w="1191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45/20-15/19</w:t>
                            </w:r>
                          </w:p>
                        </w:tc>
                      </w:tr>
                      <w:tr w:rsidR="000F088C" w:rsidTr="00621209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12" w:space="0" w:color="auto"/>
                              <w:tr2bl w:val="single" w:sz="4" w:space="0" w:color="auto"/>
                            </w:tcBorders>
                            <w:shd w:val="clear" w:color="auto" w:fill="D9D9D9" w:themeFill="background1" w:themeFillShade="D9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rPr>
                                <w:rFonts w:ascii="IranNastaliq" w:hAnsi="IranNastaliq"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روز    جلسات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25" w:type="dxa"/>
                            <w:gridSpan w:val="2"/>
                            <w:tcBorders>
                              <w:left w:val="single" w:sz="4" w:space="0" w:color="auto"/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567" w:type="dxa"/>
                            <w:gridSpan w:val="2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502" w:type="dxa"/>
                            <w:gridSpan w:val="2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563" w:type="dxa"/>
                            <w:gridSpan w:val="3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567" w:type="dxa"/>
                            <w:gridSpan w:val="2"/>
                            <w:tcBorders>
                              <w:bottom w:val="single" w:sz="18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99" w:type="dxa"/>
                            <w:gridSpan w:val="2"/>
                            <w:tcBorders>
                              <w:left w:val="single" w:sz="18" w:space="0" w:color="auto"/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567" w:type="dxa"/>
                            <w:gridSpan w:val="2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634" w:type="dxa"/>
                            <w:gridSpan w:val="2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504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581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14</w:t>
                            </w:r>
                          </w:p>
                        </w:tc>
                      </w:tr>
                      <w:tr w:rsidR="00621209" w:rsidRPr="0043440D" w:rsidTr="00621209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top w:val="single" w:sz="18" w:space="0" w:color="auto"/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621209" w:rsidRPr="00DC6433" w:rsidRDefault="0062120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شنبه</w:t>
                            </w:r>
                          </w:p>
                        </w:tc>
                        <w:tc>
                          <w:tcPr>
                            <w:tcW w:w="5444" w:type="dxa"/>
                            <w:gridSpan w:val="19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621209" w:rsidRPr="00BE7E9E" w:rsidRDefault="0062120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621209">
                              <w:rPr>
                                <w:rFonts w:ascii="Arial Black" w:hAnsi="Arial Black" w:cs="2  Mitra" w:hint="eastAsi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الگو</w:t>
                            </w:r>
                            <w:r w:rsidRPr="00621209"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621209">
                              <w:rPr>
                                <w:rFonts w:ascii="Arial Black" w:hAnsi="Arial Black" w:cs="2  Mitra" w:hint="eastAsi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ودوخت</w:t>
                            </w:r>
                            <w:r w:rsidRPr="00621209"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621209">
                              <w:rPr>
                                <w:rFonts w:ascii="Arial Black" w:hAnsi="Arial Black" w:cs="2  Mitra" w:hint="eastAsi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کودک</w:t>
                            </w: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top w:val="single" w:sz="18" w:space="0" w:color="auto"/>
                              <w:left w:val="single" w:sz="8" w:space="0" w:color="auto"/>
                            </w:tcBorders>
                            <w:vAlign w:val="center"/>
                          </w:tcPr>
                          <w:p w:rsidR="00621209" w:rsidRPr="00A92ABA" w:rsidRDefault="0062120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top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621209" w:rsidRPr="00A92ABA" w:rsidRDefault="0062120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top w:val="single" w:sz="18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621209" w:rsidRPr="00A92ABA" w:rsidRDefault="0062120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top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621209" w:rsidRPr="00A92ABA" w:rsidRDefault="0062120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621209" w:rsidRPr="0043440D" w:rsidTr="00621209">
                        <w:trPr>
                          <w:trHeight w:val="79"/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621209" w:rsidRPr="00DC6433" w:rsidRDefault="00621209" w:rsidP="007A4AF3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یکشنبه</w:t>
                            </w:r>
                          </w:p>
                        </w:tc>
                        <w:tc>
                          <w:tcPr>
                            <w:tcW w:w="600" w:type="dxa"/>
                            <w:gridSpan w:val="2"/>
                            <w:tcBorders>
                              <w:top w:val="single" w:sz="4" w:space="0" w:color="auto"/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621209" w:rsidRPr="00BE7E9E" w:rsidRDefault="00621209" w:rsidP="007A4AF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49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621209" w:rsidRPr="00BE7E9E" w:rsidRDefault="00621209" w:rsidP="007A4AF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621209" w:rsidRPr="00BE7E9E" w:rsidRDefault="00621209" w:rsidP="007A4AF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6" w:type="dxa"/>
                            <w:gridSpan w:val="3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621209" w:rsidRPr="00BE7E9E" w:rsidRDefault="00621209" w:rsidP="007A4AF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737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621209" w:rsidRPr="00BE7E9E" w:rsidRDefault="00621209" w:rsidP="007A4AF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7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621209" w:rsidRPr="00BE7E9E" w:rsidRDefault="00621209" w:rsidP="007A4AF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621209" w:rsidRPr="00BE7E9E" w:rsidRDefault="00621209" w:rsidP="007A4AF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69" w:type="dxa"/>
                            <w:gridSpan w:val="3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621209" w:rsidRPr="00BE7E9E" w:rsidRDefault="00621209" w:rsidP="007A4AF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58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621209" w:rsidRPr="00BE7E9E" w:rsidRDefault="00621209" w:rsidP="007A4AF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8" w:space="0" w:color="auto"/>
                            </w:tcBorders>
                            <w:vAlign w:val="center"/>
                          </w:tcPr>
                          <w:p w:rsidR="00621209" w:rsidRPr="00A92ABA" w:rsidRDefault="00621209" w:rsidP="007A4AF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621209" w:rsidRPr="00A92ABA" w:rsidRDefault="00621209" w:rsidP="007A4AF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621209" w:rsidRPr="00A92ABA" w:rsidRDefault="00621209" w:rsidP="007A4AF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621209" w:rsidRPr="00A92ABA" w:rsidRDefault="00621209" w:rsidP="007A4AF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621209" w:rsidRPr="0043440D" w:rsidTr="00621209">
                        <w:trPr>
                          <w:trHeight w:val="223"/>
                          <w:jc w:val="center"/>
                        </w:trPr>
                        <w:tc>
                          <w:tcPr>
                            <w:tcW w:w="1135" w:type="dxa"/>
                            <w:vMerge w:val="restart"/>
                            <w:tcBorders>
                              <w:left w:val="single" w:sz="12" w:space="0" w:color="auto"/>
                              <w:right w:val="single" w:sz="4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621209" w:rsidRPr="00DC6433" w:rsidRDefault="00621209" w:rsidP="007A4AF3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دوشنبه</w:t>
                            </w:r>
                          </w:p>
                        </w:tc>
                        <w:tc>
                          <w:tcPr>
                            <w:tcW w:w="5444" w:type="dxa"/>
                            <w:gridSpan w:val="19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621209" w:rsidRPr="00640D7A" w:rsidRDefault="00621209" w:rsidP="007A4AF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الگو و دوخت5</w:t>
                            </w:r>
                          </w:p>
                        </w:tc>
                        <w:tc>
                          <w:tcPr>
                            <w:tcW w:w="529" w:type="dxa"/>
                            <w:gridSpan w:val="2"/>
                            <w:vMerge w:val="restart"/>
                            <w:tcBorders>
                              <w:left w:val="single" w:sz="4" w:space="0" w:color="auto"/>
                            </w:tcBorders>
                            <w:vAlign w:val="center"/>
                          </w:tcPr>
                          <w:p w:rsidR="00621209" w:rsidRPr="00A92ABA" w:rsidRDefault="00621209" w:rsidP="007A4AF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vMerge w:val="restart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621209" w:rsidRPr="00A92ABA" w:rsidRDefault="00621209" w:rsidP="007A4AF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vMerge w:val="restart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621209" w:rsidRPr="00A92ABA" w:rsidRDefault="00621209" w:rsidP="007A4AF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vMerge w:val="restart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621209" w:rsidRPr="00A92ABA" w:rsidRDefault="00621209" w:rsidP="007A4AF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621209" w:rsidRPr="0043440D" w:rsidTr="00621209">
                        <w:trPr>
                          <w:trHeight w:val="171"/>
                          <w:jc w:val="center"/>
                        </w:trPr>
                        <w:tc>
                          <w:tcPr>
                            <w:tcW w:w="1135" w:type="dxa"/>
                            <w:vMerge/>
                            <w:tcBorders>
                              <w:left w:val="single" w:sz="12" w:space="0" w:color="auto"/>
                              <w:right w:val="single" w:sz="4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621209" w:rsidRDefault="00621209" w:rsidP="007A4AF3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2057" w:type="dxa"/>
                            <w:gridSpan w:val="8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621209" w:rsidRDefault="00621209" w:rsidP="007A4AF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کارافرینی</w:t>
                            </w:r>
                          </w:p>
                        </w:tc>
                        <w:tc>
                          <w:tcPr>
                            <w:tcW w:w="3387" w:type="dxa"/>
                            <w:gridSpan w:val="11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621209" w:rsidRDefault="00621209" w:rsidP="007A4AF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vMerge/>
                            <w:tcBorders>
                              <w:left w:val="single" w:sz="4" w:space="0" w:color="auto"/>
                            </w:tcBorders>
                            <w:vAlign w:val="center"/>
                          </w:tcPr>
                          <w:p w:rsidR="00621209" w:rsidRPr="00A92ABA" w:rsidRDefault="00621209" w:rsidP="007A4AF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vMerge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621209" w:rsidRPr="00A92ABA" w:rsidRDefault="00621209" w:rsidP="007A4AF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vMerge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621209" w:rsidRPr="00A92ABA" w:rsidRDefault="00621209" w:rsidP="007A4AF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vMerge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621209" w:rsidRPr="00A92ABA" w:rsidRDefault="00621209" w:rsidP="007A4AF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7A4AF3" w:rsidRPr="0043440D" w:rsidTr="00621209">
                        <w:trPr>
                          <w:trHeight w:val="213"/>
                          <w:jc w:val="center"/>
                        </w:trPr>
                        <w:tc>
                          <w:tcPr>
                            <w:tcW w:w="1135" w:type="dxa"/>
                            <w:vMerge w:val="restart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7A4AF3" w:rsidRPr="00DC6433" w:rsidRDefault="007A4AF3" w:rsidP="007A4AF3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سه شنبه</w:t>
                            </w:r>
                          </w:p>
                        </w:tc>
                        <w:tc>
                          <w:tcPr>
                            <w:tcW w:w="2610" w:type="dxa"/>
                            <w:gridSpan w:val="10"/>
                            <w:tcBorders>
                              <w:left w:val="single" w:sz="12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7A4AF3" w:rsidRPr="00640D7A" w:rsidRDefault="007A4AF3" w:rsidP="007A4AF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طراحی لباس3</w:t>
                            </w:r>
                          </w:p>
                        </w:tc>
                        <w:tc>
                          <w:tcPr>
                            <w:tcW w:w="2834" w:type="dxa"/>
                            <w:gridSpan w:val="9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7A4AF3" w:rsidRPr="00640D7A" w:rsidRDefault="007A4AF3" w:rsidP="007A4AF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طراحی لباس3</w:t>
                            </w:r>
                          </w:p>
                        </w:tc>
                        <w:tc>
                          <w:tcPr>
                            <w:tcW w:w="529" w:type="dxa"/>
                            <w:gridSpan w:val="2"/>
                            <w:vMerge w:val="restart"/>
                            <w:tcBorders>
                              <w:left w:val="single" w:sz="18" w:space="0" w:color="auto"/>
                            </w:tcBorders>
                            <w:vAlign w:val="center"/>
                          </w:tcPr>
                          <w:p w:rsidR="007A4AF3" w:rsidRPr="00A92ABA" w:rsidRDefault="007A4AF3" w:rsidP="007A4AF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vMerge w:val="restart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7A4AF3" w:rsidRPr="00A92ABA" w:rsidRDefault="007A4AF3" w:rsidP="007A4AF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vMerge w:val="restart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7A4AF3" w:rsidRPr="00A92ABA" w:rsidRDefault="007A4AF3" w:rsidP="007A4AF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vMerge w:val="restart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7A4AF3" w:rsidRPr="00A92ABA" w:rsidRDefault="007A4AF3" w:rsidP="007A4AF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7A4AF3" w:rsidRPr="0043440D" w:rsidTr="00621209">
                        <w:trPr>
                          <w:trHeight w:val="223"/>
                          <w:jc w:val="center"/>
                        </w:trPr>
                        <w:tc>
                          <w:tcPr>
                            <w:tcW w:w="1135" w:type="dxa"/>
                            <w:vMerge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7A4AF3" w:rsidRDefault="007A4AF3" w:rsidP="007A4AF3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2610" w:type="dxa"/>
                            <w:gridSpan w:val="10"/>
                            <w:tcBorders>
                              <w:top w:val="single" w:sz="4" w:space="0" w:color="auto"/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7A4AF3" w:rsidRDefault="007A4AF3" w:rsidP="007A4AF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نرم افزار</w:t>
                            </w:r>
                          </w:p>
                        </w:tc>
                        <w:tc>
                          <w:tcPr>
                            <w:tcW w:w="2834" w:type="dxa"/>
                            <w:gridSpan w:val="9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7A4AF3" w:rsidRDefault="007A4AF3" w:rsidP="007A4AF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نرم افزار</w:t>
                            </w:r>
                          </w:p>
                        </w:tc>
                        <w:tc>
                          <w:tcPr>
                            <w:tcW w:w="529" w:type="dxa"/>
                            <w:gridSpan w:val="2"/>
                            <w:vMerge/>
                            <w:tcBorders>
                              <w:left w:val="single" w:sz="18" w:space="0" w:color="auto"/>
                            </w:tcBorders>
                            <w:vAlign w:val="center"/>
                          </w:tcPr>
                          <w:p w:rsidR="007A4AF3" w:rsidRPr="00A92ABA" w:rsidRDefault="007A4AF3" w:rsidP="007A4AF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vMerge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7A4AF3" w:rsidRPr="00A92ABA" w:rsidRDefault="007A4AF3" w:rsidP="007A4AF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vMerge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7A4AF3" w:rsidRPr="00A92ABA" w:rsidRDefault="007A4AF3" w:rsidP="007A4AF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vMerge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7A4AF3" w:rsidRPr="00A92ABA" w:rsidRDefault="007A4AF3" w:rsidP="007A4AF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7A4AF3" w:rsidRPr="0043440D" w:rsidTr="00621209">
                        <w:trPr>
                          <w:trHeight w:val="206"/>
                          <w:jc w:val="center"/>
                        </w:trPr>
                        <w:tc>
                          <w:tcPr>
                            <w:tcW w:w="1135" w:type="dxa"/>
                            <w:vMerge w:val="restart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7A4AF3" w:rsidRDefault="007A4AF3" w:rsidP="007A4AF3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چهارشنبه</w:t>
                            </w:r>
                          </w:p>
                        </w:tc>
                        <w:tc>
                          <w:tcPr>
                            <w:tcW w:w="5444" w:type="dxa"/>
                            <w:gridSpan w:val="19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7A4AF3" w:rsidRPr="00640D7A" w:rsidRDefault="007A4AF3" w:rsidP="007A4AF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الگو و دوخت کودک</w:t>
                            </w:r>
                          </w:p>
                        </w:tc>
                        <w:tc>
                          <w:tcPr>
                            <w:tcW w:w="529" w:type="dxa"/>
                            <w:gridSpan w:val="2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7A4AF3" w:rsidRPr="00A92ABA" w:rsidRDefault="007A4AF3" w:rsidP="007A4AF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vMerge w:val="restart"/>
                            <w:tcBorders>
                              <w:top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7A4AF3" w:rsidRPr="00A92ABA" w:rsidRDefault="007A4AF3" w:rsidP="007A4AF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vMerge w:val="restart"/>
                            <w:tcBorders>
                              <w:top w:val="single" w:sz="4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7A4AF3" w:rsidRPr="00A92ABA" w:rsidRDefault="007A4AF3" w:rsidP="007A4AF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vMerge w:val="restart"/>
                            <w:tcBorders>
                              <w:top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7A4AF3" w:rsidRPr="00A92ABA" w:rsidRDefault="007A4AF3" w:rsidP="007A4AF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7A4AF3" w:rsidRPr="0043440D" w:rsidTr="00621209">
                        <w:trPr>
                          <w:trHeight w:val="189"/>
                          <w:jc w:val="center"/>
                        </w:trPr>
                        <w:tc>
                          <w:tcPr>
                            <w:tcW w:w="1135" w:type="dxa"/>
                            <w:vMerge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7A4AF3" w:rsidRDefault="007A4AF3" w:rsidP="007A4AF3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444" w:type="dxa"/>
                            <w:gridSpan w:val="19"/>
                            <w:tcBorders>
                              <w:top w:val="single" w:sz="4" w:space="0" w:color="auto"/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7A4AF3" w:rsidRPr="00640D7A" w:rsidRDefault="007A4AF3" w:rsidP="007A4AF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الگو و دوخت5</w:t>
                            </w:r>
                          </w:p>
                        </w:tc>
                        <w:tc>
                          <w:tcPr>
                            <w:tcW w:w="529" w:type="dxa"/>
                            <w:gridSpan w:val="2"/>
                            <w:vMerge/>
                            <w:tcBorders>
                              <w:left w:val="single" w:sz="4" w:space="0" w:color="auto"/>
                            </w:tcBorders>
                            <w:vAlign w:val="center"/>
                          </w:tcPr>
                          <w:p w:rsidR="007A4AF3" w:rsidRPr="00A92ABA" w:rsidRDefault="007A4AF3" w:rsidP="007A4AF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vMerge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7A4AF3" w:rsidRPr="00A92ABA" w:rsidRDefault="007A4AF3" w:rsidP="007A4AF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vMerge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7A4AF3" w:rsidRPr="00A92ABA" w:rsidRDefault="007A4AF3" w:rsidP="007A4AF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vMerge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7A4AF3" w:rsidRPr="00A92ABA" w:rsidRDefault="007A4AF3" w:rsidP="007A4AF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7A4AF3" w:rsidRPr="0043440D" w:rsidTr="00621209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7A4AF3" w:rsidRPr="00DC6433" w:rsidRDefault="007A4AF3" w:rsidP="007A4AF3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پنج 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7A4AF3" w:rsidRPr="00A92ABA" w:rsidRDefault="007A4AF3" w:rsidP="007A4AF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gridSpan w:val="2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7A4AF3" w:rsidRPr="00A92ABA" w:rsidRDefault="007A4AF3" w:rsidP="007A4AF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gridSpan w:val="2"/>
                            <w:tcBorders>
                              <w:left w:val="single" w:sz="4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7A4AF3" w:rsidRPr="00A92ABA" w:rsidRDefault="007A4AF3" w:rsidP="007A4AF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gridSpan w:val="2"/>
                            <w:tcBorders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7A4AF3" w:rsidRPr="00A92ABA" w:rsidRDefault="007A4AF3" w:rsidP="007A4AF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gridSpan w:val="3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7A4AF3" w:rsidRPr="00A92ABA" w:rsidRDefault="007A4AF3" w:rsidP="007A4AF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gridSpan w:val="2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7A4AF3" w:rsidRPr="00A92ABA" w:rsidRDefault="007A4AF3" w:rsidP="007A4AF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gridSpan w:val="2"/>
                            <w:tcBorders>
                              <w:left w:val="single" w:sz="18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7A4AF3" w:rsidRPr="00A92ABA" w:rsidRDefault="007A4AF3" w:rsidP="007A4AF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gridSpan w:val="2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7A4AF3" w:rsidRPr="00A92ABA" w:rsidRDefault="007A4AF3" w:rsidP="007A4AF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7A4AF3" w:rsidRPr="00A92ABA" w:rsidRDefault="007A4AF3" w:rsidP="007A4AF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gridSpan w:val="2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7A4AF3" w:rsidRPr="00A92ABA" w:rsidRDefault="007A4AF3" w:rsidP="007A4AF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7A4AF3" w:rsidRPr="00A92ABA" w:rsidRDefault="007A4AF3" w:rsidP="007A4AF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7A4AF3" w:rsidRPr="00A92ABA" w:rsidRDefault="007A4AF3" w:rsidP="007A4AF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7A4AF3" w:rsidRPr="00A92ABA" w:rsidRDefault="007A4AF3" w:rsidP="007A4AF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7A4AF3" w:rsidRPr="00A92ABA" w:rsidRDefault="007A4AF3" w:rsidP="007A4AF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</w:tbl>
                    <w:p w:rsidR="003E06AF" w:rsidRDefault="003E06AF" w:rsidP="004E399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IranNastaliq" w:hAnsi="IranNastaliq" w:cs="B Nazanin"/>
          <w:noProof/>
          <w:sz w:val="36"/>
          <w:szCs w:val="36"/>
          <w:rtl/>
          <w:lang w:bidi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3945890</wp:posOffset>
                </wp:positionH>
                <wp:positionV relativeFrom="paragraph">
                  <wp:posOffset>572135</wp:posOffset>
                </wp:positionV>
                <wp:extent cx="5810885" cy="4202430"/>
                <wp:effectExtent l="0" t="0" r="0" b="762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885" cy="4202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Overlap w:val="never"/>
                              <w:bidiVisual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1135"/>
                              <w:gridCol w:w="453"/>
                              <w:gridCol w:w="525"/>
                              <w:gridCol w:w="567"/>
                              <w:gridCol w:w="502"/>
                              <w:gridCol w:w="563"/>
                              <w:gridCol w:w="567"/>
                              <w:gridCol w:w="499"/>
                              <w:gridCol w:w="567"/>
                              <w:gridCol w:w="567"/>
                              <w:gridCol w:w="634"/>
                              <w:gridCol w:w="24"/>
                              <w:gridCol w:w="505"/>
                              <w:gridCol w:w="504"/>
                              <w:gridCol w:w="610"/>
                              <w:gridCol w:w="581"/>
                            </w:tblGrid>
                            <w:tr w:rsidR="009554F9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4312" w:type="dxa"/>
                                  <w:gridSpan w:val="7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صبح</w:t>
                                  </w:r>
                                </w:p>
                              </w:tc>
                              <w:tc>
                                <w:tcPr>
                                  <w:tcW w:w="4491" w:type="dxa"/>
                                  <w:gridSpan w:val="9"/>
                                  <w:tcBorders>
                                    <w:top w:val="single" w:sz="12" w:space="0" w:color="auto"/>
                                    <w:left w:val="single" w:sz="18" w:space="0" w:color="auto"/>
                                    <w:bottom w:val="single" w:sz="8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بعدازظهر</w:t>
                                  </w:r>
                                </w:p>
                              </w:tc>
                            </w:tr>
                            <w:tr w:rsidR="009554F9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top w:val="single" w:sz="8" w:space="0" w:color="auto"/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ساعات</w:t>
                                  </w:r>
                                </w:p>
                              </w:tc>
                              <w:tc>
                                <w:tcPr>
                                  <w:tcW w:w="978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2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30/9-8</w:t>
                                  </w:r>
                                </w:p>
                              </w:tc>
                              <w:tc>
                                <w:tcPr>
                                  <w:tcW w:w="1069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B62771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  <w:r w:rsidRPr="00B62771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5/11-45/9</w:t>
                                  </w:r>
                                </w:p>
                              </w:tc>
                              <w:tc>
                                <w:tcPr>
                                  <w:tcW w:w="1130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13-30/11</w:t>
                                  </w:r>
                                </w:p>
                              </w:tc>
                              <w:tc>
                                <w:tcPr>
                                  <w:tcW w:w="1066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30/15-14</w:t>
                                  </w:r>
                                </w:p>
                              </w:tc>
                              <w:tc>
                                <w:tcPr>
                                  <w:tcW w:w="1225" w:type="dxa"/>
                                  <w:gridSpan w:val="3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15/17-45/15</w:t>
                                  </w:r>
                                </w:p>
                              </w:tc>
                              <w:tc>
                                <w:tcPr>
                                  <w:tcW w:w="1009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19-30/17</w:t>
                                  </w:r>
                                </w:p>
                              </w:tc>
                              <w:tc>
                                <w:tcPr>
                                  <w:tcW w:w="1191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45/20-15/19</w:t>
                                  </w:r>
                                </w:p>
                              </w:tc>
                            </w:tr>
                            <w:tr w:rsidR="009554F9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12" w:space="0" w:color="auto"/>
                                    <w:tr2bl w:val="single" w:sz="4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روز    جلسات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14</w:t>
                                  </w:r>
                                </w:p>
                              </w:tc>
                            </w:tr>
                            <w:tr w:rsidR="009554F9" w:rsidRPr="0043440D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top w:val="single" w:sz="18" w:space="0" w:color="auto"/>
                                    <w:left w:val="single" w:sz="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top w:val="single" w:sz="18" w:space="0" w:color="auto"/>
                                    <w:left w:val="single" w:sz="18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8" w:space="0" w:color="auto"/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top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top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9554F9" w:rsidRPr="0043440D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یکشنبه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CE129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CE129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9554F9" w:rsidRPr="0043440D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دوشنبه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9554F9" w:rsidRPr="0043440D" w:rsidTr="00A22281">
                              <w:trPr>
                                <w:trHeight w:val="453"/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سه 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9554F9" w:rsidRPr="0043440D" w:rsidTr="00A22281">
                              <w:trPr>
                                <w:trHeight w:val="412"/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چهارشنبه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top w:val="single" w:sz="4" w:space="0" w:color="auto"/>
                                    <w:left w:val="single" w:sz="18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top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top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9554F9" w:rsidRPr="0043440D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پنج 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554F9" w:rsidRDefault="009554F9" w:rsidP="004E399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310.7pt;margin-top:45.05pt;width:457.55pt;height:330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" stroked="f">
                <v:textbox>
                  <w:txbxContent>
                    <w:tbl>
                      <w:tblPr>
                        <w:tblStyle w:val="TableGrid"/>
                        <w:tblOverlap w:val="never"/>
                        <w:bidiVisual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1135"/>
                        <w:gridCol w:w="453"/>
                        <w:gridCol w:w="525"/>
                        <w:gridCol w:w="567"/>
                        <w:gridCol w:w="502"/>
                        <w:gridCol w:w="563"/>
                        <w:gridCol w:w="567"/>
                        <w:gridCol w:w="499"/>
                        <w:gridCol w:w="567"/>
                        <w:gridCol w:w="567"/>
                        <w:gridCol w:w="634"/>
                        <w:gridCol w:w="24"/>
                        <w:gridCol w:w="505"/>
                        <w:gridCol w:w="504"/>
                        <w:gridCol w:w="610"/>
                        <w:gridCol w:w="581"/>
                      </w:tblGrid>
                      <w:tr w:rsidR="009554F9" w:rsidTr="00A22281">
                        <w:trPr>
                          <w:jc w:val="center"/>
                        </w:trPr>
                        <w:tc>
                          <w:tcPr>
                            <w:tcW w:w="4312" w:type="dxa"/>
                            <w:gridSpan w:val="7"/>
                            <w:tcBorders>
                              <w:top w:val="single" w:sz="12" w:space="0" w:color="auto"/>
                              <w:left w:val="single" w:sz="12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صبح</w:t>
                            </w:r>
                          </w:p>
                        </w:tc>
                        <w:tc>
                          <w:tcPr>
                            <w:tcW w:w="4491" w:type="dxa"/>
                            <w:gridSpan w:val="9"/>
                            <w:tcBorders>
                              <w:top w:val="single" w:sz="12" w:space="0" w:color="auto"/>
                              <w:left w:val="single" w:sz="18" w:space="0" w:color="auto"/>
                              <w:bottom w:val="single" w:sz="8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بعدازظهر</w:t>
                            </w:r>
                          </w:p>
                        </w:tc>
                      </w:tr>
                      <w:tr w:rsidR="009554F9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top w:val="single" w:sz="8" w:space="0" w:color="auto"/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ساعات</w:t>
                            </w:r>
                          </w:p>
                        </w:tc>
                        <w:tc>
                          <w:tcPr>
                            <w:tcW w:w="978" w:type="dxa"/>
                            <w:gridSpan w:val="2"/>
                            <w:tcBorders>
                              <w:top w:val="single" w:sz="8" w:space="0" w:color="auto"/>
                              <w:left w:val="single" w:sz="12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30/9-8</w:t>
                            </w:r>
                          </w:p>
                        </w:tc>
                        <w:tc>
                          <w:tcPr>
                            <w:tcW w:w="1069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B62771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1</w:t>
                            </w:r>
                            <w:r w:rsidRPr="00B62771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5/11-45/9</w:t>
                            </w:r>
                          </w:p>
                        </w:tc>
                        <w:tc>
                          <w:tcPr>
                            <w:tcW w:w="1130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13-30/11</w:t>
                            </w:r>
                          </w:p>
                        </w:tc>
                        <w:tc>
                          <w:tcPr>
                            <w:tcW w:w="1066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30/15-14</w:t>
                            </w:r>
                          </w:p>
                        </w:tc>
                        <w:tc>
                          <w:tcPr>
                            <w:tcW w:w="1225" w:type="dxa"/>
                            <w:gridSpan w:val="3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15/17-45/15</w:t>
                            </w:r>
                          </w:p>
                        </w:tc>
                        <w:tc>
                          <w:tcPr>
                            <w:tcW w:w="1009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19-30/17</w:t>
                            </w:r>
                          </w:p>
                        </w:tc>
                        <w:tc>
                          <w:tcPr>
                            <w:tcW w:w="1191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45/20-15/19</w:t>
                            </w:r>
                          </w:p>
                        </w:tc>
                      </w:tr>
                      <w:tr w:rsidR="009554F9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12" w:space="0" w:color="auto"/>
                              <w:tr2bl w:val="single" w:sz="4" w:space="0" w:color="auto"/>
                            </w:tcBorders>
                            <w:shd w:val="clear" w:color="auto" w:fill="D9D9D9" w:themeFill="background1" w:themeFillShade="D9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rPr>
                                <w:rFonts w:ascii="IranNastaliq" w:hAnsi="IranNastaliq"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روز    جلسات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502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563" w:type="dxa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bottom w:val="single" w:sz="18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634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504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581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14</w:t>
                            </w:r>
                          </w:p>
                        </w:tc>
                      </w:tr>
                      <w:tr w:rsidR="009554F9" w:rsidRPr="0043440D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top w:val="single" w:sz="18" w:space="0" w:color="auto"/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top w:val="single" w:sz="18" w:space="0" w:color="auto"/>
                              <w:left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top w:val="single" w:sz="18" w:space="0" w:color="auto"/>
                              <w:left w:val="single" w:sz="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top w:val="single" w:sz="18" w:space="0" w:color="auto"/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top w:val="single" w:sz="18" w:space="0" w:color="auto"/>
                              <w:left w:val="single" w:sz="18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18" w:space="0" w:color="auto"/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top w:val="single" w:sz="18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top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top w:val="single" w:sz="18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top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9554F9" w:rsidRPr="0043440D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یکشنبه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CE129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CE129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9554F9" w:rsidRPr="0043440D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دوشنبه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9554F9" w:rsidRPr="0043440D" w:rsidTr="00A22281">
                        <w:trPr>
                          <w:trHeight w:val="453"/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سه 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9554F9" w:rsidRPr="0043440D" w:rsidTr="00A22281">
                        <w:trPr>
                          <w:trHeight w:val="412"/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چهارشنبه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top w:val="single" w:sz="4" w:space="0" w:color="auto"/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top w:val="single" w:sz="4" w:space="0" w:color="auto"/>
                              <w:left w:val="single" w:sz="18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top w:val="single" w:sz="4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top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top w:val="single" w:sz="4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top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9554F9" w:rsidRPr="0043440D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پنج 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</w:tbl>
                    <w:p w:rsidR="009554F9" w:rsidRDefault="009554F9" w:rsidP="004E399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IranNastaliq" w:hAnsi="IranNastaliq" w:cs="B Nazanin"/>
          <w:noProof/>
          <w:sz w:val="36"/>
          <w:szCs w:val="36"/>
          <w:rtl/>
          <w:lang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-143510</wp:posOffset>
                </wp:positionH>
                <wp:positionV relativeFrom="paragraph">
                  <wp:posOffset>577850</wp:posOffset>
                </wp:positionV>
                <wp:extent cx="4025900" cy="5895975"/>
                <wp:effectExtent l="0" t="0" r="0" b="952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25900" cy="5895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bidiVisual/>
                              <w:tblW w:w="6315" w:type="dxa"/>
                              <w:tblInd w:w="60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893"/>
                              <w:gridCol w:w="1868"/>
                              <w:gridCol w:w="1124"/>
                              <w:gridCol w:w="699"/>
                              <w:gridCol w:w="1731"/>
                            </w:tblGrid>
                            <w:tr w:rsidR="009554F9" w:rsidTr="002D72E1">
                              <w:trPr>
                                <w:trHeight w:val="860"/>
                              </w:trPr>
                              <w:tc>
                                <w:tcPr>
                                  <w:tcW w:w="893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981669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981669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کد درس</w:t>
                                  </w:r>
                                </w:p>
                              </w:tc>
                              <w:tc>
                                <w:tcPr>
                                  <w:tcW w:w="1868" w:type="dxa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981669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981669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نام درس</w:t>
                                  </w:r>
                                </w:p>
                              </w:tc>
                              <w:tc>
                                <w:tcPr>
                                  <w:tcW w:w="1124" w:type="dxa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981669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981669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گروه درس</w:t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981669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981669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تعداد واحد</w:t>
                                  </w:r>
                                </w:p>
                              </w:tc>
                              <w:tc>
                                <w:tcPr>
                                  <w:tcW w:w="1731" w:type="dxa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981669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981669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نام استاد</w:t>
                                  </w:r>
                                </w:p>
                              </w:tc>
                            </w:tr>
                            <w:tr w:rsidR="009554F9" w:rsidTr="002D72E1">
                              <w:tc>
                                <w:tcPr>
                                  <w:tcW w:w="893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:rsidR="009554F9" w:rsidRPr="00640D7A" w:rsidRDefault="00566B18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4111</w:t>
                                  </w:r>
                                </w:p>
                              </w:tc>
                              <w:tc>
                                <w:tcPr>
                                  <w:tcW w:w="1868" w:type="dxa"/>
                                  <w:tcBorders>
                                    <w:top w:val="single" w:sz="12" w:space="0" w:color="auto"/>
                                  </w:tcBorders>
                                </w:tcPr>
                                <w:p w:rsidR="009554F9" w:rsidRPr="00640D7A" w:rsidRDefault="00566B18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 xml:space="preserve">الگو کودک </w:t>
                                  </w:r>
                                </w:p>
                              </w:tc>
                              <w:tc>
                                <w:tcPr>
                                  <w:tcW w:w="1124" w:type="dxa"/>
                                  <w:tcBorders>
                                    <w:top w:val="single" w:sz="12" w:space="0" w:color="auto"/>
                                  </w:tcBorders>
                                </w:tcPr>
                                <w:p w:rsidR="009554F9" w:rsidRPr="00640D7A" w:rsidRDefault="00566B18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328</w:t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  <w:tcBorders>
                                    <w:top w:val="single" w:sz="12" w:space="0" w:color="auto"/>
                                  </w:tcBorders>
                                </w:tcPr>
                                <w:p w:rsidR="009554F9" w:rsidRPr="00640D7A" w:rsidRDefault="002F7B6C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731" w:type="dxa"/>
                                  <w:tcBorders>
                                    <w:top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9554F9" w:rsidRPr="00640D7A" w:rsidRDefault="007A4AF3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پارسایان</w:t>
                                  </w:r>
                                </w:p>
                              </w:tc>
                            </w:tr>
                            <w:tr w:rsidR="007A4AF3" w:rsidTr="002D72E1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7A4AF3" w:rsidRPr="00640D7A" w:rsidRDefault="007A4AF3" w:rsidP="007A4AF3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4112</w:t>
                                  </w:r>
                                </w:p>
                              </w:tc>
                              <w:tc>
                                <w:tcPr>
                                  <w:tcW w:w="1868" w:type="dxa"/>
                                </w:tcPr>
                                <w:p w:rsidR="007A4AF3" w:rsidRPr="00640D7A" w:rsidRDefault="007A4AF3" w:rsidP="007A4AF3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 xml:space="preserve">دوخت کودک </w:t>
                                  </w:r>
                                </w:p>
                              </w:tc>
                              <w:tc>
                                <w:tcPr>
                                  <w:tcW w:w="1124" w:type="dxa"/>
                                </w:tcPr>
                                <w:p w:rsidR="007A4AF3" w:rsidRPr="00640D7A" w:rsidRDefault="007A4AF3" w:rsidP="007A4AF3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330</w:t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</w:tcPr>
                                <w:p w:rsidR="007A4AF3" w:rsidRPr="00640D7A" w:rsidRDefault="002F7B6C" w:rsidP="007A4AF3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731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7A4AF3" w:rsidRPr="00640D7A" w:rsidRDefault="007A4AF3" w:rsidP="007A4AF3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پارسایان</w:t>
                                  </w:r>
                                </w:p>
                              </w:tc>
                            </w:tr>
                            <w:tr w:rsidR="007A4AF3" w:rsidTr="002D72E1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7A4AF3" w:rsidRPr="00640D7A" w:rsidRDefault="007A4AF3" w:rsidP="007A4AF3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4111</w:t>
                                  </w:r>
                                </w:p>
                              </w:tc>
                              <w:tc>
                                <w:tcPr>
                                  <w:tcW w:w="1868" w:type="dxa"/>
                                </w:tcPr>
                                <w:p w:rsidR="007A4AF3" w:rsidRPr="00640D7A" w:rsidRDefault="007A4AF3" w:rsidP="007A4AF3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الگو کودک</w:t>
                                  </w:r>
                                </w:p>
                              </w:tc>
                              <w:tc>
                                <w:tcPr>
                                  <w:tcW w:w="1124" w:type="dxa"/>
                                </w:tcPr>
                                <w:p w:rsidR="007A4AF3" w:rsidRPr="00640D7A" w:rsidRDefault="007A4AF3" w:rsidP="007A4AF3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328/1</w:t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</w:tcPr>
                                <w:p w:rsidR="007A4AF3" w:rsidRPr="00640D7A" w:rsidRDefault="002F7B6C" w:rsidP="007A4AF3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731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7A4AF3" w:rsidRPr="00640D7A" w:rsidRDefault="007A4AF3" w:rsidP="007A4AF3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پارسایان</w:t>
                                  </w:r>
                                </w:p>
                              </w:tc>
                            </w:tr>
                            <w:tr w:rsidR="007A4AF3" w:rsidTr="002D72E1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7A4AF3" w:rsidRPr="00640D7A" w:rsidRDefault="007A4AF3" w:rsidP="007A4AF3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4112</w:t>
                                  </w:r>
                                </w:p>
                              </w:tc>
                              <w:tc>
                                <w:tcPr>
                                  <w:tcW w:w="1868" w:type="dxa"/>
                                </w:tcPr>
                                <w:p w:rsidR="007A4AF3" w:rsidRPr="00640D7A" w:rsidRDefault="007A4AF3" w:rsidP="007A4AF3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دوخت کودک</w:t>
                                  </w:r>
                                </w:p>
                              </w:tc>
                              <w:tc>
                                <w:tcPr>
                                  <w:tcW w:w="1124" w:type="dxa"/>
                                </w:tcPr>
                                <w:p w:rsidR="007A4AF3" w:rsidRPr="00640D7A" w:rsidRDefault="007A4AF3" w:rsidP="007A4AF3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330/1</w:t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</w:tcPr>
                                <w:p w:rsidR="007A4AF3" w:rsidRPr="00640D7A" w:rsidRDefault="002F7B6C" w:rsidP="007A4AF3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731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7A4AF3" w:rsidRPr="00640D7A" w:rsidRDefault="007A4AF3" w:rsidP="007A4AF3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پارسایان</w:t>
                                  </w:r>
                                </w:p>
                              </w:tc>
                            </w:tr>
                            <w:tr w:rsidR="007A4AF3" w:rsidTr="002D72E1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7A4AF3" w:rsidRPr="00640D7A" w:rsidRDefault="007A4AF3" w:rsidP="007A4AF3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4105</w:t>
                                  </w:r>
                                </w:p>
                              </w:tc>
                              <w:tc>
                                <w:tcPr>
                                  <w:tcW w:w="1868" w:type="dxa"/>
                                </w:tcPr>
                                <w:p w:rsidR="007A4AF3" w:rsidRPr="00640D7A" w:rsidRDefault="007A4AF3" w:rsidP="007A4AF3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الگو 5</w:t>
                                  </w:r>
                                </w:p>
                              </w:tc>
                              <w:tc>
                                <w:tcPr>
                                  <w:tcW w:w="1124" w:type="dxa"/>
                                </w:tcPr>
                                <w:p w:rsidR="007A4AF3" w:rsidRPr="00640D7A" w:rsidRDefault="007A4AF3" w:rsidP="007A4AF3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333</w:t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</w:tcPr>
                                <w:p w:rsidR="007A4AF3" w:rsidRPr="00640D7A" w:rsidRDefault="002F7B6C" w:rsidP="007A4AF3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731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7A4AF3" w:rsidRPr="00640D7A" w:rsidRDefault="007A4AF3" w:rsidP="007A4AF3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حسینی</w:t>
                                  </w:r>
                                </w:p>
                              </w:tc>
                            </w:tr>
                            <w:tr w:rsidR="007A4AF3" w:rsidTr="002D72E1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7A4AF3" w:rsidRPr="00640D7A" w:rsidRDefault="007A4AF3" w:rsidP="007A4AF3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4106</w:t>
                                  </w:r>
                                </w:p>
                              </w:tc>
                              <w:tc>
                                <w:tcPr>
                                  <w:tcW w:w="1868" w:type="dxa"/>
                                </w:tcPr>
                                <w:p w:rsidR="007A4AF3" w:rsidRPr="00640D7A" w:rsidRDefault="007A4AF3" w:rsidP="007A4AF3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دوخت 5</w:t>
                                  </w:r>
                                </w:p>
                              </w:tc>
                              <w:tc>
                                <w:tcPr>
                                  <w:tcW w:w="1124" w:type="dxa"/>
                                </w:tcPr>
                                <w:p w:rsidR="007A4AF3" w:rsidRPr="00640D7A" w:rsidRDefault="007A4AF3" w:rsidP="007A4AF3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332</w:t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</w:tcPr>
                                <w:p w:rsidR="007A4AF3" w:rsidRPr="00640D7A" w:rsidRDefault="002F7B6C" w:rsidP="007A4AF3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731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7A4AF3" w:rsidRPr="00640D7A" w:rsidRDefault="007A4AF3" w:rsidP="007A4AF3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حسینی</w:t>
                                  </w:r>
                                </w:p>
                              </w:tc>
                            </w:tr>
                            <w:tr w:rsidR="007A4AF3" w:rsidTr="002D72E1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7A4AF3" w:rsidRPr="00640D7A" w:rsidRDefault="007A4AF3" w:rsidP="007A4AF3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4105</w:t>
                                  </w:r>
                                </w:p>
                              </w:tc>
                              <w:tc>
                                <w:tcPr>
                                  <w:tcW w:w="1868" w:type="dxa"/>
                                </w:tcPr>
                                <w:p w:rsidR="007A4AF3" w:rsidRPr="00640D7A" w:rsidRDefault="007A4AF3" w:rsidP="007A4AF3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الگو5</w:t>
                                  </w:r>
                                </w:p>
                              </w:tc>
                              <w:tc>
                                <w:tcPr>
                                  <w:tcW w:w="1124" w:type="dxa"/>
                                </w:tcPr>
                                <w:p w:rsidR="007A4AF3" w:rsidRPr="00640D7A" w:rsidRDefault="007A4AF3" w:rsidP="007A4AF3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333/1</w:t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</w:tcPr>
                                <w:p w:rsidR="007A4AF3" w:rsidRPr="00640D7A" w:rsidRDefault="002F7B6C" w:rsidP="007A4AF3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731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7A4AF3" w:rsidRPr="00640D7A" w:rsidRDefault="007A4AF3" w:rsidP="007A4AF3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میرزایی</w:t>
                                  </w:r>
                                </w:p>
                              </w:tc>
                            </w:tr>
                            <w:tr w:rsidR="007A4AF3" w:rsidTr="002D72E1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7A4AF3" w:rsidRPr="00640D7A" w:rsidRDefault="007A4AF3" w:rsidP="007A4AF3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4106</w:t>
                                  </w:r>
                                </w:p>
                              </w:tc>
                              <w:tc>
                                <w:tcPr>
                                  <w:tcW w:w="1868" w:type="dxa"/>
                                </w:tcPr>
                                <w:p w:rsidR="007A4AF3" w:rsidRPr="00640D7A" w:rsidRDefault="007A4AF3" w:rsidP="007A4AF3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دوخت 5</w:t>
                                  </w:r>
                                </w:p>
                              </w:tc>
                              <w:tc>
                                <w:tcPr>
                                  <w:tcW w:w="1124" w:type="dxa"/>
                                </w:tcPr>
                                <w:p w:rsidR="007A4AF3" w:rsidRPr="00640D7A" w:rsidRDefault="007A4AF3" w:rsidP="007A4AF3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332/1</w:t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</w:tcPr>
                                <w:p w:rsidR="007A4AF3" w:rsidRPr="00640D7A" w:rsidRDefault="002F7B6C" w:rsidP="007A4AF3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731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7A4AF3" w:rsidRPr="00640D7A" w:rsidRDefault="007A4AF3" w:rsidP="007A4AF3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میرزایی</w:t>
                                  </w:r>
                                </w:p>
                              </w:tc>
                            </w:tr>
                            <w:tr w:rsidR="007A4AF3" w:rsidTr="002D72E1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7A4AF3" w:rsidRPr="00640D7A" w:rsidRDefault="007A4AF3" w:rsidP="007A4AF3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4114</w:t>
                                  </w:r>
                                </w:p>
                              </w:tc>
                              <w:tc>
                                <w:tcPr>
                                  <w:tcW w:w="1868" w:type="dxa"/>
                                </w:tcPr>
                                <w:p w:rsidR="007A4AF3" w:rsidRPr="00640D7A" w:rsidRDefault="007A4AF3" w:rsidP="007A4AF3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طراحی لباس3</w:t>
                                  </w:r>
                                </w:p>
                              </w:tc>
                              <w:tc>
                                <w:tcPr>
                                  <w:tcW w:w="1124" w:type="dxa"/>
                                </w:tcPr>
                                <w:p w:rsidR="007A4AF3" w:rsidRPr="00640D7A" w:rsidRDefault="007A4AF3" w:rsidP="007A4AF3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328</w:t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</w:tcPr>
                                <w:p w:rsidR="007A4AF3" w:rsidRPr="00640D7A" w:rsidRDefault="002F7B6C" w:rsidP="007A4AF3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731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7A4AF3" w:rsidRPr="00640D7A" w:rsidRDefault="007A4AF3" w:rsidP="007A4AF3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ملکوتی</w:t>
                                  </w:r>
                                </w:p>
                              </w:tc>
                            </w:tr>
                            <w:tr w:rsidR="007A4AF3" w:rsidTr="002D72E1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7A4AF3" w:rsidRPr="00640D7A" w:rsidRDefault="007A4AF3" w:rsidP="007A4AF3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4114</w:t>
                                  </w:r>
                                </w:p>
                              </w:tc>
                              <w:tc>
                                <w:tcPr>
                                  <w:tcW w:w="1868" w:type="dxa"/>
                                </w:tcPr>
                                <w:p w:rsidR="007A4AF3" w:rsidRPr="00640D7A" w:rsidRDefault="007A4AF3" w:rsidP="007A4AF3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طراحی لباس3</w:t>
                                  </w:r>
                                </w:p>
                              </w:tc>
                              <w:tc>
                                <w:tcPr>
                                  <w:tcW w:w="1124" w:type="dxa"/>
                                </w:tcPr>
                                <w:p w:rsidR="007A4AF3" w:rsidRPr="00640D7A" w:rsidRDefault="007A4AF3" w:rsidP="007A4AF3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328/1</w:t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</w:tcPr>
                                <w:p w:rsidR="007A4AF3" w:rsidRPr="00640D7A" w:rsidRDefault="002F7B6C" w:rsidP="007A4AF3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731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7A4AF3" w:rsidRPr="00640D7A" w:rsidRDefault="007A4AF3" w:rsidP="007A4AF3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ملکوتی</w:t>
                                  </w:r>
                                </w:p>
                              </w:tc>
                            </w:tr>
                            <w:tr w:rsidR="007A4AF3" w:rsidTr="002D72E1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7A4AF3" w:rsidRPr="00640D7A" w:rsidRDefault="007A4AF3" w:rsidP="007A4AF3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4098</w:t>
                                  </w:r>
                                </w:p>
                              </w:tc>
                              <w:tc>
                                <w:tcPr>
                                  <w:tcW w:w="1868" w:type="dxa"/>
                                </w:tcPr>
                                <w:p w:rsidR="007A4AF3" w:rsidRPr="00640D7A" w:rsidRDefault="007A4AF3" w:rsidP="007A4AF3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کاربرد رایانه</w:t>
                                  </w:r>
                                </w:p>
                              </w:tc>
                              <w:tc>
                                <w:tcPr>
                                  <w:tcW w:w="1124" w:type="dxa"/>
                                </w:tcPr>
                                <w:p w:rsidR="007A4AF3" w:rsidRPr="00640D7A" w:rsidRDefault="007A4AF3" w:rsidP="007A4AF3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331</w:t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</w:tcPr>
                                <w:p w:rsidR="007A4AF3" w:rsidRPr="00640D7A" w:rsidRDefault="002F7B6C" w:rsidP="007A4AF3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731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7A4AF3" w:rsidRPr="00640D7A" w:rsidRDefault="007A4AF3" w:rsidP="007A4AF3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شیاسی</w:t>
                                  </w:r>
                                </w:p>
                              </w:tc>
                            </w:tr>
                            <w:tr w:rsidR="007A4AF3" w:rsidTr="002D72E1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7A4AF3" w:rsidRPr="00640D7A" w:rsidRDefault="007A4AF3" w:rsidP="007A4AF3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4098</w:t>
                                  </w:r>
                                </w:p>
                              </w:tc>
                              <w:tc>
                                <w:tcPr>
                                  <w:tcW w:w="1868" w:type="dxa"/>
                                </w:tcPr>
                                <w:p w:rsidR="007A4AF3" w:rsidRPr="00640D7A" w:rsidRDefault="007A4AF3" w:rsidP="007A4AF3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کاربردرایانه</w:t>
                                  </w:r>
                                </w:p>
                              </w:tc>
                              <w:tc>
                                <w:tcPr>
                                  <w:tcW w:w="1124" w:type="dxa"/>
                                </w:tcPr>
                                <w:p w:rsidR="007A4AF3" w:rsidRPr="00640D7A" w:rsidRDefault="007A4AF3" w:rsidP="007A4AF3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331/1</w:t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</w:tcPr>
                                <w:p w:rsidR="007A4AF3" w:rsidRPr="00640D7A" w:rsidRDefault="002F7B6C" w:rsidP="007A4AF3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731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7A4AF3" w:rsidRPr="00640D7A" w:rsidRDefault="007A4AF3" w:rsidP="007A4AF3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زارعی</w:t>
                                  </w:r>
                                </w:p>
                              </w:tc>
                            </w:tr>
                            <w:tr w:rsidR="007A4AF3" w:rsidTr="002D72E1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7A4AF3" w:rsidRPr="00610923" w:rsidRDefault="007A4AF3" w:rsidP="007A4AF3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610923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9126</w:t>
                                  </w:r>
                                </w:p>
                              </w:tc>
                              <w:tc>
                                <w:tcPr>
                                  <w:tcW w:w="1868" w:type="dxa"/>
                                </w:tcPr>
                                <w:p w:rsidR="007A4AF3" w:rsidRPr="00610923" w:rsidRDefault="007A4AF3" w:rsidP="007A4AF3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610923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کارآفرینی</w:t>
                                  </w:r>
                                </w:p>
                              </w:tc>
                              <w:tc>
                                <w:tcPr>
                                  <w:tcW w:w="1124" w:type="dxa"/>
                                </w:tcPr>
                                <w:p w:rsidR="007A4AF3" w:rsidRPr="00610923" w:rsidRDefault="007A4AF3" w:rsidP="007A4AF3">
                                  <w:pPr>
                                    <w:bidi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610923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334</w:t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</w:tcPr>
                                <w:p w:rsidR="007A4AF3" w:rsidRPr="002F7B6C" w:rsidRDefault="002F7B6C" w:rsidP="002F7B6C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2F7B6C"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731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7A4AF3" w:rsidRPr="002D72E1" w:rsidRDefault="002D72E1" w:rsidP="007A4AF3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2D72E1"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مقیم</w:t>
                                  </w:r>
                                </w:p>
                              </w:tc>
                            </w:tr>
                            <w:tr w:rsidR="007A4AF3" w:rsidTr="002D72E1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7A4AF3" w:rsidRPr="00610923" w:rsidRDefault="007A4AF3" w:rsidP="007A4AF3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610923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4117</w:t>
                                  </w:r>
                                </w:p>
                              </w:tc>
                              <w:tc>
                                <w:tcPr>
                                  <w:tcW w:w="1868" w:type="dxa"/>
                                </w:tcPr>
                                <w:p w:rsidR="007A4AF3" w:rsidRPr="00610923" w:rsidRDefault="007A4AF3" w:rsidP="007A4AF3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کارآموزی</w:t>
                                  </w:r>
                                </w:p>
                              </w:tc>
                              <w:tc>
                                <w:tcPr>
                                  <w:tcW w:w="1124" w:type="dxa"/>
                                </w:tcPr>
                                <w:p w:rsidR="007A4AF3" w:rsidRPr="00610923" w:rsidRDefault="007A4AF3" w:rsidP="007A4AF3">
                                  <w:pPr>
                                    <w:bidi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610923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335</w:t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</w:tcPr>
                                <w:p w:rsidR="007A4AF3" w:rsidRPr="002F7B6C" w:rsidRDefault="002F7B6C" w:rsidP="002F7B6C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2F7B6C"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731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7A4AF3" w:rsidRPr="00981669" w:rsidRDefault="007A4AF3" w:rsidP="007A4AF3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7A4AF3" w:rsidTr="002D72E1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</w:tcPr>
                                <w:p w:rsidR="007A4AF3" w:rsidRPr="00610923" w:rsidRDefault="007A4AF3" w:rsidP="007A4AF3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8" w:type="dxa"/>
                                  <w:tcBorders>
                                    <w:bottom w:val="single" w:sz="12" w:space="0" w:color="auto"/>
                                  </w:tcBorders>
                                </w:tcPr>
                                <w:p w:rsidR="007A4AF3" w:rsidRPr="00610923" w:rsidRDefault="007A4AF3" w:rsidP="007A4AF3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24" w:type="dxa"/>
                                  <w:tcBorders>
                                    <w:bottom w:val="single" w:sz="12" w:space="0" w:color="auto"/>
                                  </w:tcBorders>
                                </w:tcPr>
                                <w:p w:rsidR="007A4AF3" w:rsidRPr="00610923" w:rsidRDefault="007A4AF3" w:rsidP="007A4AF3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99" w:type="dxa"/>
                                  <w:tcBorders>
                                    <w:bottom w:val="single" w:sz="12" w:space="0" w:color="auto"/>
                                  </w:tcBorders>
                                </w:tcPr>
                                <w:p w:rsidR="007A4AF3" w:rsidRPr="00981669" w:rsidRDefault="007A4AF3" w:rsidP="007A4AF3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31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7A4AF3" w:rsidRPr="00981669" w:rsidRDefault="007A4AF3" w:rsidP="007A4AF3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554F9" w:rsidRDefault="009554F9" w:rsidP="004E3993"/>
                          <w:tbl>
                            <w:tblPr>
                              <w:tblW w:w="324" w:type="dxa"/>
                              <w:tblInd w:w="6626" w:type="dxa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12" w:space="0" w:color="auto"/>
                                <w:insideV w:val="single" w:sz="12" w:space="0" w:color="auto"/>
                              </w:tblBorders>
                              <w:tblLook w:val="0000" w:firstRow="0" w:lastRow="0" w:firstColumn="0" w:lastColumn="0" w:noHBand="0" w:noVBand="0"/>
                            </w:tblPr>
                            <w:tblGrid>
                              <w:gridCol w:w="324"/>
                            </w:tblGrid>
                            <w:tr w:rsidR="009554F9" w:rsidTr="00B06BC8">
                              <w:trPr>
                                <w:trHeight w:val="1200"/>
                              </w:trPr>
                              <w:tc>
                                <w:tcPr>
                                  <w:tcW w:w="324" w:type="dxa"/>
                                </w:tcPr>
                                <w:p w:rsidR="009554F9" w:rsidRDefault="009554F9"/>
                              </w:tc>
                            </w:tr>
                          </w:tbl>
                          <w:p w:rsidR="009554F9" w:rsidRDefault="009554F9" w:rsidP="004E399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left:0;text-align:left;margin-left:-11.3pt;margin-top:45.5pt;width:317pt;height:46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" stroked="f">
                <v:textbox>
                  <w:txbxContent>
                    <w:tbl>
                      <w:tblPr>
                        <w:tblStyle w:val="TableGrid"/>
                        <w:bidiVisual/>
                        <w:tblW w:w="6315" w:type="dxa"/>
                        <w:tblInd w:w="60" w:type="dxa"/>
                        <w:tblLook w:val="04A0" w:firstRow="1" w:lastRow="0" w:firstColumn="1" w:lastColumn="0" w:noHBand="0" w:noVBand="1"/>
                      </w:tblPr>
                      <w:tblGrid>
                        <w:gridCol w:w="893"/>
                        <w:gridCol w:w="1868"/>
                        <w:gridCol w:w="1124"/>
                        <w:gridCol w:w="699"/>
                        <w:gridCol w:w="1731"/>
                      </w:tblGrid>
                      <w:tr w:rsidR="009554F9" w:rsidTr="002D72E1">
                        <w:trPr>
                          <w:trHeight w:val="860"/>
                        </w:trPr>
                        <w:tc>
                          <w:tcPr>
                            <w:tcW w:w="893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981669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981669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کد درس</w:t>
                            </w:r>
                          </w:p>
                        </w:tc>
                        <w:tc>
                          <w:tcPr>
                            <w:tcW w:w="1868" w:type="dxa"/>
                            <w:tcBorders>
                              <w:top w:val="single" w:sz="12" w:space="0" w:color="auto"/>
                              <w:bottom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981669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981669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نام درس</w:t>
                            </w:r>
                          </w:p>
                        </w:tc>
                        <w:tc>
                          <w:tcPr>
                            <w:tcW w:w="1124" w:type="dxa"/>
                            <w:tcBorders>
                              <w:top w:val="single" w:sz="12" w:space="0" w:color="auto"/>
                              <w:bottom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981669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981669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گروه درس</w:t>
                            </w:r>
                          </w:p>
                        </w:tc>
                        <w:tc>
                          <w:tcPr>
                            <w:tcW w:w="699" w:type="dxa"/>
                            <w:tcBorders>
                              <w:top w:val="single" w:sz="12" w:space="0" w:color="auto"/>
                              <w:bottom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981669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981669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تعداد واحد</w:t>
                            </w:r>
                          </w:p>
                        </w:tc>
                        <w:tc>
                          <w:tcPr>
                            <w:tcW w:w="1731" w:type="dxa"/>
                            <w:tcBorders>
                              <w:top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981669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981669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نام استاد</w:t>
                            </w:r>
                          </w:p>
                        </w:tc>
                      </w:tr>
                      <w:tr w:rsidR="009554F9" w:rsidTr="002D72E1">
                        <w:tc>
                          <w:tcPr>
                            <w:tcW w:w="893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:rsidR="009554F9" w:rsidRPr="00640D7A" w:rsidRDefault="00566B18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4111</w:t>
                            </w:r>
                          </w:p>
                        </w:tc>
                        <w:tc>
                          <w:tcPr>
                            <w:tcW w:w="1868" w:type="dxa"/>
                            <w:tcBorders>
                              <w:top w:val="single" w:sz="12" w:space="0" w:color="auto"/>
                            </w:tcBorders>
                          </w:tcPr>
                          <w:p w:rsidR="009554F9" w:rsidRPr="00640D7A" w:rsidRDefault="00566B18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الگو کودک </w:t>
                            </w:r>
                          </w:p>
                        </w:tc>
                        <w:tc>
                          <w:tcPr>
                            <w:tcW w:w="1124" w:type="dxa"/>
                            <w:tcBorders>
                              <w:top w:val="single" w:sz="12" w:space="0" w:color="auto"/>
                            </w:tcBorders>
                          </w:tcPr>
                          <w:p w:rsidR="009554F9" w:rsidRPr="00640D7A" w:rsidRDefault="00566B18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328</w:t>
                            </w:r>
                          </w:p>
                        </w:tc>
                        <w:tc>
                          <w:tcPr>
                            <w:tcW w:w="699" w:type="dxa"/>
                            <w:tcBorders>
                              <w:top w:val="single" w:sz="12" w:space="0" w:color="auto"/>
                            </w:tcBorders>
                          </w:tcPr>
                          <w:p w:rsidR="009554F9" w:rsidRPr="00640D7A" w:rsidRDefault="002F7B6C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731" w:type="dxa"/>
                            <w:tcBorders>
                              <w:top w:val="single" w:sz="12" w:space="0" w:color="auto"/>
                              <w:right w:val="single" w:sz="12" w:space="0" w:color="auto"/>
                            </w:tcBorders>
                          </w:tcPr>
                          <w:p w:rsidR="009554F9" w:rsidRPr="00640D7A" w:rsidRDefault="007A4AF3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پارسایان</w:t>
                            </w:r>
                          </w:p>
                        </w:tc>
                      </w:tr>
                      <w:tr w:rsidR="007A4AF3" w:rsidTr="002D72E1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7A4AF3" w:rsidRPr="00640D7A" w:rsidRDefault="007A4AF3" w:rsidP="007A4AF3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4112</w:t>
                            </w:r>
                          </w:p>
                        </w:tc>
                        <w:tc>
                          <w:tcPr>
                            <w:tcW w:w="1868" w:type="dxa"/>
                          </w:tcPr>
                          <w:p w:rsidR="007A4AF3" w:rsidRPr="00640D7A" w:rsidRDefault="007A4AF3" w:rsidP="007A4AF3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دوخت کودک </w:t>
                            </w:r>
                          </w:p>
                        </w:tc>
                        <w:tc>
                          <w:tcPr>
                            <w:tcW w:w="1124" w:type="dxa"/>
                          </w:tcPr>
                          <w:p w:rsidR="007A4AF3" w:rsidRPr="00640D7A" w:rsidRDefault="007A4AF3" w:rsidP="007A4AF3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330</w:t>
                            </w:r>
                          </w:p>
                        </w:tc>
                        <w:tc>
                          <w:tcPr>
                            <w:tcW w:w="699" w:type="dxa"/>
                          </w:tcPr>
                          <w:p w:rsidR="007A4AF3" w:rsidRPr="00640D7A" w:rsidRDefault="002F7B6C" w:rsidP="007A4AF3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731" w:type="dxa"/>
                            <w:tcBorders>
                              <w:right w:val="single" w:sz="12" w:space="0" w:color="auto"/>
                            </w:tcBorders>
                          </w:tcPr>
                          <w:p w:rsidR="007A4AF3" w:rsidRPr="00640D7A" w:rsidRDefault="007A4AF3" w:rsidP="007A4AF3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پارسایان</w:t>
                            </w:r>
                          </w:p>
                        </w:tc>
                      </w:tr>
                      <w:tr w:rsidR="007A4AF3" w:rsidTr="002D72E1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7A4AF3" w:rsidRPr="00640D7A" w:rsidRDefault="007A4AF3" w:rsidP="007A4AF3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4111</w:t>
                            </w:r>
                          </w:p>
                        </w:tc>
                        <w:tc>
                          <w:tcPr>
                            <w:tcW w:w="1868" w:type="dxa"/>
                          </w:tcPr>
                          <w:p w:rsidR="007A4AF3" w:rsidRPr="00640D7A" w:rsidRDefault="007A4AF3" w:rsidP="007A4AF3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الگو کودک</w:t>
                            </w:r>
                          </w:p>
                        </w:tc>
                        <w:tc>
                          <w:tcPr>
                            <w:tcW w:w="1124" w:type="dxa"/>
                          </w:tcPr>
                          <w:p w:rsidR="007A4AF3" w:rsidRPr="00640D7A" w:rsidRDefault="007A4AF3" w:rsidP="007A4AF3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328/1</w:t>
                            </w:r>
                          </w:p>
                        </w:tc>
                        <w:tc>
                          <w:tcPr>
                            <w:tcW w:w="699" w:type="dxa"/>
                          </w:tcPr>
                          <w:p w:rsidR="007A4AF3" w:rsidRPr="00640D7A" w:rsidRDefault="002F7B6C" w:rsidP="007A4AF3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731" w:type="dxa"/>
                            <w:tcBorders>
                              <w:right w:val="single" w:sz="12" w:space="0" w:color="auto"/>
                            </w:tcBorders>
                          </w:tcPr>
                          <w:p w:rsidR="007A4AF3" w:rsidRPr="00640D7A" w:rsidRDefault="007A4AF3" w:rsidP="007A4AF3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پارسایان</w:t>
                            </w:r>
                          </w:p>
                        </w:tc>
                      </w:tr>
                      <w:tr w:rsidR="007A4AF3" w:rsidTr="002D72E1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7A4AF3" w:rsidRPr="00640D7A" w:rsidRDefault="007A4AF3" w:rsidP="007A4AF3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4112</w:t>
                            </w:r>
                          </w:p>
                        </w:tc>
                        <w:tc>
                          <w:tcPr>
                            <w:tcW w:w="1868" w:type="dxa"/>
                          </w:tcPr>
                          <w:p w:rsidR="007A4AF3" w:rsidRPr="00640D7A" w:rsidRDefault="007A4AF3" w:rsidP="007A4AF3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دوخت کودک</w:t>
                            </w:r>
                          </w:p>
                        </w:tc>
                        <w:tc>
                          <w:tcPr>
                            <w:tcW w:w="1124" w:type="dxa"/>
                          </w:tcPr>
                          <w:p w:rsidR="007A4AF3" w:rsidRPr="00640D7A" w:rsidRDefault="007A4AF3" w:rsidP="007A4AF3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330/1</w:t>
                            </w:r>
                          </w:p>
                        </w:tc>
                        <w:tc>
                          <w:tcPr>
                            <w:tcW w:w="699" w:type="dxa"/>
                          </w:tcPr>
                          <w:p w:rsidR="007A4AF3" w:rsidRPr="00640D7A" w:rsidRDefault="002F7B6C" w:rsidP="007A4AF3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731" w:type="dxa"/>
                            <w:tcBorders>
                              <w:right w:val="single" w:sz="12" w:space="0" w:color="auto"/>
                            </w:tcBorders>
                          </w:tcPr>
                          <w:p w:rsidR="007A4AF3" w:rsidRPr="00640D7A" w:rsidRDefault="007A4AF3" w:rsidP="007A4AF3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پارسایان</w:t>
                            </w:r>
                          </w:p>
                        </w:tc>
                      </w:tr>
                      <w:tr w:rsidR="007A4AF3" w:rsidTr="002D72E1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7A4AF3" w:rsidRPr="00640D7A" w:rsidRDefault="007A4AF3" w:rsidP="007A4AF3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4105</w:t>
                            </w:r>
                          </w:p>
                        </w:tc>
                        <w:tc>
                          <w:tcPr>
                            <w:tcW w:w="1868" w:type="dxa"/>
                          </w:tcPr>
                          <w:p w:rsidR="007A4AF3" w:rsidRPr="00640D7A" w:rsidRDefault="007A4AF3" w:rsidP="007A4AF3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الگو 5</w:t>
                            </w:r>
                          </w:p>
                        </w:tc>
                        <w:tc>
                          <w:tcPr>
                            <w:tcW w:w="1124" w:type="dxa"/>
                          </w:tcPr>
                          <w:p w:rsidR="007A4AF3" w:rsidRPr="00640D7A" w:rsidRDefault="007A4AF3" w:rsidP="007A4AF3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333</w:t>
                            </w:r>
                          </w:p>
                        </w:tc>
                        <w:tc>
                          <w:tcPr>
                            <w:tcW w:w="699" w:type="dxa"/>
                          </w:tcPr>
                          <w:p w:rsidR="007A4AF3" w:rsidRPr="00640D7A" w:rsidRDefault="002F7B6C" w:rsidP="007A4AF3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731" w:type="dxa"/>
                            <w:tcBorders>
                              <w:right w:val="single" w:sz="12" w:space="0" w:color="auto"/>
                            </w:tcBorders>
                          </w:tcPr>
                          <w:p w:rsidR="007A4AF3" w:rsidRPr="00640D7A" w:rsidRDefault="007A4AF3" w:rsidP="007A4AF3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حسینی</w:t>
                            </w:r>
                          </w:p>
                        </w:tc>
                      </w:tr>
                      <w:tr w:rsidR="007A4AF3" w:rsidTr="002D72E1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7A4AF3" w:rsidRPr="00640D7A" w:rsidRDefault="007A4AF3" w:rsidP="007A4AF3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4106</w:t>
                            </w:r>
                          </w:p>
                        </w:tc>
                        <w:tc>
                          <w:tcPr>
                            <w:tcW w:w="1868" w:type="dxa"/>
                          </w:tcPr>
                          <w:p w:rsidR="007A4AF3" w:rsidRPr="00640D7A" w:rsidRDefault="007A4AF3" w:rsidP="007A4AF3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دوخت 5</w:t>
                            </w:r>
                          </w:p>
                        </w:tc>
                        <w:tc>
                          <w:tcPr>
                            <w:tcW w:w="1124" w:type="dxa"/>
                          </w:tcPr>
                          <w:p w:rsidR="007A4AF3" w:rsidRPr="00640D7A" w:rsidRDefault="007A4AF3" w:rsidP="007A4AF3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332</w:t>
                            </w:r>
                          </w:p>
                        </w:tc>
                        <w:tc>
                          <w:tcPr>
                            <w:tcW w:w="699" w:type="dxa"/>
                          </w:tcPr>
                          <w:p w:rsidR="007A4AF3" w:rsidRPr="00640D7A" w:rsidRDefault="002F7B6C" w:rsidP="007A4AF3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731" w:type="dxa"/>
                            <w:tcBorders>
                              <w:right w:val="single" w:sz="12" w:space="0" w:color="auto"/>
                            </w:tcBorders>
                          </w:tcPr>
                          <w:p w:rsidR="007A4AF3" w:rsidRPr="00640D7A" w:rsidRDefault="007A4AF3" w:rsidP="007A4AF3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حسینی</w:t>
                            </w:r>
                          </w:p>
                        </w:tc>
                      </w:tr>
                      <w:tr w:rsidR="007A4AF3" w:rsidTr="002D72E1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7A4AF3" w:rsidRPr="00640D7A" w:rsidRDefault="007A4AF3" w:rsidP="007A4AF3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4105</w:t>
                            </w:r>
                          </w:p>
                        </w:tc>
                        <w:tc>
                          <w:tcPr>
                            <w:tcW w:w="1868" w:type="dxa"/>
                          </w:tcPr>
                          <w:p w:rsidR="007A4AF3" w:rsidRPr="00640D7A" w:rsidRDefault="007A4AF3" w:rsidP="007A4AF3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الگو5</w:t>
                            </w:r>
                          </w:p>
                        </w:tc>
                        <w:tc>
                          <w:tcPr>
                            <w:tcW w:w="1124" w:type="dxa"/>
                          </w:tcPr>
                          <w:p w:rsidR="007A4AF3" w:rsidRPr="00640D7A" w:rsidRDefault="007A4AF3" w:rsidP="007A4AF3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333/1</w:t>
                            </w:r>
                          </w:p>
                        </w:tc>
                        <w:tc>
                          <w:tcPr>
                            <w:tcW w:w="699" w:type="dxa"/>
                          </w:tcPr>
                          <w:p w:rsidR="007A4AF3" w:rsidRPr="00640D7A" w:rsidRDefault="002F7B6C" w:rsidP="007A4AF3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731" w:type="dxa"/>
                            <w:tcBorders>
                              <w:right w:val="single" w:sz="12" w:space="0" w:color="auto"/>
                            </w:tcBorders>
                          </w:tcPr>
                          <w:p w:rsidR="007A4AF3" w:rsidRPr="00640D7A" w:rsidRDefault="007A4AF3" w:rsidP="007A4AF3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میرزایی</w:t>
                            </w:r>
                          </w:p>
                        </w:tc>
                      </w:tr>
                      <w:tr w:rsidR="007A4AF3" w:rsidTr="002D72E1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7A4AF3" w:rsidRPr="00640D7A" w:rsidRDefault="007A4AF3" w:rsidP="007A4AF3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4106</w:t>
                            </w:r>
                          </w:p>
                        </w:tc>
                        <w:tc>
                          <w:tcPr>
                            <w:tcW w:w="1868" w:type="dxa"/>
                          </w:tcPr>
                          <w:p w:rsidR="007A4AF3" w:rsidRPr="00640D7A" w:rsidRDefault="007A4AF3" w:rsidP="007A4AF3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دوخت 5</w:t>
                            </w:r>
                          </w:p>
                        </w:tc>
                        <w:tc>
                          <w:tcPr>
                            <w:tcW w:w="1124" w:type="dxa"/>
                          </w:tcPr>
                          <w:p w:rsidR="007A4AF3" w:rsidRPr="00640D7A" w:rsidRDefault="007A4AF3" w:rsidP="007A4AF3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332/1</w:t>
                            </w:r>
                          </w:p>
                        </w:tc>
                        <w:tc>
                          <w:tcPr>
                            <w:tcW w:w="699" w:type="dxa"/>
                          </w:tcPr>
                          <w:p w:rsidR="007A4AF3" w:rsidRPr="00640D7A" w:rsidRDefault="002F7B6C" w:rsidP="007A4AF3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731" w:type="dxa"/>
                            <w:tcBorders>
                              <w:right w:val="single" w:sz="12" w:space="0" w:color="auto"/>
                            </w:tcBorders>
                          </w:tcPr>
                          <w:p w:rsidR="007A4AF3" w:rsidRPr="00640D7A" w:rsidRDefault="007A4AF3" w:rsidP="007A4AF3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میرزایی</w:t>
                            </w:r>
                          </w:p>
                        </w:tc>
                      </w:tr>
                      <w:tr w:rsidR="007A4AF3" w:rsidTr="002D72E1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7A4AF3" w:rsidRPr="00640D7A" w:rsidRDefault="007A4AF3" w:rsidP="007A4AF3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4114</w:t>
                            </w:r>
                          </w:p>
                        </w:tc>
                        <w:tc>
                          <w:tcPr>
                            <w:tcW w:w="1868" w:type="dxa"/>
                          </w:tcPr>
                          <w:p w:rsidR="007A4AF3" w:rsidRPr="00640D7A" w:rsidRDefault="007A4AF3" w:rsidP="007A4AF3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طراحی لباس3</w:t>
                            </w:r>
                          </w:p>
                        </w:tc>
                        <w:tc>
                          <w:tcPr>
                            <w:tcW w:w="1124" w:type="dxa"/>
                          </w:tcPr>
                          <w:p w:rsidR="007A4AF3" w:rsidRPr="00640D7A" w:rsidRDefault="007A4AF3" w:rsidP="007A4AF3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328</w:t>
                            </w:r>
                          </w:p>
                        </w:tc>
                        <w:tc>
                          <w:tcPr>
                            <w:tcW w:w="699" w:type="dxa"/>
                          </w:tcPr>
                          <w:p w:rsidR="007A4AF3" w:rsidRPr="00640D7A" w:rsidRDefault="002F7B6C" w:rsidP="007A4AF3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731" w:type="dxa"/>
                            <w:tcBorders>
                              <w:right w:val="single" w:sz="12" w:space="0" w:color="auto"/>
                            </w:tcBorders>
                          </w:tcPr>
                          <w:p w:rsidR="007A4AF3" w:rsidRPr="00640D7A" w:rsidRDefault="007A4AF3" w:rsidP="007A4AF3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ملکوتی</w:t>
                            </w:r>
                          </w:p>
                        </w:tc>
                      </w:tr>
                      <w:tr w:rsidR="007A4AF3" w:rsidTr="002D72E1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7A4AF3" w:rsidRPr="00640D7A" w:rsidRDefault="007A4AF3" w:rsidP="007A4AF3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4114</w:t>
                            </w:r>
                          </w:p>
                        </w:tc>
                        <w:tc>
                          <w:tcPr>
                            <w:tcW w:w="1868" w:type="dxa"/>
                          </w:tcPr>
                          <w:p w:rsidR="007A4AF3" w:rsidRPr="00640D7A" w:rsidRDefault="007A4AF3" w:rsidP="007A4AF3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طراحی لباس3</w:t>
                            </w:r>
                          </w:p>
                        </w:tc>
                        <w:tc>
                          <w:tcPr>
                            <w:tcW w:w="1124" w:type="dxa"/>
                          </w:tcPr>
                          <w:p w:rsidR="007A4AF3" w:rsidRPr="00640D7A" w:rsidRDefault="007A4AF3" w:rsidP="007A4AF3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328/1</w:t>
                            </w:r>
                          </w:p>
                        </w:tc>
                        <w:tc>
                          <w:tcPr>
                            <w:tcW w:w="699" w:type="dxa"/>
                          </w:tcPr>
                          <w:p w:rsidR="007A4AF3" w:rsidRPr="00640D7A" w:rsidRDefault="002F7B6C" w:rsidP="007A4AF3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731" w:type="dxa"/>
                            <w:tcBorders>
                              <w:right w:val="single" w:sz="12" w:space="0" w:color="auto"/>
                            </w:tcBorders>
                          </w:tcPr>
                          <w:p w:rsidR="007A4AF3" w:rsidRPr="00640D7A" w:rsidRDefault="007A4AF3" w:rsidP="007A4AF3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ملکوتی</w:t>
                            </w:r>
                          </w:p>
                        </w:tc>
                      </w:tr>
                      <w:tr w:rsidR="007A4AF3" w:rsidTr="002D72E1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7A4AF3" w:rsidRPr="00640D7A" w:rsidRDefault="007A4AF3" w:rsidP="007A4AF3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4098</w:t>
                            </w:r>
                          </w:p>
                        </w:tc>
                        <w:tc>
                          <w:tcPr>
                            <w:tcW w:w="1868" w:type="dxa"/>
                          </w:tcPr>
                          <w:p w:rsidR="007A4AF3" w:rsidRPr="00640D7A" w:rsidRDefault="007A4AF3" w:rsidP="007A4AF3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کاربرد رایانه</w:t>
                            </w:r>
                          </w:p>
                        </w:tc>
                        <w:tc>
                          <w:tcPr>
                            <w:tcW w:w="1124" w:type="dxa"/>
                          </w:tcPr>
                          <w:p w:rsidR="007A4AF3" w:rsidRPr="00640D7A" w:rsidRDefault="007A4AF3" w:rsidP="007A4AF3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331</w:t>
                            </w:r>
                          </w:p>
                        </w:tc>
                        <w:tc>
                          <w:tcPr>
                            <w:tcW w:w="699" w:type="dxa"/>
                          </w:tcPr>
                          <w:p w:rsidR="007A4AF3" w:rsidRPr="00640D7A" w:rsidRDefault="002F7B6C" w:rsidP="007A4AF3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731" w:type="dxa"/>
                            <w:tcBorders>
                              <w:right w:val="single" w:sz="12" w:space="0" w:color="auto"/>
                            </w:tcBorders>
                          </w:tcPr>
                          <w:p w:rsidR="007A4AF3" w:rsidRPr="00640D7A" w:rsidRDefault="007A4AF3" w:rsidP="007A4AF3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شیاسی</w:t>
                            </w:r>
                          </w:p>
                        </w:tc>
                      </w:tr>
                      <w:tr w:rsidR="007A4AF3" w:rsidTr="002D72E1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7A4AF3" w:rsidRPr="00640D7A" w:rsidRDefault="007A4AF3" w:rsidP="007A4AF3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4098</w:t>
                            </w:r>
                          </w:p>
                        </w:tc>
                        <w:tc>
                          <w:tcPr>
                            <w:tcW w:w="1868" w:type="dxa"/>
                          </w:tcPr>
                          <w:p w:rsidR="007A4AF3" w:rsidRPr="00640D7A" w:rsidRDefault="007A4AF3" w:rsidP="007A4AF3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کاربردرایانه</w:t>
                            </w:r>
                          </w:p>
                        </w:tc>
                        <w:tc>
                          <w:tcPr>
                            <w:tcW w:w="1124" w:type="dxa"/>
                          </w:tcPr>
                          <w:p w:rsidR="007A4AF3" w:rsidRPr="00640D7A" w:rsidRDefault="007A4AF3" w:rsidP="007A4AF3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331/1</w:t>
                            </w:r>
                          </w:p>
                        </w:tc>
                        <w:tc>
                          <w:tcPr>
                            <w:tcW w:w="699" w:type="dxa"/>
                          </w:tcPr>
                          <w:p w:rsidR="007A4AF3" w:rsidRPr="00640D7A" w:rsidRDefault="002F7B6C" w:rsidP="007A4AF3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731" w:type="dxa"/>
                            <w:tcBorders>
                              <w:right w:val="single" w:sz="12" w:space="0" w:color="auto"/>
                            </w:tcBorders>
                          </w:tcPr>
                          <w:p w:rsidR="007A4AF3" w:rsidRPr="00640D7A" w:rsidRDefault="007A4AF3" w:rsidP="007A4AF3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زارعی</w:t>
                            </w:r>
                          </w:p>
                        </w:tc>
                      </w:tr>
                      <w:tr w:rsidR="007A4AF3" w:rsidTr="002D72E1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7A4AF3" w:rsidRPr="00610923" w:rsidRDefault="007A4AF3" w:rsidP="007A4AF3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610923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9126</w:t>
                            </w:r>
                          </w:p>
                        </w:tc>
                        <w:tc>
                          <w:tcPr>
                            <w:tcW w:w="1868" w:type="dxa"/>
                          </w:tcPr>
                          <w:p w:rsidR="007A4AF3" w:rsidRPr="00610923" w:rsidRDefault="007A4AF3" w:rsidP="007A4AF3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610923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کارآفرینی</w:t>
                            </w:r>
                          </w:p>
                        </w:tc>
                        <w:tc>
                          <w:tcPr>
                            <w:tcW w:w="1124" w:type="dxa"/>
                          </w:tcPr>
                          <w:p w:rsidR="007A4AF3" w:rsidRPr="00610923" w:rsidRDefault="007A4AF3" w:rsidP="007A4AF3">
                            <w:pPr>
                              <w:bidi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610923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334</w:t>
                            </w:r>
                          </w:p>
                        </w:tc>
                        <w:tc>
                          <w:tcPr>
                            <w:tcW w:w="699" w:type="dxa"/>
                          </w:tcPr>
                          <w:p w:rsidR="007A4AF3" w:rsidRPr="002F7B6C" w:rsidRDefault="002F7B6C" w:rsidP="002F7B6C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2F7B6C"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731" w:type="dxa"/>
                            <w:tcBorders>
                              <w:right w:val="single" w:sz="12" w:space="0" w:color="auto"/>
                            </w:tcBorders>
                          </w:tcPr>
                          <w:p w:rsidR="007A4AF3" w:rsidRPr="002D72E1" w:rsidRDefault="002D72E1" w:rsidP="007A4AF3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2D72E1"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مقیم</w:t>
                            </w:r>
                          </w:p>
                        </w:tc>
                      </w:tr>
                      <w:tr w:rsidR="007A4AF3" w:rsidTr="002D72E1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7A4AF3" w:rsidRPr="00610923" w:rsidRDefault="007A4AF3" w:rsidP="007A4AF3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610923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4117</w:t>
                            </w:r>
                          </w:p>
                        </w:tc>
                        <w:tc>
                          <w:tcPr>
                            <w:tcW w:w="1868" w:type="dxa"/>
                          </w:tcPr>
                          <w:p w:rsidR="007A4AF3" w:rsidRPr="00610923" w:rsidRDefault="007A4AF3" w:rsidP="007A4AF3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کارآموزی</w:t>
                            </w:r>
                          </w:p>
                        </w:tc>
                        <w:tc>
                          <w:tcPr>
                            <w:tcW w:w="1124" w:type="dxa"/>
                          </w:tcPr>
                          <w:p w:rsidR="007A4AF3" w:rsidRPr="00610923" w:rsidRDefault="007A4AF3" w:rsidP="007A4AF3">
                            <w:pPr>
                              <w:bidi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610923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335</w:t>
                            </w:r>
                          </w:p>
                        </w:tc>
                        <w:tc>
                          <w:tcPr>
                            <w:tcW w:w="699" w:type="dxa"/>
                          </w:tcPr>
                          <w:p w:rsidR="007A4AF3" w:rsidRPr="002F7B6C" w:rsidRDefault="002F7B6C" w:rsidP="002F7B6C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2F7B6C"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731" w:type="dxa"/>
                            <w:tcBorders>
                              <w:right w:val="single" w:sz="12" w:space="0" w:color="auto"/>
                            </w:tcBorders>
                          </w:tcPr>
                          <w:p w:rsidR="007A4AF3" w:rsidRPr="00981669" w:rsidRDefault="007A4AF3" w:rsidP="007A4AF3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7A4AF3" w:rsidTr="002D72E1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</w:tcPr>
                          <w:p w:rsidR="007A4AF3" w:rsidRPr="00610923" w:rsidRDefault="007A4AF3" w:rsidP="007A4AF3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868" w:type="dxa"/>
                            <w:tcBorders>
                              <w:bottom w:val="single" w:sz="12" w:space="0" w:color="auto"/>
                            </w:tcBorders>
                          </w:tcPr>
                          <w:p w:rsidR="007A4AF3" w:rsidRPr="00610923" w:rsidRDefault="007A4AF3" w:rsidP="007A4AF3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124" w:type="dxa"/>
                            <w:tcBorders>
                              <w:bottom w:val="single" w:sz="12" w:space="0" w:color="auto"/>
                            </w:tcBorders>
                          </w:tcPr>
                          <w:p w:rsidR="007A4AF3" w:rsidRPr="00610923" w:rsidRDefault="007A4AF3" w:rsidP="007A4AF3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99" w:type="dxa"/>
                            <w:tcBorders>
                              <w:bottom w:val="single" w:sz="12" w:space="0" w:color="auto"/>
                            </w:tcBorders>
                          </w:tcPr>
                          <w:p w:rsidR="007A4AF3" w:rsidRPr="00981669" w:rsidRDefault="007A4AF3" w:rsidP="007A4AF3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731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7A4AF3" w:rsidRPr="00981669" w:rsidRDefault="007A4AF3" w:rsidP="007A4AF3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</w:tbl>
                    <w:p w:rsidR="009554F9" w:rsidRDefault="009554F9" w:rsidP="004E3993"/>
                    <w:tbl>
                      <w:tblPr>
                        <w:tblW w:w="324" w:type="dxa"/>
                        <w:tblInd w:w="6626" w:type="dxa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12" w:space="0" w:color="auto"/>
                          <w:insideV w:val="single" w:sz="12" w:space="0" w:color="auto"/>
                        </w:tblBorders>
                        <w:tblLook w:val="0000" w:firstRow="0" w:lastRow="0" w:firstColumn="0" w:lastColumn="0" w:noHBand="0" w:noVBand="0"/>
                      </w:tblPr>
                      <w:tblGrid>
                        <w:gridCol w:w="324"/>
                      </w:tblGrid>
                      <w:tr w:rsidR="009554F9" w:rsidTr="00B06BC8">
                        <w:trPr>
                          <w:trHeight w:val="1200"/>
                        </w:trPr>
                        <w:tc>
                          <w:tcPr>
                            <w:tcW w:w="324" w:type="dxa"/>
                          </w:tcPr>
                          <w:p w:rsidR="009554F9" w:rsidRDefault="009554F9"/>
                        </w:tc>
                      </w:tr>
                    </w:tbl>
                    <w:p w:rsidR="009554F9" w:rsidRDefault="009554F9" w:rsidP="004E3993"/>
                  </w:txbxContent>
                </v:textbox>
              </v:shape>
            </w:pict>
          </mc:Fallback>
        </mc:AlternateContent>
      </w:r>
      <w:r w:rsidR="004E3993" w:rsidRPr="00007C4A">
        <w:rPr>
          <w:rFonts w:ascii="IranNastaliq" w:hAnsi="IranNastaliq" w:cs="IranNastaliq"/>
          <w:sz w:val="54"/>
          <w:szCs w:val="54"/>
          <w:rtl/>
          <w:lang w:bidi="fa-IR"/>
        </w:rPr>
        <w:tab/>
        <w:t>آموزشکده فنی و حرفه ای دختران نجف آباد (سمیه)</w:t>
      </w:r>
      <w:r w:rsidR="004E3993" w:rsidRPr="00007C4A">
        <w:rPr>
          <w:rFonts w:ascii="IranNastaliq" w:hAnsi="IranNastaliq" w:cs="IranNastaliq"/>
          <w:sz w:val="54"/>
          <w:szCs w:val="54"/>
          <w:rtl/>
          <w:lang w:bidi="fa-IR"/>
        </w:rPr>
        <w:tab/>
      </w: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  <w:bookmarkStart w:id="0" w:name="_GoBack"/>
    </w:p>
    <w:bookmarkEnd w:id="0"/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  <w:r>
        <w:rPr>
          <w:rFonts w:ascii="IranNastaliq" w:hAnsi="IranNastaliq" w:cs="B Nazanin" w:hint="cs"/>
          <w:sz w:val="28"/>
          <w:szCs w:val="28"/>
          <w:rtl/>
          <w:lang w:bidi="fa-IR"/>
        </w:rPr>
        <w:tab/>
      </w:r>
      <w:r>
        <w:rPr>
          <w:rFonts w:ascii="IranNastaliq" w:hAnsi="IranNastaliq" w:cs="B Nazanin" w:hint="cs"/>
          <w:sz w:val="28"/>
          <w:szCs w:val="28"/>
          <w:rtl/>
          <w:lang w:bidi="fa-IR"/>
        </w:rPr>
        <w:tab/>
      </w:r>
      <w:r>
        <w:rPr>
          <w:rFonts w:ascii="IranNastaliq" w:hAnsi="IranNastaliq" w:cs="B Nazanin" w:hint="cs"/>
          <w:sz w:val="28"/>
          <w:szCs w:val="28"/>
          <w:rtl/>
          <w:lang w:bidi="fa-IR"/>
        </w:rPr>
        <w:tab/>
      </w:r>
    </w:p>
    <w:p w:rsidR="004E3993" w:rsidRPr="00DC6433" w:rsidRDefault="004E3993" w:rsidP="004E3993">
      <w:pPr>
        <w:bidi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Pr="00DC6433" w:rsidRDefault="00CD238D" w:rsidP="004E3993">
      <w:pPr>
        <w:bidi/>
        <w:rPr>
          <w:rFonts w:ascii="IranNastaliq" w:hAnsi="IranNastaliq" w:cs="B Nazanin"/>
          <w:sz w:val="28"/>
          <w:szCs w:val="28"/>
          <w:rtl/>
          <w:lang w:bidi="fa-IR"/>
        </w:rPr>
      </w:pPr>
      <w:r>
        <w:rPr>
          <w:rFonts w:ascii="IranNastaliq" w:hAnsi="IranNastaliq" w:cs="B Nazanin"/>
          <w:noProof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3947160</wp:posOffset>
                </wp:positionH>
                <wp:positionV relativeFrom="paragraph">
                  <wp:posOffset>-4445</wp:posOffset>
                </wp:positionV>
                <wp:extent cx="5824855" cy="1372870"/>
                <wp:effectExtent l="0" t="0" r="4445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4855" cy="1372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56290" w:rsidRPr="00DC6433" w:rsidRDefault="00B56290" w:rsidP="004E3993">
                            <w:pPr>
                              <w:spacing w:line="240" w:lineRule="auto"/>
                              <w:jc w:val="right"/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cs="2  Esfeha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تذکر</w:t>
                            </w:r>
                            <w:r w:rsidRPr="00DC6433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: </w:t>
                            </w:r>
                          </w:p>
                          <w:p w:rsidR="00B56290" w:rsidRDefault="00B56290" w:rsidP="0094304D">
                            <w:pPr>
                              <w:spacing w:line="240" w:lineRule="auto"/>
                              <w:ind w:left="360"/>
                              <w:jc w:val="right"/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1- </w:t>
                            </w:r>
                            <w:r w:rsidRPr="00DC6433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دانشجویان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می بایست به شماره گروه دروس توجه نموده و هنگام انتخاب واحد این شماره ها را انتخاب نمایند.مسئولیت هرگونه اشتباه در این مورد به عهده دانشجو خواهد بود.</w:t>
                            </w:r>
                          </w:p>
                          <w:p w:rsidR="00B56290" w:rsidRPr="00DC6433" w:rsidRDefault="00B56290" w:rsidP="004E3993">
                            <w:pPr>
                              <w:spacing w:line="240" w:lineRule="auto"/>
                              <w:ind w:left="360"/>
                              <w:jc w:val="right"/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2- رعایت پیش نیاز حتماً مورد توجه قرار گیرد .                        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" o:spid="_x0000_s1029" type="#_x0000_t202" style="position:absolute;left:0;text-align:left;margin-left:310.8pt;margin-top:-.35pt;width:458.65pt;height:108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" stroked="f">
                <v:textbox>
                  <w:txbxContent>
                    <w:p w:rsidR="00B56290" w:rsidRPr="00DC6433" w:rsidRDefault="00B56290" w:rsidP="004E3993">
                      <w:pPr>
                        <w:spacing w:line="240" w:lineRule="auto"/>
                        <w:jc w:val="right"/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</w:pPr>
                      <w:r w:rsidRPr="00007C4A">
                        <w:rPr>
                          <w:rFonts w:cs="2  Esfehan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تذکر</w:t>
                      </w:r>
                      <w:r w:rsidRPr="00DC6433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 : </w:t>
                      </w:r>
                    </w:p>
                    <w:p w:rsidR="00B56290" w:rsidRDefault="00B56290" w:rsidP="0094304D">
                      <w:pPr>
                        <w:spacing w:line="240" w:lineRule="auto"/>
                        <w:ind w:left="360"/>
                        <w:jc w:val="right"/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1- </w:t>
                      </w:r>
                      <w:r w:rsidRPr="00DC6433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دانشجویان 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می بایست به شماره گروه دروس توجه نموده و هنگام انتخاب واحد این شماره ها را انتخاب نمایند.مسئولیت هرگونه اشتباه در این مورد به عهده دانشجو خواهد بود.</w:t>
                      </w:r>
                    </w:p>
                    <w:p w:rsidR="00B56290" w:rsidRPr="00DC6433" w:rsidRDefault="00B56290" w:rsidP="004E3993">
                      <w:pPr>
                        <w:spacing w:line="240" w:lineRule="auto"/>
                        <w:ind w:left="360"/>
                        <w:jc w:val="right"/>
                        <w:rPr>
                          <w:rFonts w:cs="B Nazanin"/>
                          <w:b/>
                          <w:bCs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2- رعایت پیش نیاز حتماً مورد توجه قرار گیرد .                        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C74453" w:rsidRDefault="00C74453">
      <w:pPr>
        <w:rPr>
          <w:rtl/>
          <w:lang w:bidi="fa-IR"/>
        </w:rPr>
      </w:pPr>
    </w:p>
    <w:p w:rsidR="00C74453" w:rsidRDefault="00C74453">
      <w:pPr>
        <w:rPr>
          <w:rtl/>
          <w:lang w:bidi="fa-IR"/>
        </w:rPr>
      </w:pPr>
    </w:p>
    <w:p w:rsidR="00080D1D" w:rsidRDefault="00B23D35" w:rsidP="000626C3">
      <w:pPr>
        <w:bidi/>
        <w:spacing w:line="168" w:lineRule="auto"/>
        <w:jc w:val="center"/>
        <w:rPr>
          <w:rtl/>
          <w:lang w:bidi="fa-IR"/>
        </w:rPr>
      </w:pPr>
      <w:r w:rsidRPr="00164FC8">
        <w:rPr>
          <w:rFonts w:cs="2  Esfehan" w:hint="cs"/>
          <w:sz w:val="36"/>
          <w:szCs w:val="36"/>
          <w:rtl/>
          <w:lang w:bidi="fa-IR"/>
        </w:rPr>
        <w:t xml:space="preserve">برنامه </w:t>
      </w:r>
    </w:p>
    <w:sectPr w:rsidR="00080D1D" w:rsidSect="004E2102">
      <w:pgSz w:w="16839" w:h="11907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7D40" w:rsidRDefault="009D7D40" w:rsidP="00B06BC8">
      <w:pPr>
        <w:spacing w:after="0" w:line="240" w:lineRule="auto"/>
      </w:pPr>
      <w:r>
        <w:separator/>
      </w:r>
    </w:p>
  </w:endnote>
  <w:endnote w:type="continuationSeparator" w:id="0">
    <w:p w:rsidR="009D7D40" w:rsidRDefault="009D7D40" w:rsidP="00B06B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altName w:val="Courier New"/>
    <w:panose1 w:val="00000700000000000000"/>
    <w:charset w:val="B2"/>
    <w:family w:val="auto"/>
    <w:pitch w:val="variable"/>
    <w:sig w:usb0="00002000" w:usb1="80000000" w:usb2="00000008" w:usb3="00000000" w:csb0="00000040" w:csb1="00000000"/>
  </w:font>
  <w:font w:name="2  Esfehan">
    <w:altName w:val="Courier New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altName w:val="Arial Unicode MS"/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2  Mitra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7D40" w:rsidRDefault="009D7D40" w:rsidP="00B06BC8">
      <w:pPr>
        <w:spacing w:after="0" w:line="240" w:lineRule="auto"/>
      </w:pPr>
      <w:r>
        <w:separator/>
      </w:r>
    </w:p>
  </w:footnote>
  <w:footnote w:type="continuationSeparator" w:id="0">
    <w:p w:rsidR="009D7D40" w:rsidRDefault="009D7D40" w:rsidP="00B06B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hideSpellingErrors/>
  <w:hideGrammaticalErrors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C65"/>
    <w:rsid w:val="00040884"/>
    <w:rsid w:val="00040964"/>
    <w:rsid w:val="000414F0"/>
    <w:rsid w:val="000420E5"/>
    <w:rsid w:val="0005752E"/>
    <w:rsid w:val="00061FD3"/>
    <w:rsid w:val="000626C3"/>
    <w:rsid w:val="000652F7"/>
    <w:rsid w:val="000735B3"/>
    <w:rsid w:val="00074A0C"/>
    <w:rsid w:val="00080D1D"/>
    <w:rsid w:val="0009142F"/>
    <w:rsid w:val="00093EA7"/>
    <w:rsid w:val="000977EC"/>
    <w:rsid w:val="00097B0F"/>
    <w:rsid w:val="000B3148"/>
    <w:rsid w:val="000B73FA"/>
    <w:rsid w:val="000E1BA5"/>
    <w:rsid w:val="000F088C"/>
    <w:rsid w:val="001254DF"/>
    <w:rsid w:val="00143D9D"/>
    <w:rsid w:val="0014647E"/>
    <w:rsid w:val="001520FB"/>
    <w:rsid w:val="0016467B"/>
    <w:rsid w:val="001B28F8"/>
    <w:rsid w:val="001B53E9"/>
    <w:rsid w:val="00206809"/>
    <w:rsid w:val="0021250B"/>
    <w:rsid w:val="00214A5B"/>
    <w:rsid w:val="00222795"/>
    <w:rsid w:val="0022467C"/>
    <w:rsid w:val="002414EE"/>
    <w:rsid w:val="00247971"/>
    <w:rsid w:val="00251E1C"/>
    <w:rsid w:val="00261601"/>
    <w:rsid w:val="00274F75"/>
    <w:rsid w:val="00275AD3"/>
    <w:rsid w:val="0029424B"/>
    <w:rsid w:val="002A0E42"/>
    <w:rsid w:val="002B4C1F"/>
    <w:rsid w:val="002C2385"/>
    <w:rsid w:val="002D01B8"/>
    <w:rsid w:val="002D3888"/>
    <w:rsid w:val="002D72E1"/>
    <w:rsid w:val="002F0360"/>
    <w:rsid w:val="002F7B6C"/>
    <w:rsid w:val="0032390B"/>
    <w:rsid w:val="00347987"/>
    <w:rsid w:val="00351069"/>
    <w:rsid w:val="00366FFF"/>
    <w:rsid w:val="003949E6"/>
    <w:rsid w:val="003B428C"/>
    <w:rsid w:val="003B605E"/>
    <w:rsid w:val="003C6AE5"/>
    <w:rsid w:val="003D7131"/>
    <w:rsid w:val="003E06AF"/>
    <w:rsid w:val="003F1E6D"/>
    <w:rsid w:val="003F4A00"/>
    <w:rsid w:val="003F7235"/>
    <w:rsid w:val="00431F35"/>
    <w:rsid w:val="004426F7"/>
    <w:rsid w:val="00455D04"/>
    <w:rsid w:val="00463042"/>
    <w:rsid w:val="0046661E"/>
    <w:rsid w:val="00482240"/>
    <w:rsid w:val="004E2102"/>
    <w:rsid w:val="004E3993"/>
    <w:rsid w:val="004E7F07"/>
    <w:rsid w:val="004F0567"/>
    <w:rsid w:val="004F1E6F"/>
    <w:rsid w:val="00502888"/>
    <w:rsid w:val="005137C6"/>
    <w:rsid w:val="005146A4"/>
    <w:rsid w:val="0054188F"/>
    <w:rsid w:val="00566B18"/>
    <w:rsid w:val="00582EB0"/>
    <w:rsid w:val="005C2386"/>
    <w:rsid w:val="005E28CF"/>
    <w:rsid w:val="00610923"/>
    <w:rsid w:val="00621209"/>
    <w:rsid w:val="0063686F"/>
    <w:rsid w:val="006548E1"/>
    <w:rsid w:val="006926A7"/>
    <w:rsid w:val="00696452"/>
    <w:rsid w:val="006C2A0C"/>
    <w:rsid w:val="006E1445"/>
    <w:rsid w:val="006E678E"/>
    <w:rsid w:val="006F2244"/>
    <w:rsid w:val="007564F2"/>
    <w:rsid w:val="00756AB3"/>
    <w:rsid w:val="007602F5"/>
    <w:rsid w:val="0078244F"/>
    <w:rsid w:val="00793B88"/>
    <w:rsid w:val="00796182"/>
    <w:rsid w:val="007A1576"/>
    <w:rsid w:val="007A4AF3"/>
    <w:rsid w:val="007A4B3C"/>
    <w:rsid w:val="007D68C3"/>
    <w:rsid w:val="00806E51"/>
    <w:rsid w:val="00831C65"/>
    <w:rsid w:val="0083292F"/>
    <w:rsid w:val="008374FE"/>
    <w:rsid w:val="00845956"/>
    <w:rsid w:val="00872AF7"/>
    <w:rsid w:val="00875653"/>
    <w:rsid w:val="00891AFF"/>
    <w:rsid w:val="00894964"/>
    <w:rsid w:val="008B4F3B"/>
    <w:rsid w:val="008C72EA"/>
    <w:rsid w:val="008F446E"/>
    <w:rsid w:val="00912AA4"/>
    <w:rsid w:val="0094304D"/>
    <w:rsid w:val="009554F9"/>
    <w:rsid w:val="00982885"/>
    <w:rsid w:val="009920CD"/>
    <w:rsid w:val="009935CF"/>
    <w:rsid w:val="009952B5"/>
    <w:rsid w:val="00995846"/>
    <w:rsid w:val="009A47E0"/>
    <w:rsid w:val="009A699A"/>
    <w:rsid w:val="009C52AE"/>
    <w:rsid w:val="009D0F1F"/>
    <w:rsid w:val="009D7D40"/>
    <w:rsid w:val="009E184A"/>
    <w:rsid w:val="00A045A5"/>
    <w:rsid w:val="00A051FA"/>
    <w:rsid w:val="00A0707E"/>
    <w:rsid w:val="00A22281"/>
    <w:rsid w:val="00A31BCA"/>
    <w:rsid w:val="00A44006"/>
    <w:rsid w:val="00A46229"/>
    <w:rsid w:val="00A6427C"/>
    <w:rsid w:val="00A85E76"/>
    <w:rsid w:val="00AA378C"/>
    <w:rsid w:val="00AA6391"/>
    <w:rsid w:val="00AF6D80"/>
    <w:rsid w:val="00B06BC8"/>
    <w:rsid w:val="00B111A5"/>
    <w:rsid w:val="00B23D35"/>
    <w:rsid w:val="00B42367"/>
    <w:rsid w:val="00B46DCB"/>
    <w:rsid w:val="00B55D97"/>
    <w:rsid w:val="00B56290"/>
    <w:rsid w:val="00B62771"/>
    <w:rsid w:val="00B63ECD"/>
    <w:rsid w:val="00BD3460"/>
    <w:rsid w:val="00BE7E9E"/>
    <w:rsid w:val="00BF5D07"/>
    <w:rsid w:val="00C1539F"/>
    <w:rsid w:val="00C203FF"/>
    <w:rsid w:val="00C339BE"/>
    <w:rsid w:val="00C36353"/>
    <w:rsid w:val="00C40343"/>
    <w:rsid w:val="00C475D2"/>
    <w:rsid w:val="00C57A57"/>
    <w:rsid w:val="00C61564"/>
    <w:rsid w:val="00C74453"/>
    <w:rsid w:val="00C80247"/>
    <w:rsid w:val="00CB3330"/>
    <w:rsid w:val="00CC6C0D"/>
    <w:rsid w:val="00CD238D"/>
    <w:rsid w:val="00CF4B7B"/>
    <w:rsid w:val="00D219C6"/>
    <w:rsid w:val="00D22076"/>
    <w:rsid w:val="00D67E84"/>
    <w:rsid w:val="00D8676C"/>
    <w:rsid w:val="00DA01C2"/>
    <w:rsid w:val="00DE0902"/>
    <w:rsid w:val="00E02C51"/>
    <w:rsid w:val="00E13016"/>
    <w:rsid w:val="00E14C60"/>
    <w:rsid w:val="00E164FC"/>
    <w:rsid w:val="00E22024"/>
    <w:rsid w:val="00E223EE"/>
    <w:rsid w:val="00E66C60"/>
    <w:rsid w:val="00E838E8"/>
    <w:rsid w:val="00E90229"/>
    <w:rsid w:val="00EA24A3"/>
    <w:rsid w:val="00ED20BD"/>
    <w:rsid w:val="00ED3BC6"/>
    <w:rsid w:val="00EE1952"/>
    <w:rsid w:val="00F06456"/>
    <w:rsid w:val="00F12808"/>
    <w:rsid w:val="00F202DA"/>
    <w:rsid w:val="00F37FD2"/>
    <w:rsid w:val="00F4086F"/>
    <w:rsid w:val="00F41389"/>
    <w:rsid w:val="00F8630B"/>
    <w:rsid w:val="00FA0199"/>
    <w:rsid w:val="00FA040E"/>
    <w:rsid w:val="00FC0238"/>
    <w:rsid w:val="00FC1934"/>
    <w:rsid w:val="00FE074F"/>
    <w:rsid w:val="00FF6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5DA6F2F0-4C6F-44B1-82E6-D20DDB5D4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39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06B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6BC8"/>
  </w:style>
  <w:style w:type="paragraph" w:styleId="Footer">
    <w:name w:val="footer"/>
    <w:basedOn w:val="Normal"/>
    <w:link w:val="FooterChar"/>
    <w:uiPriority w:val="99"/>
    <w:unhideWhenUsed/>
    <w:rsid w:val="00B06B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6BC8"/>
  </w:style>
  <w:style w:type="table" w:customStyle="1" w:styleId="TableGrid2">
    <w:name w:val="Table Grid2"/>
    <w:basedOn w:val="TableNormal"/>
    <w:next w:val="TableGrid"/>
    <w:uiPriority w:val="59"/>
    <w:rsid w:val="00B06BC8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B06BC8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B06BC8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E18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8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P\Desktop\lllll%20-%20Copy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269170-4C88-4475-B5A8-77CADE069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lllll - Copy.dotx</Template>
  <TotalTime>14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</dc:creator>
  <cp:lastModifiedBy>shayan</cp:lastModifiedBy>
  <cp:revision>11</cp:revision>
  <cp:lastPrinted>2016-07-27T14:12:00Z</cp:lastPrinted>
  <dcterms:created xsi:type="dcterms:W3CDTF">2016-08-05T11:19:00Z</dcterms:created>
  <dcterms:modified xsi:type="dcterms:W3CDTF">2017-09-05T14:41:00Z</dcterms:modified>
</cp:coreProperties>
</file>