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16009E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16009E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16009E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B82D67">
        <w:rPr>
          <w:rFonts w:cs="2  Esfehan" w:hint="cs"/>
          <w:sz w:val="36"/>
          <w:szCs w:val="36"/>
          <w:rtl/>
          <w:lang w:bidi="fa-IR"/>
        </w:rPr>
        <w:t xml:space="preserve">طراحی دوخت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16009E">
        <w:rPr>
          <w:rFonts w:cs="B Titr" w:hint="cs"/>
          <w:sz w:val="36"/>
          <w:szCs w:val="36"/>
          <w:rtl/>
          <w:lang w:bidi="fa-IR"/>
        </w:rPr>
        <w:t xml:space="preserve">  </w:t>
      </w:r>
      <w:r w:rsidR="00B82D67">
        <w:rPr>
          <w:rFonts w:cs="B Titr" w:hint="cs"/>
          <w:sz w:val="36"/>
          <w:szCs w:val="36"/>
          <w:rtl/>
          <w:lang w:bidi="fa-IR"/>
        </w:rPr>
        <w:t>2</w:t>
      </w:r>
      <w:r w:rsidR="0016009E">
        <w:rPr>
          <w:rFonts w:cs="B Titr" w:hint="cs"/>
          <w:sz w:val="36"/>
          <w:szCs w:val="36"/>
          <w:rtl/>
          <w:lang w:bidi="fa-IR"/>
        </w:rPr>
        <w:t xml:space="preserve">  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6"/>
                              <w:gridCol w:w="567"/>
                              <w:gridCol w:w="492"/>
                              <w:gridCol w:w="72"/>
                              <w:gridCol w:w="429"/>
                              <w:gridCol w:w="567"/>
                              <w:gridCol w:w="563"/>
                              <w:gridCol w:w="11"/>
                              <w:gridCol w:w="554"/>
                              <w:gridCol w:w="7"/>
                              <w:gridCol w:w="521"/>
                              <w:gridCol w:w="46"/>
                              <w:gridCol w:w="521"/>
                              <w:gridCol w:w="46"/>
                              <w:gridCol w:w="519"/>
                              <w:gridCol w:w="48"/>
                              <w:gridCol w:w="584"/>
                              <w:gridCol w:w="24"/>
                              <w:gridCol w:w="504"/>
                              <w:gridCol w:w="504"/>
                              <w:gridCol w:w="609"/>
                              <w:gridCol w:w="580"/>
                            </w:tblGrid>
                            <w:tr w:rsidR="000F088C" w:rsidTr="00416470">
                              <w:trPr>
                                <w:jc w:val="center"/>
                              </w:trPr>
                              <w:tc>
                                <w:tcPr>
                                  <w:tcW w:w="4320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13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416470">
                              <w:trPr>
                                <w:jc w:val="center"/>
                              </w:trPr>
                              <w:tc>
                                <w:tcPr>
                                  <w:tcW w:w="1066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1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416470">
                              <w:trPr>
                                <w:jc w:val="center"/>
                              </w:trPr>
                              <w:tc>
                                <w:tcPr>
                                  <w:tcW w:w="1066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134BF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روز    </w:t>
                                  </w:r>
                                  <w:r w:rsidR="00134BF8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 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2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134BF8" w:rsidRPr="0043440D" w:rsidTr="00416470">
                              <w:trPr>
                                <w:jc w:val="center"/>
                              </w:trPr>
                              <w:tc>
                                <w:tcPr>
                                  <w:tcW w:w="1066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4BF8" w:rsidRPr="00DC6433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2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A4D0D" w:rsidRPr="0043440D" w:rsidTr="00416470">
                              <w:trPr>
                                <w:jc w:val="center"/>
                              </w:trPr>
                              <w:tc>
                                <w:tcPr>
                                  <w:tcW w:w="1066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A4D0D" w:rsidRPr="00DC6433" w:rsidRDefault="004A4D0D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gridSpan w:val="2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A4D0D" w:rsidRPr="004A4D0D" w:rsidRDefault="00B1769A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95F45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gridSpan w:val="3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4A4D0D" w:rsidRPr="004A4D0D" w:rsidRDefault="00B1769A" w:rsidP="004A4D0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A4D0D" w:rsidRPr="00B1769A" w:rsidRDefault="00B1769A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B1769A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تار</w:t>
                                  </w:r>
                                  <w:r w:rsidRPr="00B1769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B1769A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خ</w:t>
                                  </w:r>
                                  <w:bookmarkStart w:id="0" w:name="_GoBack"/>
                                  <w:bookmarkEnd w:id="0"/>
                                  <w:r w:rsidRPr="00B1769A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B1769A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لباس</w:t>
                                  </w:r>
                                  <w:r w:rsidRPr="00B1769A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gridSpan w:val="4"/>
                                  <w:tcBorders>
                                    <w:left w:val="single" w:sz="4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4A4D0D" w:rsidRPr="004A4D0D" w:rsidRDefault="004A4D0D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هنروتمدن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gridSpan w:val="4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</w:tcPr>
                                <w:p w:rsidR="004A4D0D" w:rsidRPr="00640D7A" w:rsidRDefault="00B1769A" w:rsidP="004A4D0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علوم الیاف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4A4D0D" w:rsidRPr="004A4D0D" w:rsidRDefault="004A4D0D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A4D0D" w:rsidRPr="004A4D0D" w:rsidRDefault="004A4D0D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4A4D0D" w:rsidRPr="004A4D0D" w:rsidRDefault="004A4D0D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A4D0D" w:rsidRPr="004A4D0D" w:rsidRDefault="004A4D0D" w:rsidP="004A4D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4BF8" w:rsidRPr="0043440D" w:rsidTr="00416470">
                              <w:trPr>
                                <w:jc w:val="center"/>
                              </w:trPr>
                              <w:tc>
                                <w:tcPr>
                                  <w:tcW w:w="1066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4BF8" w:rsidRPr="00DC6433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FC36C2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C36C2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سوزن</w:t>
                                  </w:r>
                                  <w:r w:rsidRPr="00FC36C2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FC36C2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دوز</w:t>
                                  </w:r>
                                  <w:r w:rsidRPr="00FC36C2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FC36C2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57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34BF8" w:rsidRPr="004A4D0D" w:rsidRDefault="00FC36C2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C36C2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سوزن</w:t>
                                  </w:r>
                                  <w:r w:rsidRPr="00FC36C2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FC36C2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دوز</w:t>
                                  </w:r>
                                  <w:r w:rsidRPr="00FC36C2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FC36C2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4BF8" w:rsidRPr="0043440D" w:rsidTr="00416470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066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4BF8" w:rsidRPr="00DC6433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5546" w:type="dxa"/>
                                  <w:gridSpan w:val="16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الگو و دوخت6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4BF8" w:rsidRPr="0043440D" w:rsidTr="00416470">
                              <w:trPr>
                                <w:trHeight w:val="213"/>
                                <w:jc w:val="center"/>
                              </w:trPr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4BF8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6" w:type="dxa"/>
                                  <w:gridSpan w:val="16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الگو و دوخت6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4BF8" w:rsidRPr="0043440D" w:rsidTr="00416470">
                              <w:trPr>
                                <w:trHeight w:val="189"/>
                                <w:jc w:val="center"/>
                              </w:trPr>
                              <w:tc>
                                <w:tcPr>
                                  <w:tcW w:w="1066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4BF8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2701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FC36C2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طراحی لباس1</w:t>
                                  </w:r>
                                </w:p>
                              </w:tc>
                              <w:tc>
                                <w:tcPr>
                                  <w:tcW w:w="2845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کارروی مانکن</w:t>
                                  </w:r>
                                  <w:r w:rsidR="00D41EB5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4BF8" w:rsidRPr="0043440D" w:rsidTr="00416470">
                              <w:trPr>
                                <w:trHeight w:val="206"/>
                                <w:jc w:val="center"/>
                              </w:trPr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4BF8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1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کارروی مانکن</w:t>
                                  </w:r>
                                  <w:r w:rsidR="00D41EB5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45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FC36C2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FC36C2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طراح</w:t>
                                  </w:r>
                                  <w:r w:rsidRPr="00FC36C2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FC36C2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FC36C2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لباس</w:t>
                                  </w:r>
                                  <w:r w:rsidRPr="00FC36C2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34BF8" w:rsidRPr="0043440D" w:rsidTr="00416470">
                              <w:trPr>
                                <w:jc w:val="center"/>
                              </w:trPr>
                              <w:tc>
                                <w:tcPr>
                                  <w:tcW w:w="1066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34BF8" w:rsidRPr="00DC6433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34BF8" w:rsidRPr="004A4D0D" w:rsidRDefault="00134BF8" w:rsidP="00134BF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66"/>
                        <w:gridCol w:w="567"/>
                        <w:gridCol w:w="492"/>
                        <w:gridCol w:w="72"/>
                        <w:gridCol w:w="429"/>
                        <w:gridCol w:w="567"/>
                        <w:gridCol w:w="563"/>
                        <w:gridCol w:w="11"/>
                        <w:gridCol w:w="554"/>
                        <w:gridCol w:w="7"/>
                        <w:gridCol w:w="521"/>
                        <w:gridCol w:w="46"/>
                        <w:gridCol w:w="521"/>
                        <w:gridCol w:w="46"/>
                        <w:gridCol w:w="519"/>
                        <w:gridCol w:w="48"/>
                        <w:gridCol w:w="584"/>
                        <w:gridCol w:w="24"/>
                        <w:gridCol w:w="504"/>
                        <w:gridCol w:w="504"/>
                        <w:gridCol w:w="609"/>
                        <w:gridCol w:w="580"/>
                      </w:tblGrid>
                      <w:tr w:rsidR="000F088C" w:rsidTr="00416470">
                        <w:trPr>
                          <w:jc w:val="center"/>
                        </w:trPr>
                        <w:tc>
                          <w:tcPr>
                            <w:tcW w:w="4320" w:type="dxa"/>
                            <w:gridSpan w:val="9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13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416470">
                        <w:trPr>
                          <w:jc w:val="center"/>
                        </w:trPr>
                        <w:tc>
                          <w:tcPr>
                            <w:tcW w:w="1066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059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7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28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9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1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8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8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416470">
                        <w:trPr>
                          <w:jc w:val="center"/>
                        </w:trPr>
                        <w:tc>
                          <w:tcPr>
                            <w:tcW w:w="1066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134BF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روز    </w:t>
                            </w:r>
                            <w:r w:rsidR="00134BF8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2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1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2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0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134BF8" w:rsidRPr="0043440D" w:rsidTr="00416470">
                        <w:trPr>
                          <w:jc w:val="center"/>
                        </w:trPr>
                        <w:tc>
                          <w:tcPr>
                            <w:tcW w:w="1066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4BF8" w:rsidRPr="00DC6433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4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2" w:type="dxa"/>
                            <w:gridSpan w:val="3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gridSpan w:val="2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A4D0D" w:rsidRPr="0043440D" w:rsidTr="00416470">
                        <w:trPr>
                          <w:jc w:val="center"/>
                        </w:trPr>
                        <w:tc>
                          <w:tcPr>
                            <w:tcW w:w="1066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A4D0D" w:rsidRPr="00DC6433" w:rsidRDefault="004A4D0D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1059" w:type="dxa"/>
                            <w:gridSpan w:val="2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A4D0D" w:rsidRPr="004A4D0D" w:rsidRDefault="00B1769A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95F45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1067" w:type="dxa"/>
                            <w:gridSpan w:val="3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4A4D0D" w:rsidRPr="004A4D0D" w:rsidRDefault="00B1769A" w:rsidP="004A4D0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1128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A4D0D" w:rsidRPr="00B1769A" w:rsidRDefault="00B1769A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B1769A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</w:t>
                            </w:r>
                            <w:r w:rsidRPr="00B1769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B1769A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خ</w:t>
                            </w:r>
                            <w:bookmarkStart w:id="1" w:name="_GoBack"/>
                            <w:bookmarkEnd w:id="1"/>
                            <w:r w:rsidRPr="00B1769A"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1769A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لباس</w:t>
                            </w:r>
                            <w:r w:rsidRPr="00B1769A"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95" w:type="dxa"/>
                            <w:gridSpan w:val="4"/>
                            <w:tcBorders>
                              <w:left w:val="single" w:sz="4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4A4D0D" w:rsidRPr="004A4D0D" w:rsidRDefault="004A4D0D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هنروتمدن</w:t>
                            </w:r>
                          </w:p>
                        </w:tc>
                        <w:tc>
                          <w:tcPr>
                            <w:tcW w:w="1197" w:type="dxa"/>
                            <w:gridSpan w:val="4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</w:tcPr>
                          <w:p w:rsidR="004A4D0D" w:rsidRPr="00640D7A" w:rsidRDefault="00B1769A" w:rsidP="004A4D0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علوم الیاف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4A4D0D" w:rsidRPr="004A4D0D" w:rsidRDefault="004A4D0D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A4D0D" w:rsidRPr="004A4D0D" w:rsidRDefault="004A4D0D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4A4D0D" w:rsidRPr="004A4D0D" w:rsidRDefault="004A4D0D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A4D0D" w:rsidRPr="004A4D0D" w:rsidRDefault="004A4D0D" w:rsidP="004A4D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4BF8" w:rsidRPr="0043440D" w:rsidTr="00416470">
                        <w:trPr>
                          <w:jc w:val="center"/>
                        </w:trPr>
                        <w:tc>
                          <w:tcPr>
                            <w:tcW w:w="1066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4BF8" w:rsidRPr="00DC6433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FC36C2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C36C2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سوزن</w:t>
                            </w:r>
                            <w:r w:rsidRPr="00FC36C2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C36C2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دوز</w:t>
                            </w:r>
                            <w:r w:rsidRPr="00FC36C2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FC36C2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57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34BF8" w:rsidRPr="004A4D0D" w:rsidRDefault="00FC36C2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C36C2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سوزن</w:t>
                            </w:r>
                            <w:r w:rsidRPr="00FC36C2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C36C2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دوز</w:t>
                            </w:r>
                            <w:r w:rsidRPr="00FC36C2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FC36C2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4BF8" w:rsidRPr="0043440D" w:rsidTr="00416470">
                        <w:trPr>
                          <w:trHeight w:val="223"/>
                          <w:jc w:val="center"/>
                        </w:trPr>
                        <w:tc>
                          <w:tcPr>
                            <w:tcW w:w="1066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4BF8" w:rsidRPr="00DC6433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5546" w:type="dxa"/>
                            <w:gridSpan w:val="16"/>
                            <w:tcBorders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الگو و دوخت6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4BF8" w:rsidRPr="0043440D" w:rsidTr="00416470">
                        <w:trPr>
                          <w:trHeight w:val="213"/>
                          <w:jc w:val="center"/>
                        </w:trPr>
                        <w:tc>
                          <w:tcPr>
                            <w:tcW w:w="1066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4BF8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46" w:type="dxa"/>
                            <w:gridSpan w:val="16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الگو و دوخت6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4BF8" w:rsidRPr="0043440D" w:rsidTr="00416470">
                        <w:trPr>
                          <w:trHeight w:val="189"/>
                          <w:jc w:val="center"/>
                        </w:trPr>
                        <w:tc>
                          <w:tcPr>
                            <w:tcW w:w="1066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4BF8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2701" w:type="dxa"/>
                            <w:gridSpan w:val="7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FC36C2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طراحی لباس1</w:t>
                            </w:r>
                          </w:p>
                        </w:tc>
                        <w:tc>
                          <w:tcPr>
                            <w:tcW w:w="2845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کارروی مانکن</w:t>
                            </w:r>
                            <w:r w:rsidR="00D41EB5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4BF8" w:rsidRPr="0043440D" w:rsidTr="00416470">
                        <w:trPr>
                          <w:trHeight w:val="206"/>
                          <w:jc w:val="center"/>
                        </w:trPr>
                        <w:tc>
                          <w:tcPr>
                            <w:tcW w:w="1066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4BF8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701" w:type="dxa"/>
                            <w:gridSpan w:val="7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کارروی مانکن</w:t>
                            </w:r>
                            <w:r w:rsidR="00D41EB5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45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FC36C2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C36C2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طراح</w:t>
                            </w:r>
                            <w:r w:rsidRPr="00FC36C2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FC36C2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C36C2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لباس</w:t>
                            </w:r>
                            <w:r w:rsidRPr="00FC36C2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8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34BF8" w:rsidRPr="0043440D" w:rsidTr="00416470">
                        <w:trPr>
                          <w:jc w:val="center"/>
                        </w:trPr>
                        <w:tc>
                          <w:tcPr>
                            <w:tcW w:w="1066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34BF8" w:rsidRPr="00DC6433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2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2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9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0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34BF8" w:rsidRPr="004A4D0D" w:rsidRDefault="00134BF8" w:rsidP="00134BF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640" w:type="dxa"/>
                              <w:tblInd w:w="-13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24"/>
                              <w:gridCol w:w="1832"/>
                              <w:gridCol w:w="983"/>
                              <w:gridCol w:w="698"/>
                              <w:gridCol w:w="2003"/>
                            </w:tblGrid>
                            <w:tr w:rsidR="009554F9" w:rsidTr="00475582">
                              <w:trPr>
                                <w:trHeight w:val="860"/>
                              </w:trPr>
                              <w:tc>
                                <w:tcPr>
                                  <w:tcW w:w="112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475582">
                              <w:tc>
                                <w:tcPr>
                                  <w:tcW w:w="112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4096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تاریخ لباس1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317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چاوشی</w:t>
                                  </w:r>
                                </w:p>
                              </w:tc>
                            </w:tr>
                            <w:tr w:rsidR="009554F9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9122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DD75B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9554F9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4089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هنروتمدن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315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04C9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مقدس</w:t>
                                  </w:r>
                                </w:p>
                              </w:tc>
                            </w:tr>
                            <w:tr w:rsidR="009554F9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4095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علوم </w:t>
                                  </w:r>
                                  <w:r w:rsidR="00B82D67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الیاف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316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16009E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41647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فرازنده مهر</w:t>
                                  </w:r>
                                </w:p>
                              </w:tc>
                            </w:tr>
                            <w:tr w:rsidR="009554F9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4091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 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B82D6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D6CA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41647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کریم پور</w:t>
                                  </w: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4091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 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کریم پور</w:t>
                                  </w: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4094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 دوزی2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4094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 دوزی2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4109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مانکن 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محمدیان</w:t>
                                  </w: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4109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مانکن 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314/1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محمدیان</w:t>
                                  </w: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4107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الگو6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شفیعی</w:t>
                                  </w: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4108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دوخت6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640D7A" w:rsidRDefault="00416470" w:rsidP="0041647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شفیعی</w:t>
                                  </w:r>
                                </w:p>
                              </w:tc>
                            </w:tr>
                            <w:tr w:rsidR="00416470" w:rsidTr="00475582"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4107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الگو6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عباد</w:t>
                                  </w:r>
                                </w:p>
                              </w:tc>
                            </w:tr>
                            <w:tr w:rsidR="00416470" w:rsidTr="00475582">
                              <w:trPr>
                                <w:trHeight w:val="354"/>
                              </w:trPr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4108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 6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6009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16470" w:rsidRPr="0016009E" w:rsidRDefault="00416470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عباد</w:t>
                                  </w:r>
                                </w:p>
                              </w:tc>
                            </w:tr>
                            <w:tr w:rsidR="00D41EB5" w:rsidTr="00475582">
                              <w:trPr>
                                <w:trHeight w:val="354"/>
                              </w:trPr>
                              <w:tc>
                                <w:tcPr>
                                  <w:tcW w:w="112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41EB5" w:rsidRPr="0016009E" w:rsidRDefault="00D41EB5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9128</w:t>
                                  </w:r>
                                </w:p>
                              </w:tc>
                              <w:tc>
                                <w:tcPr>
                                  <w:tcW w:w="183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41EB5" w:rsidRPr="0016009E" w:rsidRDefault="00D41EB5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41EB5" w:rsidRPr="0016009E" w:rsidRDefault="00D41EB5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310/1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41EB5" w:rsidRDefault="00D41EB5" w:rsidP="00416470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41EB5" w:rsidRDefault="00E61848" w:rsidP="0041647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معرفت</w:t>
                                  </w: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640" w:type="dxa"/>
                        <w:tblInd w:w="-13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24"/>
                        <w:gridCol w:w="1832"/>
                        <w:gridCol w:w="983"/>
                        <w:gridCol w:w="698"/>
                        <w:gridCol w:w="2003"/>
                      </w:tblGrid>
                      <w:tr w:rsidR="009554F9" w:rsidTr="00475582">
                        <w:trPr>
                          <w:trHeight w:val="860"/>
                        </w:trPr>
                        <w:tc>
                          <w:tcPr>
                            <w:tcW w:w="112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83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475582">
                        <w:tc>
                          <w:tcPr>
                            <w:tcW w:w="112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4096</w:t>
                            </w:r>
                          </w:p>
                        </w:tc>
                        <w:tc>
                          <w:tcPr>
                            <w:tcW w:w="183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B82D6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تاریخ لباس1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317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1600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16009E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چاوشی</w:t>
                            </w:r>
                          </w:p>
                        </w:tc>
                      </w:tr>
                      <w:tr w:rsidR="009554F9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9122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9554F9" w:rsidRPr="00640D7A" w:rsidRDefault="001600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1600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DD75B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9554F9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4089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9554F9" w:rsidRPr="00640D7A" w:rsidRDefault="001600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هنروتمدن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315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1600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04C9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مقدس</w:t>
                            </w:r>
                          </w:p>
                        </w:tc>
                      </w:tr>
                      <w:tr w:rsidR="009554F9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4095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9554F9" w:rsidRPr="00640D7A" w:rsidRDefault="0016009E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علوم </w:t>
                            </w:r>
                            <w:r w:rsidR="00B82D67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الیاف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316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16009E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41647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فرازنده مهر</w:t>
                            </w:r>
                          </w:p>
                        </w:tc>
                      </w:tr>
                      <w:tr w:rsidR="009554F9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4091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9554F9" w:rsidRPr="00640D7A" w:rsidRDefault="00B82D6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 1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B82D6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D6CA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41647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کریم پور</w:t>
                            </w: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4091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640D7A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 1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کریم پور</w:t>
                            </w: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4094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640D7A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 دوزی2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4094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640D7A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 دوزی2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4109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640D7A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مانکن 1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محمدیان</w:t>
                            </w: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4109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640D7A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مانکن 1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314/1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محمدیان</w:t>
                            </w: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4107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640D7A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الگو6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640D7A" w:rsidRDefault="00416470" w:rsidP="0041647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شفیعی</w:t>
                            </w: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4108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دوخت6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16009E" w:rsidRDefault="00416470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16009E" w:rsidRDefault="00416470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640D7A" w:rsidRDefault="00416470" w:rsidP="0041647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شفیعی</w:t>
                            </w:r>
                          </w:p>
                        </w:tc>
                      </w:tr>
                      <w:tr w:rsidR="00416470" w:rsidTr="00475582"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4107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الگو6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16009E" w:rsidRDefault="00416470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16009E" w:rsidRDefault="00416470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عباد</w:t>
                            </w:r>
                          </w:p>
                        </w:tc>
                      </w:tr>
                      <w:tr w:rsidR="00416470" w:rsidTr="00475582">
                        <w:trPr>
                          <w:trHeight w:val="354"/>
                        </w:trPr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</w:tcBorders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4108</w:t>
                            </w:r>
                          </w:p>
                        </w:tc>
                        <w:tc>
                          <w:tcPr>
                            <w:tcW w:w="1832" w:type="dxa"/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 6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416470" w:rsidRPr="0016009E" w:rsidRDefault="00416470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6009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416470" w:rsidRPr="0016009E" w:rsidRDefault="00416470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right w:val="single" w:sz="12" w:space="0" w:color="auto"/>
                            </w:tcBorders>
                          </w:tcPr>
                          <w:p w:rsidR="00416470" w:rsidRPr="0016009E" w:rsidRDefault="00416470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عباد</w:t>
                            </w:r>
                          </w:p>
                        </w:tc>
                      </w:tr>
                      <w:tr w:rsidR="00D41EB5" w:rsidTr="00475582">
                        <w:trPr>
                          <w:trHeight w:val="354"/>
                        </w:trPr>
                        <w:tc>
                          <w:tcPr>
                            <w:tcW w:w="1124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41EB5" w:rsidRPr="0016009E" w:rsidRDefault="00D41EB5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9128</w:t>
                            </w:r>
                          </w:p>
                        </w:tc>
                        <w:tc>
                          <w:tcPr>
                            <w:tcW w:w="1832" w:type="dxa"/>
                            <w:tcBorders>
                              <w:bottom w:val="single" w:sz="12" w:space="0" w:color="auto"/>
                            </w:tcBorders>
                          </w:tcPr>
                          <w:p w:rsidR="00D41EB5" w:rsidRPr="0016009E" w:rsidRDefault="00D41EB5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bottom w:val="single" w:sz="12" w:space="0" w:color="auto"/>
                            </w:tcBorders>
                          </w:tcPr>
                          <w:p w:rsidR="00D41EB5" w:rsidRPr="0016009E" w:rsidRDefault="00D41EB5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310/1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bottom w:val="single" w:sz="12" w:space="0" w:color="auto"/>
                            </w:tcBorders>
                          </w:tcPr>
                          <w:p w:rsidR="00D41EB5" w:rsidRDefault="00D41EB5" w:rsidP="00416470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03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41EB5" w:rsidRDefault="00E61848" w:rsidP="0041647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معرفت</w:t>
                            </w: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D46" w:rsidRDefault="00463D46" w:rsidP="00B06BC8">
      <w:pPr>
        <w:spacing w:after="0" w:line="240" w:lineRule="auto"/>
      </w:pPr>
      <w:r>
        <w:separator/>
      </w:r>
    </w:p>
  </w:endnote>
  <w:endnote w:type="continuationSeparator" w:id="0">
    <w:p w:rsidR="00463D46" w:rsidRDefault="00463D46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D46" w:rsidRDefault="00463D46" w:rsidP="00B06BC8">
      <w:pPr>
        <w:spacing w:after="0" w:line="240" w:lineRule="auto"/>
      </w:pPr>
      <w:r>
        <w:separator/>
      </w:r>
    </w:p>
  </w:footnote>
  <w:footnote w:type="continuationSeparator" w:id="0">
    <w:p w:rsidR="00463D46" w:rsidRDefault="00463D46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031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34BF8"/>
    <w:rsid w:val="00143D9D"/>
    <w:rsid w:val="0014647E"/>
    <w:rsid w:val="001520FB"/>
    <w:rsid w:val="0016009E"/>
    <w:rsid w:val="0016189A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16470"/>
    <w:rsid w:val="00431F35"/>
    <w:rsid w:val="004426F7"/>
    <w:rsid w:val="00455D04"/>
    <w:rsid w:val="00463042"/>
    <w:rsid w:val="00463D46"/>
    <w:rsid w:val="0046661E"/>
    <w:rsid w:val="00475582"/>
    <w:rsid w:val="00482240"/>
    <w:rsid w:val="004A4D0D"/>
    <w:rsid w:val="004E07F4"/>
    <w:rsid w:val="004E2102"/>
    <w:rsid w:val="004E3993"/>
    <w:rsid w:val="004E7F07"/>
    <w:rsid w:val="004F0567"/>
    <w:rsid w:val="004F1E6F"/>
    <w:rsid w:val="00502888"/>
    <w:rsid w:val="00502A5A"/>
    <w:rsid w:val="005137C6"/>
    <w:rsid w:val="005146A4"/>
    <w:rsid w:val="0054188F"/>
    <w:rsid w:val="00582EB0"/>
    <w:rsid w:val="005C2386"/>
    <w:rsid w:val="005E28CF"/>
    <w:rsid w:val="0063686F"/>
    <w:rsid w:val="006548E1"/>
    <w:rsid w:val="006926A7"/>
    <w:rsid w:val="00695F45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46D8B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4C9B"/>
    <w:rsid w:val="00B06BC8"/>
    <w:rsid w:val="00B111A5"/>
    <w:rsid w:val="00B1769A"/>
    <w:rsid w:val="00B23D35"/>
    <w:rsid w:val="00B42367"/>
    <w:rsid w:val="00B46DCB"/>
    <w:rsid w:val="00B55D97"/>
    <w:rsid w:val="00B56290"/>
    <w:rsid w:val="00B62771"/>
    <w:rsid w:val="00B63ECD"/>
    <w:rsid w:val="00B82D67"/>
    <w:rsid w:val="00B833E1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D6CA7"/>
    <w:rsid w:val="00CF4B7B"/>
    <w:rsid w:val="00D219C6"/>
    <w:rsid w:val="00D22076"/>
    <w:rsid w:val="00D41EB5"/>
    <w:rsid w:val="00D67E84"/>
    <w:rsid w:val="00D8676C"/>
    <w:rsid w:val="00DA01C2"/>
    <w:rsid w:val="00DD75B4"/>
    <w:rsid w:val="00DE0902"/>
    <w:rsid w:val="00E02C51"/>
    <w:rsid w:val="00E13016"/>
    <w:rsid w:val="00E14C60"/>
    <w:rsid w:val="00E164FC"/>
    <w:rsid w:val="00E22024"/>
    <w:rsid w:val="00E223EE"/>
    <w:rsid w:val="00E61848"/>
    <w:rsid w:val="00E66C60"/>
    <w:rsid w:val="00E838E8"/>
    <w:rsid w:val="00E90229"/>
    <w:rsid w:val="00EA24A3"/>
    <w:rsid w:val="00EC18FD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97BE1"/>
    <w:rsid w:val="00FA040E"/>
    <w:rsid w:val="00FC0238"/>
    <w:rsid w:val="00FC1934"/>
    <w:rsid w:val="00FC36C2"/>
    <w:rsid w:val="00FE074F"/>
    <w:rsid w:val="00FF6C2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46BD59-2312-4E06-B4D2-F039C5EB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D1527-C966-4524-9F50-031E69C3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25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21</cp:revision>
  <cp:lastPrinted>2016-07-27T14:12:00Z</cp:lastPrinted>
  <dcterms:created xsi:type="dcterms:W3CDTF">2016-08-05T11:01:00Z</dcterms:created>
  <dcterms:modified xsi:type="dcterms:W3CDTF">2017-09-05T14:36:00Z</dcterms:modified>
</cp:coreProperties>
</file>