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607C86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607C86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607C86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F31B28">
        <w:rPr>
          <w:rFonts w:cs="2  Esfehan" w:hint="cs"/>
          <w:sz w:val="36"/>
          <w:szCs w:val="36"/>
          <w:rtl/>
          <w:lang w:bidi="fa-IR"/>
        </w:rPr>
        <w:t xml:space="preserve">طراحی و دوخت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F31B28">
        <w:rPr>
          <w:rFonts w:cs="2  Esfehan" w:hint="cs"/>
          <w:sz w:val="46"/>
          <w:szCs w:val="46"/>
          <w:rtl/>
          <w:lang w:bidi="fa-IR"/>
        </w:rPr>
        <w:t>1</w:t>
      </w:r>
    </w:p>
    <w:p w:rsidR="004E3993" w:rsidRPr="00007C4A" w:rsidRDefault="00CD238D" w:rsidP="00607C86">
      <w:pPr>
        <w:tabs>
          <w:tab w:val="center" w:pos="7569"/>
          <w:tab w:val="left" w:pos="12319"/>
        </w:tabs>
        <w:bidi/>
        <w:spacing w:line="240" w:lineRule="auto"/>
        <w:jc w:val="center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9ED6A27" wp14:editId="240E5594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8833" w:type="dxa"/>
                              <w:tblInd w:w="-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3"/>
                              <w:gridCol w:w="447"/>
                              <w:gridCol w:w="33"/>
                              <w:gridCol w:w="484"/>
                              <w:gridCol w:w="531"/>
                              <w:gridCol w:w="8"/>
                              <w:gridCol w:w="18"/>
                              <w:gridCol w:w="500"/>
                              <w:gridCol w:w="606"/>
                              <w:gridCol w:w="634"/>
                              <w:gridCol w:w="6"/>
                              <w:gridCol w:w="474"/>
                              <w:gridCol w:w="20"/>
                              <w:gridCol w:w="558"/>
                              <w:gridCol w:w="73"/>
                              <w:gridCol w:w="483"/>
                              <w:gridCol w:w="10"/>
                              <w:gridCol w:w="612"/>
                              <w:gridCol w:w="24"/>
                              <w:gridCol w:w="499"/>
                              <w:gridCol w:w="503"/>
                              <w:gridCol w:w="603"/>
                              <w:gridCol w:w="574"/>
                            </w:tblGrid>
                            <w:tr w:rsidR="009F2CF3" w:rsidTr="00775723">
                              <w:tc>
                                <w:tcPr>
                                  <w:tcW w:w="4400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33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F2CF3" w:rsidTr="00775723">
                              <w:tc>
                                <w:tcPr>
                                  <w:tcW w:w="1133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6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57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B62771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24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7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F2CF3" w:rsidTr="00775723"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40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7F283A" w:rsidRPr="0043440D" w:rsidTr="00775723">
                              <w:tc>
                                <w:tcPr>
                                  <w:tcW w:w="113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F283A" w:rsidRPr="00DC6433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5497" w:type="dxa"/>
                                  <w:gridSpan w:val="17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F283A" w:rsidRPr="007C4B86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</w:pPr>
                                  <w:r w:rsidRPr="007C4B8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>الگو و دوخت 3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F283A" w:rsidRPr="007C4B86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F283A" w:rsidRPr="007C4B86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F283A" w:rsidRPr="007C4B86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F283A" w:rsidRPr="00A92ABA" w:rsidRDefault="007F283A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75723" w:rsidRPr="0043440D" w:rsidTr="00775723"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75723" w:rsidRPr="00DC6433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gridSpan w:val="5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6" w:type="dxa"/>
                                  <w:gridSpan w:val="3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هندسه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75723" w:rsidRPr="007C4B86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75723" w:rsidRPr="00A92ABA" w:rsidRDefault="00775723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E6CE6" w:rsidRPr="0043440D" w:rsidTr="00775723">
                              <w:trPr>
                                <w:trHeight w:val="222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E6CE6" w:rsidRPr="00DC6433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627" w:type="dxa"/>
                                  <w:gridSpan w:val="8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سوزن دوزی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مبانی رنگ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A92ABA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E6CE6" w:rsidRPr="0043440D" w:rsidTr="00775723">
                              <w:trPr>
                                <w:trHeight w:val="189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E6CE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7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7F283A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مبان</w:t>
                                  </w:r>
                                  <w:r w:rsidRPr="007F283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7F283A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F283A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رنگ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سوزن دوزی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A92ABA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E6CE6" w:rsidRPr="0043440D" w:rsidTr="00775723">
                              <w:trPr>
                                <w:trHeight w:val="453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E6CE6" w:rsidRPr="00DC6433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5497" w:type="dxa"/>
                                  <w:gridSpan w:val="17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</w:pPr>
                                  <w:r w:rsidRPr="007C4B8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>الگو</w:t>
                                  </w:r>
                                  <w:r w:rsidRPr="007C4B86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C4B8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>و</w:t>
                                  </w:r>
                                  <w:r w:rsidRPr="007C4B86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C4B8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>دوخت</w:t>
                                  </w:r>
                                  <w:r w:rsidRPr="007C4B86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  <w:lang w:bidi="fa-IR"/>
                                    </w:rPr>
                                    <w:t xml:space="preserve"> 3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A92ABA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E6CE6" w:rsidRPr="0043440D" w:rsidTr="00775723">
                              <w:trPr>
                                <w:trHeight w:val="412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E6CE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6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A92ABA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E6CE6" w:rsidRPr="0043440D" w:rsidTr="00775723"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E6CE6" w:rsidRPr="00DC6433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4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0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E6CE6" w:rsidRPr="007C4B86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E6CE6" w:rsidRPr="00A92ABA" w:rsidRDefault="00BE6CE6" w:rsidP="00BE6CE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F2CF3" w:rsidRDefault="009F2CF3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D6A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8833" w:type="dxa"/>
                        <w:tblInd w:w="-30" w:type="dxa"/>
                        <w:tblLook w:val="04A0" w:firstRow="1" w:lastRow="0" w:firstColumn="1" w:lastColumn="0" w:noHBand="0" w:noVBand="1"/>
                      </w:tblPr>
                      <w:tblGrid>
                        <w:gridCol w:w="1133"/>
                        <w:gridCol w:w="447"/>
                        <w:gridCol w:w="33"/>
                        <w:gridCol w:w="484"/>
                        <w:gridCol w:w="531"/>
                        <w:gridCol w:w="8"/>
                        <w:gridCol w:w="18"/>
                        <w:gridCol w:w="500"/>
                        <w:gridCol w:w="606"/>
                        <w:gridCol w:w="634"/>
                        <w:gridCol w:w="6"/>
                        <w:gridCol w:w="474"/>
                        <w:gridCol w:w="20"/>
                        <w:gridCol w:w="558"/>
                        <w:gridCol w:w="73"/>
                        <w:gridCol w:w="483"/>
                        <w:gridCol w:w="10"/>
                        <w:gridCol w:w="612"/>
                        <w:gridCol w:w="24"/>
                        <w:gridCol w:w="499"/>
                        <w:gridCol w:w="503"/>
                        <w:gridCol w:w="603"/>
                        <w:gridCol w:w="574"/>
                      </w:tblGrid>
                      <w:tr w:rsidR="009F2CF3" w:rsidTr="00775723">
                        <w:tc>
                          <w:tcPr>
                            <w:tcW w:w="4400" w:type="dxa"/>
                            <w:gridSpan w:val="11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33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F2CF3" w:rsidTr="00775723">
                        <w:tc>
                          <w:tcPr>
                            <w:tcW w:w="1133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64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57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B62771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24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52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02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77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F2CF3" w:rsidTr="00775723"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7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57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40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8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2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7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7F283A" w:rsidRPr="0043440D" w:rsidTr="00775723">
                        <w:tc>
                          <w:tcPr>
                            <w:tcW w:w="113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F283A" w:rsidRPr="00DC6433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5497" w:type="dxa"/>
                            <w:gridSpan w:val="17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F283A" w:rsidRPr="007C4B86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7C4B8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الگو و دوخت 3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F283A" w:rsidRPr="007C4B86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F283A" w:rsidRPr="007C4B86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7F283A" w:rsidRPr="007C4B86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F283A" w:rsidRPr="00A92ABA" w:rsidRDefault="007F283A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75723" w:rsidRPr="0043440D" w:rsidTr="00775723"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75723" w:rsidRPr="00DC6433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1503" w:type="dxa"/>
                            <w:gridSpan w:val="5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518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46" w:type="dxa"/>
                            <w:gridSpan w:val="3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1618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هندسه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75723" w:rsidRPr="007C4B86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75723" w:rsidRPr="00A92ABA" w:rsidRDefault="00775723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E6CE6" w:rsidRPr="0043440D" w:rsidTr="00775723">
                        <w:trPr>
                          <w:trHeight w:val="222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E6CE6" w:rsidRPr="00DC6433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627" w:type="dxa"/>
                            <w:gridSpan w:val="8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سوزن دوزی</w:t>
                            </w:r>
                          </w:p>
                        </w:tc>
                        <w:tc>
                          <w:tcPr>
                            <w:tcW w:w="2870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مبانی رنگ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A92ABA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E6CE6" w:rsidRPr="0043440D" w:rsidTr="00775723">
                        <w:trPr>
                          <w:trHeight w:val="189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E6CE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27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7F283A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مبان</w:t>
                            </w:r>
                            <w:r w:rsidRPr="007F283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Pr="007F283A"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F283A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رنگ</w:t>
                            </w:r>
                          </w:p>
                        </w:tc>
                        <w:tc>
                          <w:tcPr>
                            <w:tcW w:w="2870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سوزن دوزی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A92ABA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E6CE6" w:rsidRPr="0043440D" w:rsidTr="00775723">
                        <w:trPr>
                          <w:trHeight w:val="453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E6CE6" w:rsidRPr="00DC6433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5497" w:type="dxa"/>
                            <w:gridSpan w:val="17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7C4B8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الگو</w:t>
                            </w:r>
                            <w:r w:rsidRPr="007C4B86"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C4B8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و</w:t>
                            </w:r>
                            <w:r w:rsidRPr="007C4B86"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C4B8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دوخت</w:t>
                            </w:r>
                            <w:r w:rsidRPr="007C4B86">
                              <w:rPr>
                                <w:rFonts w:ascii="Arial Black" w:hAnsi="Arial Black" w:cs="2  Mitra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 3</w:t>
                            </w: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A92ABA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E6CE6" w:rsidRPr="0043440D" w:rsidTr="00775723">
                        <w:trPr>
                          <w:trHeight w:val="412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E6CE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6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48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A92ABA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E6CE6" w:rsidRPr="0043440D" w:rsidTr="00775723"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E6CE6" w:rsidRPr="00DC6433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4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6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0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8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E6CE6" w:rsidRPr="007C4B86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E6CE6" w:rsidRPr="00A92ABA" w:rsidRDefault="00BE6CE6" w:rsidP="00BE6CE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F2CF3" w:rsidRDefault="009F2CF3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5C889" wp14:editId="741B0B54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F2CF3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F2CF3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B62771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F2CF3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007C4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CE129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CE129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640D7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DC6433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F2CF3" w:rsidRPr="00A92ABA" w:rsidRDefault="009F2CF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F2CF3" w:rsidRDefault="009F2CF3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5C889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F2CF3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F2CF3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B62771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F2CF3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007C4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F2CF3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CE129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CE129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640D7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DC6433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F2CF3" w:rsidRPr="00A92ABA" w:rsidRDefault="009F2CF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F2CF3" w:rsidRDefault="009F2CF3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05A74" wp14:editId="74FB0C9F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500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1"/>
                              <w:gridCol w:w="1701"/>
                              <w:gridCol w:w="1134"/>
                              <w:gridCol w:w="709"/>
                              <w:gridCol w:w="1485"/>
                            </w:tblGrid>
                            <w:tr w:rsidR="009F2CF3" w:rsidTr="00A97FDC">
                              <w:trPr>
                                <w:trHeight w:val="860"/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981669" w:rsidRDefault="009F2CF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981669" w:rsidRDefault="009F2CF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981669" w:rsidRDefault="009F2CF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981669" w:rsidRDefault="009F2CF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F2CF3" w:rsidRPr="00981669" w:rsidRDefault="009F2CF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F2CF3" w:rsidRPr="00640D7A" w:rsidRDefault="0077572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نورمحمدی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40D7A" w:rsidRDefault="0077572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775723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نورمحمد</w:t>
                                  </w:r>
                                  <w:r w:rsidRPr="00775723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</w:t>
                                  </w:r>
                                  <w:r w:rsidR="00607C8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دوزی1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9F2CF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</w:t>
                                  </w:r>
                                  <w:r w:rsidR="00607C8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</w:t>
                                  </w:r>
                                  <w:r w:rsidR="00607C8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وزی1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301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9F2CF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مبانی رنگ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9F2CF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مبانی رنگ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9F2CF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607C8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گله داری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607C8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حاج امینی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607C8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یزدانیان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4088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هندسه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07C86" w:rsidRDefault="00F31B2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حسن خانی</w:t>
                                  </w:r>
                                </w:p>
                              </w:tc>
                            </w:tr>
                            <w:tr w:rsidR="009F2CF3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F2CF3" w:rsidRPr="00640D7A" w:rsidRDefault="00F31B28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F2CF3" w:rsidRPr="00640D7A" w:rsidRDefault="00F31B2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303</w:t>
                                  </w:r>
                                  <w:r w:rsid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F2CF3" w:rsidRPr="00640D7A" w:rsidRDefault="00607C8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</w:t>
                                  </w:r>
                                </w:p>
                              </w:tc>
                            </w:tr>
                            <w:tr w:rsidR="00607C86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07C86" w:rsidRPr="00640D7A" w:rsidRDefault="00607C86" w:rsidP="006F3FFC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607C86" w:rsidRPr="00640D7A" w:rsidRDefault="00607C86" w:rsidP="00607C8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607C86" w:rsidRPr="00640D7A" w:rsidRDefault="00607C86" w:rsidP="00607C8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304/1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  <w:r w:rsidRP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  <w:r w:rsidRPr="00607C86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</w:t>
                                  </w:r>
                                </w:p>
                              </w:tc>
                            </w:tr>
                            <w:tr w:rsidR="00607C86" w:rsidTr="00A97FDC">
                              <w:trPr>
                                <w:jc w:val="center"/>
                              </w:trPr>
                              <w:tc>
                                <w:tcPr>
                                  <w:tcW w:w="147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607C86" w:rsidRPr="00981669" w:rsidRDefault="00607C86" w:rsidP="00607C8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F2CF3" w:rsidRDefault="009F2CF3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F2CF3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F2CF3" w:rsidRDefault="009F2CF3"/>
                              </w:tc>
                            </w:tr>
                          </w:tbl>
                          <w:p w:rsidR="009F2CF3" w:rsidRDefault="009F2CF3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05A74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500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471"/>
                        <w:gridCol w:w="1701"/>
                        <w:gridCol w:w="1134"/>
                        <w:gridCol w:w="709"/>
                        <w:gridCol w:w="1485"/>
                      </w:tblGrid>
                      <w:tr w:rsidR="009F2CF3" w:rsidTr="00A97FDC">
                        <w:trPr>
                          <w:trHeight w:val="860"/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981669" w:rsidRDefault="009F2CF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981669" w:rsidRDefault="009F2CF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981669" w:rsidRDefault="009F2CF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981669" w:rsidRDefault="009F2CF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F2CF3" w:rsidRPr="00981669" w:rsidRDefault="009F2CF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</w:tcBorders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الگو3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</w:tcBorders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</w:tcBorders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F2CF3" w:rsidRPr="00640D7A" w:rsidRDefault="0077572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نورمحمدی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دوخت3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304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40D7A" w:rsidRDefault="0077572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775723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نورمحمد</w:t>
                            </w:r>
                            <w:r w:rsidRPr="00775723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4093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</w:t>
                            </w:r>
                            <w:r w:rsidR="00607C8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دوزی1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9F2CF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4093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</w:t>
                            </w:r>
                            <w:r w:rsidR="00607C8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</w:t>
                            </w:r>
                            <w:r w:rsidR="00607C8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وزی1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301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9F2CF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مبانی رنگ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9F2CF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مبانی رنگ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9F2CF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607C8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گله داری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607C8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حاج امینی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607C8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یزدانیان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4088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هندسه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302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07C86" w:rsidRDefault="00F31B2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حسن خانی</w:t>
                            </w:r>
                          </w:p>
                        </w:tc>
                      </w:tr>
                      <w:tr w:rsidR="009F2CF3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9F2CF3" w:rsidRPr="00640D7A" w:rsidRDefault="00F31B28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9F2CF3" w:rsidRPr="00640D7A" w:rsidRDefault="00F31B2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3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F2CF3" w:rsidRPr="00640D7A" w:rsidRDefault="00F31B2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303</w:t>
                            </w:r>
                            <w:r w:rsid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F2CF3" w:rsidRPr="00640D7A" w:rsidRDefault="00607C8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9F2CF3" w:rsidRPr="00640D7A" w:rsidRDefault="00607C8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</w:t>
                            </w:r>
                          </w:p>
                        </w:tc>
                      </w:tr>
                      <w:tr w:rsidR="00607C86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</w:tcBorders>
                          </w:tcPr>
                          <w:p w:rsidR="00607C86" w:rsidRPr="00640D7A" w:rsidRDefault="00607C86" w:rsidP="006F3FFC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607C86" w:rsidRPr="00640D7A" w:rsidRDefault="00607C86" w:rsidP="00607C8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دوخت3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607C86" w:rsidRPr="00640D7A" w:rsidRDefault="00607C86" w:rsidP="00607C8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304/1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607C86" w:rsidRPr="00981669" w:rsidRDefault="00607C86" w:rsidP="00607C8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  <w:r w:rsidRP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right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  <w:r w:rsidRPr="00607C86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</w:t>
                            </w:r>
                          </w:p>
                        </w:tc>
                      </w:tr>
                      <w:tr w:rsidR="00607C86" w:rsidTr="00A97FDC">
                        <w:trPr>
                          <w:jc w:val="center"/>
                        </w:trPr>
                        <w:tc>
                          <w:tcPr>
                            <w:tcW w:w="1471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bottom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85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607C86" w:rsidRPr="00981669" w:rsidRDefault="00607C86" w:rsidP="00607C8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F2CF3" w:rsidRDefault="009F2CF3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F2CF3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F2CF3" w:rsidRDefault="009F2CF3"/>
                        </w:tc>
                      </w:tr>
                    </w:tbl>
                    <w:p w:rsidR="009F2CF3" w:rsidRDefault="009F2CF3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>آموزشکده فنی و حرفه ای دختران نجف آباد (سمیه)</w:t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2CF3" w:rsidRPr="00DC6433" w:rsidRDefault="009F2CF3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F2CF3" w:rsidRDefault="009F2CF3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F2CF3" w:rsidRPr="00DC6433" w:rsidRDefault="009F2CF3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F2CF3" w:rsidRPr="00DC6433" w:rsidRDefault="009F2CF3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F2CF3" w:rsidRDefault="009F2CF3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F2CF3" w:rsidRPr="00DC6433" w:rsidRDefault="009F2CF3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EBB" w:rsidRDefault="00CA5EBB" w:rsidP="00B06BC8">
      <w:pPr>
        <w:spacing w:after="0" w:line="240" w:lineRule="auto"/>
      </w:pPr>
      <w:r>
        <w:separator/>
      </w:r>
    </w:p>
  </w:endnote>
  <w:endnote w:type="continuationSeparator" w:id="0">
    <w:p w:rsidR="00CA5EBB" w:rsidRDefault="00CA5EBB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EBB" w:rsidRDefault="00CA5EBB" w:rsidP="00B06BC8">
      <w:pPr>
        <w:spacing w:after="0" w:line="240" w:lineRule="auto"/>
      </w:pPr>
      <w:r>
        <w:separator/>
      </w:r>
    </w:p>
  </w:footnote>
  <w:footnote w:type="continuationSeparator" w:id="0">
    <w:p w:rsidR="00CA5EBB" w:rsidRDefault="00CA5EBB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671B8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629D5"/>
    <w:rsid w:val="00582EB0"/>
    <w:rsid w:val="005C2386"/>
    <w:rsid w:val="005E28CF"/>
    <w:rsid w:val="00607C86"/>
    <w:rsid w:val="0063686F"/>
    <w:rsid w:val="006548E1"/>
    <w:rsid w:val="006926A7"/>
    <w:rsid w:val="00696452"/>
    <w:rsid w:val="006C2A0C"/>
    <w:rsid w:val="006E1445"/>
    <w:rsid w:val="006E17B2"/>
    <w:rsid w:val="006E678E"/>
    <w:rsid w:val="006F2244"/>
    <w:rsid w:val="006F3FFC"/>
    <w:rsid w:val="007564F2"/>
    <w:rsid w:val="00756AB3"/>
    <w:rsid w:val="007602F5"/>
    <w:rsid w:val="00775723"/>
    <w:rsid w:val="0078244F"/>
    <w:rsid w:val="00793B88"/>
    <w:rsid w:val="00796182"/>
    <w:rsid w:val="007A1576"/>
    <w:rsid w:val="007A4B3C"/>
    <w:rsid w:val="007C4B86"/>
    <w:rsid w:val="007D68C3"/>
    <w:rsid w:val="007F283A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D7BF3"/>
    <w:rsid w:val="009E184A"/>
    <w:rsid w:val="009F2CF3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97FDC"/>
    <w:rsid w:val="00AA378C"/>
    <w:rsid w:val="00AA6391"/>
    <w:rsid w:val="00AF6D80"/>
    <w:rsid w:val="00B06BC8"/>
    <w:rsid w:val="00B111A5"/>
    <w:rsid w:val="00B11E1A"/>
    <w:rsid w:val="00B23D35"/>
    <w:rsid w:val="00B42367"/>
    <w:rsid w:val="00B46DCB"/>
    <w:rsid w:val="00B54BDE"/>
    <w:rsid w:val="00B55D97"/>
    <w:rsid w:val="00B56290"/>
    <w:rsid w:val="00B62771"/>
    <w:rsid w:val="00B63ECD"/>
    <w:rsid w:val="00BD3460"/>
    <w:rsid w:val="00BE6CE6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A5EBB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6B3"/>
    <w:rsid w:val="00EE1952"/>
    <w:rsid w:val="00F06456"/>
    <w:rsid w:val="00F12808"/>
    <w:rsid w:val="00F202DA"/>
    <w:rsid w:val="00F273B5"/>
    <w:rsid w:val="00F31B28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38FEF7-7A81-4F83-ACEB-6B0A13782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1716C-D191-491A-85B5-8B058885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12</cp:revision>
  <cp:lastPrinted>2017-08-27T11:16:00Z</cp:lastPrinted>
  <dcterms:created xsi:type="dcterms:W3CDTF">2016-08-05T10:54:00Z</dcterms:created>
  <dcterms:modified xsi:type="dcterms:W3CDTF">2017-09-05T14:33:00Z</dcterms:modified>
</cp:coreProperties>
</file>