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505671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505671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505671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C319BA">
        <w:rPr>
          <w:rFonts w:cs="2  Esfehan" w:hint="cs"/>
          <w:sz w:val="36"/>
          <w:szCs w:val="36"/>
          <w:rtl/>
          <w:lang w:bidi="fa-IR"/>
        </w:rPr>
        <w:t xml:space="preserve"> صنایع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C319BA">
        <w:rPr>
          <w:rFonts w:cs="B Titr" w:hint="cs"/>
          <w:sz w:val="36"/>
          <w:szCs w:val="36"/>
          <w:rtl/>
          <w:lang w:bidi="fa-IR"/>
        </w:rPr>
        <w:t>3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499927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38"/>
                              <w:gridCol w:w="8"/>
                              <w:gridCol w:w="7"/>
                              <w:gridCol w:w="456"/>
                              <w:gridCol w:w="69"/>
                              <w:gridCol w:w="498"/>
                              <w:gridCol w:w="16"/>
                              <w:gridCol w:w="551"/>
                              <w:gridCol w:w="567"/>
                              <w:gridCol w:w="16"/>
                              <w:gridCol w:w="551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4417F8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4417F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4417F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E52480" w:rsidRPr="0043440D" w:rsidTr="004417F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52480" w:rsidRPr="00DC6433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  <w:gridSpan w:val="8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</w:tcPr>
                                <w:p w:rsidR="00E52480" w:rsidRPr="00640D7A" w:rsidRDefault="00E52480" w:rsidP="00E5248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تصفیه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تصفیه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dotted" w:sz="2" w:space="0" w:color="auto"/>
                                  </w:tcBorders>
                                </w:tcPr>
                                <w:p w:rsidR="00E52480" w:rsidRPr="000A3A1D" w:rsidRDefault="00E52480" w:rsidP="000A3A1D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0A3A1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کارگاه صنایع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0A3A1D" w:rsidRDefault="00E52480" w:rsidP="000A3A1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A3A1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خوردگی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52480" w:rsidRPr="0043440D" w:rsidTr="004417F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52480" w:rsidRPr="00DC6433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gridSpan w:val="2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640D7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640D7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CE1293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CE1293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640D7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52480" w:rsidRPr="00640D7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7" w:type="dxa"/>
                                  <w:gridSpan w:val="4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2480" w:rsidRPr="00640D7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52480" w:rsidRPr="00A92ABA" w:rsidRDefault="00E52480" w:rsidP="00E5248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417F8" w:rsidRPr="0043440D" w:rsidTr="004417F8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17F8" w:rsidRPr="00DC6433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 w:colFirst="4" w:colLast="4"/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  <w:gridSpan w:val="8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موادغذایی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7" w:type="dxa"/>
                                  <w:gridSpan w:val="4"/>
                                  <w:vMerge w:val="restar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  <w:tr w:rsidR="004417F8" w:rsidRPr="0043440D" w:rsidTr="004417F8">
                              <w:trPr>
                                <w:trHeight w:val="7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17F8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E52480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5248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موادغذایی</w:t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gridSpan w:val="4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417F8" w:rsidRPr="0043440D" w:rsidTr="004417F8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17F8" w:rsidRPr="00DC6433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417F8" w:rsidRPr="0043440D" w:rsidTr="004417F8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17F8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سیالات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انتقال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640D7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 انتقال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417F8" w:rsidRPr="0000404A" w:rsidRDefault="004417F8" w:rsidP="004417F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 سیالات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417F8" w:rsidRPr="0043440D" w:rsidTr="004417F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417F8" w:rsidRPr="00DC6433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gridSpan w:val="6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883B33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83B3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883B33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83B3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417F8" w:rsidRPr="00A92ABA" w:rsidRDefault="004417F8" w:rsidP="004417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5056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6.35pt;margin-top:39.35pt;width:457.55pt;height:330.9pt;z-index:251790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38"/>
                        <w:gridCol w:w="8"/>
                        <w:gridCol w:w="7"/>
                        <w:gridCol w:w="456"/>
                        <w:gridCol w:w="69"/>
                        <w:gridCol w:w="498"/>
                        <w:gridCol w:w="16"/>
                        <w:gridCol w:w="551"/>
                        <w:gridCol w:w="567"/>
                        <w:gridCol w:w="16"/>
                        <w:gridCol w:w="551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4417F8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1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4417F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4417F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E52480" w:rsidRPr="0043440D" w:rsidTr="004417F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52480" w:rsidRPr="00DC6433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043" w:type="dxa"/>
                            <w:gridSpan w:val="8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</w:tcPr>
                          <w:p w:rsidR="00E52480" w:rsidRPr="00640D7A" w:rsidRDefault="00E52480" w:rsidP="00E5248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تصفیه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تصفیه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dotted" w:sz="2" w:space="0" w:color="auto"/>
                            </w:tcBorders>
                          </w:tcPr>
                          <w:p w:rsidR="00E52480" w:rsidRPr="000A3A1D" w:rsidRDefault="00E52480" w:rsidP="000A3A1D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0A3A1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کارگاه صنایع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0A3A1D" w:rsidRDefault="00E52480" w:rsidP="000A3A1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A3A1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خوردگی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52480" w:rsidRPr="0043440D" w:rsidTr="004417F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52480" w:rsidRPr="00DC6433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46" w:type="dxa"/>
                            <w:gridSpan w:val="2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640D7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2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640D7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CE1293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CE1293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640D7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E52480" w:rsidRPr="00640D7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267" w:type="dxa"/>
                            <w:gridSpan w:val="4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2480" w:rsidRPr="00640D7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52480" w:rsidRPr="00A92ABA" w:rsidRDefault="00E52480" w:rsidP="00E5248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417F8" w:rsidRPr="0043440D" w:rsidTr="004417F8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17F8" w:rsidRPr="00DC6433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 w:colFirst="4" w:colLast="4"/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043" w:type="dxa"/>
                            <w:gridSpan w:val="8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موادغذایی</w:t>
                            </w:r>
                          </w:p>
                        </w:tc>
                        <w:tc>
                          <w:tcPr>
                            <w:tcW w:w="583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267" w:type="dxa"/>
                            <w:gridSpan w:val="4"/>
                            <w:vMerge w:val="restar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bookmarkEnd w:id="1"/>
                      <w:tr w:rsidR="004417F8" w:rsidRPr="0043440D" w:rsidTr="004417F8">
                        <w:trPr>
                          <w:trHeight w:val="79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17F8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</w:t>
                            </w:r>
                          </w:p>
                        </w:tc>
                        <w:tc>
                          <w:tcPr>
                            <w:tcW w:w="58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E52480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5248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موادغذایی</w:t>
                            </w:r>
                          </w:p>
                        </w:tc>
                        <w:tc>
                          <w:tcPr>
                            <w:tcW w:w="2267" w:type="dxa"/>
                            <w:gridSpan w:val="4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417F8" w:rsidRPr="0043440D" w:rsidTr="004417F8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17F8" w:rsidRPr="00DC6433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417F8" w:rsidRPr="0043440D" w:rsidTr="004417F8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17F8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476" w:type="dxa"/>
                            <w:gridSpan w:val="6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سیالات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انتقال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640D7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 انتقال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4417F8" w:rsidRPr="0000404A" w:rsidRDefault="004417F8" w:rsidP="004417F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 سیالات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417F8" w:rsidRPr="0043440D" w:rsidTr="004417F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417F8" w:rsidRPr="00DC6433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1476" w:type="dxa"/>
                            <w:gridSpan w:val="6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883B33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83B3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5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883B33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83B3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417F8" w:rsidRPr="00A92ABA" w:rsidRDefault="004417F8" w:rsidP="004417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5056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030"/>
                              <w:gridCol w:w="1124"/>
                              <w:gridCol w:w="699"/>
                              <w:gridCol w:w="1569"/>
                            </w:tblGrid>
                            <w:tr w:rsidR="009554F9" w:rsidTr="00613091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تصفیه</w:t>
                                  </w:r>
                                  <w:r w:rsidR="0072552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آب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2019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تصفیه</w:t>
                                  </w:r>
                                  <w:r w:rsidR="0072552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آب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2019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تصفیه</w:t>
                                  </w:r>
                                  <w:r w:rsidR="0072552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آب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  <w:r w:rsidR="0072552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سلطانی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72552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  <w:r w:rsidR="0072552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سلطانی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  <w:r w:rsidR="004C2CD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تخصصی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صامتی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  <w:r w:rsidR="004C2CD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تخصصی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637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صامتی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مواد غذایی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مواد غذایی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640D7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</w:tr>
                            <w:tr w:rsidR="009554F9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00404A" w:rsidRDefault="00C319BA" w:rsidP="0000404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2011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00404A" w:rsidRDefault="00C319BA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</w:t>
                                  </w:r>
                                  <w:r w:rsidR="00823A0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مکانیک </w:t>
                                  </w: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سیالات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9554F9" w:rsidRPr="0000404A" w:rsidRDefault="00C319BA" w:rsidP="00B06BC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626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00404A" w:rsidRDefault="00FF1A79" w:rsidP="00B06BC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00404A" w:rsidRDefault="00613091" w:rsidP="00B06BC8">
                                  <w:pPr>
                                    <w:bidi/>
                                    <w:jc w:val="both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منشی</w:t>
                                  </w:r>
                                </w:p>
                              </w:tc>
                            </w:tr>
                            <w:tr w:rsidR="00613091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از انتقال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حرارت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0404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13091" w:rsidRDefault="00613091" w:rsidP="00613091">
                                  <w:pPr>
                                    <w:jc w:val="right"/>
                                  </w:pPr>
                                  <w:r w:rsidRPr="00624C1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منشی</w:t>
                                  </w:r>
                                </w:p>
                              </w:tc>
                            </w:tr>
                            <w:tr w:rsidR="00613091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انتقال حرارت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623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13091" w:rsidRDefault="00613091" w:rsidP="00613091">
                                  <w:pPr>
                                    <w:jc w:val="right"/>
                                  </w:pPr>
                                  <w:r w:rsidRPr="00624C1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منشی</w:t>
                                  </w:r>
                                </w:p>
                              </w:tc>
                            </w:tr>
                            <w:tr w:rsidR="00613091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مکانیک سیالات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613091" w:rsidRPr="0000404A" w:rsidRDefault="00613091" w:rsidP="0061309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13091" w:rsidRDefault="00613091" w:rsidP="00613091">
                                  <w:pPr>
                                    <w:jc w:val="right"/>
                                  </w:pPr>
                                  <w:r w:rsidRPr="00624C1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منشی</w:t>
                                  </w:r>
                                </w:p>
                              </w:tc>
                            </w:tr>
                            <w:tr w:rsidR="00823A0F" w:rsidTr="0061309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823A0F" w:rsidRDefault="00823A0F" w:rsidP="0000404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23A0F" w:rsidRDefault="00823A0F" w:rsidP="0000404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خوردگی فلزات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23A0F" w:rsidRDefault="00823A0F" w:rsidP="007763DE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23A0F" w:rsidRDefault="00823A0F" w:rsidP="0000404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23A0F" w:rsidRPr="0000404A" w:rsidRDefault="00613091" w:rsidP="0000404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اصغری</w:t>
                                  </w: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8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030"/>
                        <w:gridCol w:w="1124"/>
                        <w:gridCol w:w="699"/>
                        <w:gridCol w:w="1569"/>
                      </w:tblGrid>
                      <w:tr w:rsidR="009554F9" w:rsidTr="00613091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تصفیه</w:t>
                            </w:r>
                            <w:r w:rsidR="0072552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آب</w:t>
                            </w: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2019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تصفیه</w:t>
                            </w:r>
                            <w:r w:rsidR="0072552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آب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2019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تصفیه</w:t>
                            </w:r>
                            <w:r w:rsidR="0072552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آب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  <w:r w:rsidR="0072552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سلطانی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72552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  <w:r w:rsidR="0072552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سلطانی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2028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</w:t>
                            </w:r>
                            <w:r w:rsidR="004C2CD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تخصصی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صامتی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2028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</w:t>
                            </w:r>
                            <w:r w:rsidR="004C2CD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تخصصی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637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صامتی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مواد غذایی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مواد غذایی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640D7A" w:rsidRDefault="00C319BA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FF1A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61309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</w:tr>
                      <w:tr w:rsidR="009554F9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00404A" w:rsidRDefault="00C319BA" w:rsidP="0000404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2011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00404A" w:rsidRDefault="00C319BA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</w:t>
                            </w:r>
                            <w:r w:rsidR="00823A0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مکانیک </w:t>
                            </w: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سیالات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9554F9" w:rsidRPr="0000404A" w:rsidRDefault="00C319BA" w:rsidP="00B06BC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626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00404A" w:rsidRDefault="00FF1A79" w:rsidP="00B06BC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00404A" w:rsidRDefault="00613091" w:rsidP="00B06BC8">
                            <w:pPr>
                              <w:bidi/>
                              <w:jc w:val="both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منشی</w:t>
                            </w:r>
                          </w:p>
                        </w:tc>
                      </w:tr>
                      <w:tr w:rsidR="00613091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 انتقال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حرارت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613091" w:rsidRPr="0000404A" w:rsidRDefault="00613091" w:rsidP="0061309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0404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613091" w:rsidRDefault="00613091" w:rsidP="00613091">
                            <w:pPr>
                              <w:jc w:val="right"/>
                            </w:pPr>
                            <w:r w:rsidRPr="00624C1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منشی</w:t>
                            </w:r>
                          </w:p>
                        </w:tc>
                      </w:tr>
                      <w:tr w:rsidR="00613091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انتقال حرارت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613091" w:rsidRPr="0000404A" w:rsidRDefault="00613091" w:rsidP="0061309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623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613091" w:rsidRDefault="00613091" w:rsidP="00613091">
                            <w:pPr>
                              <w:jc w:val="right"/>
                            </w:pPr>
                            <w:r w:rsidRPr="00624C1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منشی</w:t>
                            </w:r>
                          </w:p>
                        </w:tc>
                      </w:tr>
                      <w:tr w:rsidR="00613091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مکانیک سیالات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613091" w:rsidRPr="0000404A" w:rsidRDefault="00613091" w:rsidP="0061309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613091" w:rsidRPr="0000404A" w:rsidRDefault="00613091" w:rsidP="0061309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right w:val="single" w:sz="12" w:space="0" w:color="auto"/>
                            </w:tcBorders>
                          </w:tcPr>
                          <w:p w:rsidR="00613091" w:rsidRDefault="00613091" w:rsidP="00613091">
                            <w:pPr>
                              <w:jc w:val="right"/>
                            </w:pPr>
                            <w:r w:rsidRPr="00624C1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منشی</w:t>
                            </w:r>
                          </w:p>
                        </w:tc>
                      </w:tr>
                      <w:tr w:rsidR="00823A0F" w:rsidTr="0061309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823A0F" w:rsidRDefault="00823A0F" w:rsidP="0000404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bottom w:val="single" w:sz="12" w:space="0" w:color="auto"/>
                            </w:tcBorders>
                          </w:tcPr>
                          <w:p w:rsidR="00823A0F" w:rsidRDefault="00823A0F" w:rsidP="0000404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خوردگی فلزات</w:t>
                            </w:r>
                          </w:p>
                        </w:tc>
                        <w:tc>
                          <w:tcPr>
                            <w:tcW w:w="1124" w:type="dxa"/>
                            <w:tcBorders>
                              <w:bottom w:val="single" w:sz="12" w:space="0" w:color="auto"/>
                            </w:tcBorders>
                          </w:tcPr>
                          <w:p w:rsidR="00823A0F" w:rsidRDefault="00823A0F" w:rsidP="007763DE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823A0F" w:rsidRDefault="00823A0F" w:rsidP="0000404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23A0F" w:rsidRPr="0000404A" w:rsidRDefault="00613091" w:rsidP="0000404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اصغری</w:t>
                            </w: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351" w:rsidRDefault="008B0351" w:rsidP="00B06BC8">
      <w:pPr>
        <w:spacing w:after="0" w:line="240" w:lineRule="auto"/>
      </w:pPr>
      <w:r>
        <w:separator/>
      </w:r>
    </w:p>
  </w:endnote>
  <w:endnote w:type="continuationSeparator" w:id="0">
    <w:p w:rsidR="008B0351" w:rsidRDefault="008B0351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351" w:rsidRDefault="008B0351" w:rsidP="00B06BC8">
      <w:pPr>
        <w:spacing w:after="0" w:line="240" w:lineRule="auto"/>
      </w:pPr>
      <w:r>
        <w:separator/>
      </w:r>
    </w:p>
  </w:footnote>
  <w:footnote w:type="continuationSeparator" w:id="0">
    <w:p w:rsidR="008B0351" w:rsidRDefault="008B0351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0404A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A3A1D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A03C9"/>
    <w:rsid w:val="003B605E"/>
    <w:rsid w:val="003C6AE5"/>
    <w:rsid w:val="003D7131"/>
    <w:rsid w:val="003E06AF"/>
    <w:rsid w:val="003F1E6D"/>
    <w:rsid w:val="003F4A00"/>
    <w:rsid w:val="003F7235"/>
    <w:rsid w:val="00431F35"/>
    <w:rsid w:val="004417F8"/>
    <w:rsid w:val="004426F7"/>
    <w:rsid w:val="00445311"/>
    <w:rsid w:val="00455D04"/>
    <w:rsid w:val="00463042"/>
    <w:rsid w:val="0046661E"/>
    <w:rsid w:val="00482240"/>
    <w:rsid w:val="004C2CDE"/>
    <w:rsid w:val="004E2102"/>
    <w:rsid w:val="004E3993"/>
    <w:rsid w:val="004E7F07"/>
    <w:rsid w:val="004F0567"/>
    <w:rsid w:val="004F1E6F"/>
    <w:rsid w:val="00502888"/>
    <w:rsid w:val="00505671"/>
    <w:rsid w:val="005137C6"/>
    <w:rsid w:val="005146A4"/>
    <w:rsid w:val="0054188F"/>
    <w:rsid w:val="00582EB0"/>
    <w:rsid w:val="005C2386"/>
    <w:rsid w:val="005E28CF"/>
    <w:rsid w:val="0061050A"/>
    <w:rsid w:val="00613091"/>
    <w:rsid w:val="0063686F"/>
    <w:rsid w:val="006450BD"/>
    <w:rsid w:val="006548E1"/>
    <w:rsid w:val="006926A7"/>
    <w:rsid w:val="00696452"/>
    <w:rsid w:val="006C2A0C"/>
    <w:rsid w:val="006D4294"/>
    <w:rsid w:val="006E1445"/>
    <w:rsid w:val="006E678E"/>
    <w:rsid w:val="006F2244"/>
    <w:rsid w:val="0072552E"/>
    <w:rsid w:val="007564F2"/>
    <w:rsid w:val="00756AB3"/>
    <w:rsid w:val="007602F5"/>
    <w:rsid w:val="007763DE"/>
    <w:rsid w:val="0078244F"/>
    <w:rsid w:val="00793B88"/>
    <w:rsid w:val="00796182"/>
    <w:rsid w:val="007A1576"/>
    <w:rsid w:val="007A4B3C"/>
    <w:rsid w:val="007D68C3"/>
    <w:rsid w:val="00806E51"/>
    <w:rsid w:val="00823A0F"/>
    <w:rsid w:val="00831C65"/>
    <w:rsid w:val="0083292F"/>
    <w:rsid w:val="008374FE"/>
    <w:rsid w:val="00845956"/>
    <w:rsid w:val="00872AF7"/>
    <w:rsid w:val="00875653"/>
    <w:rsid w:val="00883B33"/>
    <w:rsid w:val="00891AFF"/>
    <w:rsid w:val="00894964"/>
    <w:rsid w:val="008B0351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19BA"/>
    <w:rsid w:val="00C339BE"/>
    <w:rsid w:val="00C36353"/>
    <w:rsid w:val="00C40343"/>
    <w:rsid w:val="00C475D2"/>
    <w:rsid w:val="00C57A57"/>
    <w:rsid w:val="00C61564"/>
    <w:rsid w:val="00C74453"/>
    <w:rsid w:val="00C76E1B"/>
    <w:rsid w:val="00C80247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52480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F1A79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75E65B-D499-4E97-B26B-99DD99A2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E0EF-FFC7-4664-BB12-7ED275E60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20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23</cp:revision>
  <cp:lastPrinted>2017-08-28T13:42:00Z</cp:lastPrinted>
  <dcterms:created xsi:type="dcterms:W3CDTF">2016-08-05T13:00:00Z</dcterms:created>
  <dcterms:modified xsi:type="dcterms:W3CDTF">2017-09-03T13:23:00Z</dcterms:modified>
</cp:coreProperties>
</file>